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Flyer layout table"/>
      </w:tblPr>
      <w:tblGrid>
        <w:gridCol w:w="15210"/>
      </w:tblGrid>
      <w:tr w:rsidR="00790730" w14:paraId="1B60410C" w14:textId="77777777" w:rsidTr="00E178A8">
        <w:trPr>
          <w:trHeight w:hRule="exact" w:val="8586"/>
        </w:trPr>
        <w:tc>
          <w:tcPr>
            <w:tcW w:w="15210" w:type="dxa"/>
            <w:tcMar>
              <w:top w:w="1296" w:type="dxa"/>
            </w:tcMar>
          </w:tcPr>
          <w:p w14:paraId="6EB2336E" w14:textId="658808E4" w:rsidR="00031C08" w:rsidRPr="00151552" w:rsidRDefault="00E178A8" w:rsidP="00031C08">
            <w:pPr>
              <w:pStyle w:val="BlockText"/>
              <w:jc w:val="center"/>
              <w:rPr>
                <w:sz w:val="8"/>
              </w:rPr>
            </w:pPr>
            <w:r w:rsidRPr="00A413C1">
              <w:rPr>
                <w:noProof/>
                <w:sz w:val="7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26C84D21" wp14:editId="3D0B93B6">
                      <wp:simplePos x="0" y="0"/>
                      <wp:positionH relativeFrom="column">
                        <wp:posOffset>5210175</wp:posOffset>
                      </wp:positionH>
                      <wp:positionV relativeFrom="paragraph">
                        <wp:posOffset>-180975</wp:posOffset>
                      </wp:positionV>
                      <wp:extent cx="4012565" cy="2305685"/>
                      <wp:effectExtent l="152400" t="19050" r="45085" b="18415"/>
                      <wp:wrapNone/>
                      <wp:docPr id="36" name="Double Brace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12565" cy="2305685"/>
                              </a:xfrm>
                              <a:prstGeom prst="bracePair">
                                <a:avLst/>
                              </a:prstGeom>
                              <a:ln w="381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13A68B1" id="_x0000_t186" coordsize="21600,21600" o:spt="186" adj="1800" path="m@9,nfqx@0@0l@0@7qy0@4@0@8l@0@6qy@9,21600em@10,nfqx@5@0l@5@7qy21600@4@5@8l@5@6qy@10,21600em@9,nsqx@0@0l@0@7qy0@4@0@8l@0@6qy@9,21600l@10,21600qx@5@6l@5@8qy21600@4@5@7l@5@0qy@10,xe" filled="f">
                      <v:formulas>
                        <v:f eqn="val #0"/>
                        <v:f eqn="val width"/>
                        <v:f eqn="val height"/>
                        <v:f eqn="prod width 1 2"/>
                        <v:f eqn="prod height 1 2"/>
                        <v:f eqn="sum width 0 #0"/>
                        <v:f eqn="sum height 0 #0"/>
                        <v:f eqn="sum @4 0 #0"/>
                        <v:f eqn="sum @4 #0 0"/>
                        <v:f eqn="prod #0 2 1"/>
                        <v:f eqn="sum width 0 @9"/>
                        <v:f eqn="prod #0 9598 32768"/>
                        <v:f eqn="sum height 0 @11"/>
                        <v:f eqn="sum @11 #0 0"/>
                        <v:f eqn="sum width 0 @13"/>
                      </v:formulas>
                      <v:path o:extrusionok="f" limo="10800,10800" o:connecttype="custom" o:connectlocs="@3,0;0,@4;@3,@2;@1,@4" textboxrect="@13,@11,@14,@12"/>
                      <v:handles>
                        <v:h position="topLeft,#0" switch="" yrange="0,5400"/>
                      </v:handles>
                    </v:shapetype>
                    <v:shape id="Double Brace 36" o:spid="_x0000_s1026" type="#_x0000_t186" style="position:absolute;margin-left:410.25pt;margin-top:-14.25pt;width:315.95pt;height:181.5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" strokecolor="#4a66ac [3204]" strokeweight="3pt">
                      <v:stroke joinstyle="miter"/>
                    </v:shape>
                  </w:pict>
                </mc:Fallback>
              </mc:AlternateContent>
            </w:r>
            <w:r w:rsidRPr="00E178A8">
              <w:rPr>
                <w:noProof/>
                <w:sz w:val="8"/>
                <w:lang w:eastAsia="en-US"/>
              </w:rPr>
              <mc:AlternateContent>
                <mc:Choice Requires="wps">
                  <w:drawing>
                    <wp:anchor distT="45720" distB="45720" distL="114300" distR="114300" simplePos="0" relativeHeight="251713536" behindDoc="0" locked="0" layoutInCell="1" allowOverlap="1" wp14:anchorId="6BE6E489" wp14:editId="1766014F">
                      <wp:simplePos x="0" y="0"/>
                      <wp:positionH relativeFrom="column">
                        <wp:posOffset>4810125</wp:posOffset>
                      </wp:positionH>
                      <wp:positionV relativeFrom="paragraph">
                        <wp:posOffset>2332355</wp:posOffset>
                      </wp:positionV>
                      <wp:extent cx="2628900" cy="1404620"/>
                      <wp:effectExtent l="95250" t="38100" r="38100" b="104775"/>
                      <wp:wrapNone/>
                      <wp:docPr id="2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2890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>
                                <a:outerShdw blurRad="50800" dist="38100" dir="8100000" algn="tr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txbx>
                              <w:txbxContent>
                                <w:p w14:paraId="50C36DBF" w14:textId="77777777" w:rsidR="007C66A0" w:rsidRDefault="007C66A0" w:rsidP="007C66A0">
                                  <w:pPr>
                                    <w:ind w:left="0" w:right="10"/>
                                    <w:rPr>
                                      <w:rFonts w:ascii="Calibri" w:eastAsia="Times New Roman" w:hAnsi="Calibri" w:cs="Times New Roman"/>
                                      <w:color w:val="FFFFFF" w:themeColor="background1"/>
                                      <w:sz w:val="22"/>
                                      <w:szCs w:val="22"/>
                                      <w:lang w:eastAsia="en-US"/>
                                    </w:rPr>
                                  </w:pPr>
                                  <w:r w:rsidRPr="00943FD4">
                                    <w:rPr>
                                      <w:rFonts w:ascii="Calibri" w:eastAsia="Times New Roman" w:hAnsi="Calibri" w:cs="Times New Roman"/>
                                      <w:color w:val="FFFFFF" w:themeColor="background1"/>
                                      <w:sz w:val="22"/>
                                      <w:szCs w:val="22"/>
                                      <w:lang w:eastAsia="en-US"/>
                                    </w:rPr>
                                    <w:t>Planning Team</w:t>
                                  </w:r>
                                  <w:r>
                                    <w:rPr>
                                      <w:rFonts w:ascii="Calibri" w:eastAsia="Times New Roman" w:hAnsi="Calibri" w:cs="Times New Roman"/>
                                      <w:color w:val="FFFFFF" w:themeColor="background1"/>
                                      <w:sz w:val="22"/>
                                      <w:szCs w:val="22"/>
                                      <w:lang w:eastAsia="en-US"/>
                                    </w:rPr>
                                    <w:t xml:space="preserve">: </w:t>
                                  </w:r>
                                </w:p>
                                <w:p w14:paraId="74562973" w14:textId="77777777" w:rsidR="007C66A0" w:rsidRPr="00943FD4" w:rsidRDefault="007C66A0" w:rsidP="007C66A0">
                                  <w:pPr>
                                    <w:ind w:left="0" w:right="10"/>
                                    <w:rPr>
                                      <w:rFonts w:ascii="Calibri" w:eastAsia="Times New Roman" w:hAnsi="Calibri" w:cs="Times New Roman"/>
                                      <w:color w:val="FFFFFF" w:themeColor="background1"/>
                                      <w:sz w:val="22"/>
                                      <w:szCs w:val="22"/>
                                      <w:lang w:eastAsia="en-US"/>
                                    </w:rPr>
                                  </w:pPr>
                                </w:p>
                                <w:p w14:paraId="1821B863" w14:textId="77777777" w:rsidR="00453F0F" w:rsidRPr="007C66A0" w:rsidRDefault="00453F0F" w:rsidP="00453F0F">
                                  <w:pPr>
                                    <w:ind w:left="0" w:right="10"/>
                                    <w:rPr>
                                      <w:rFonts w:ascii="Calibri" w:eastAsia="Times New Roman" w:hAnsi="Calibri" w:cs="Times New Roman"/>
                                      <w:color w:val="FFFFFF" w:themeColor="background1"/>
                                      <w:sz w:val="18"/>
                                      <w:szCs w:val="22"/>
                                      <w:lang w:eastAsia="en-US"/>
                                    </w:rPr>
                                  </w:pPr>
                                  <w:r w:rsidRPr="007C66A0">
                                    <w:rPr>
                                      <w:rFonts w:ascii="Calibri" w:eastAsia="Times New Roman" w:hAnsi="Calibri" w:cs="Times New Roman"/>
                                      <w:color w:val="FFFFFF" w:themeColor="background1"/>
                                      <w:sz w:val="18"/>
                                      <w:szCs w:val="22"/>
                                      <w:lang w:eastAsia="en-US"/>
                                    </w:rPr>
                                    <w:t>Heather Czech Matthews</w:t>
                                  </w:r>
                                </w:p>
                                <w:p w14:paraId="60AB7A8A" w14:textId="77777777" w:rsidR="00453F0F" w:rsidRPr="007C66A0" w:rsidRDefault="00453F0F" w:rsidP="00453F0F">
                                  <w:pPr>
                                    <w:ind w:left="0" w:right="10"/>
                                    <w:rPr>
                                      <w:rFonts w:ascii="Calibri" w:eastAsia="Times New Roman" w:hAnsi="Calibri" w:cs="Times New Roman"/>
                                      <w:color w:val="FFFFFF" w:themeColor="background1"/>
                                      <w:sz w:val="18"/>
                                      <w:szCs w:val="22"/>
                                      <w:lang w:eastAsia="en-US"/>
                                    </w:rPr>
                                  </w:pPr>
                                  <w:r w:rsidRPr="007C66A0">
                                    <w:rPr>
                                      <w:rFonts w:ascii="Calibri" w:eastAsia="Times New Roman" w:hAnsi="Calibri" w:cs="Times New Roman"/>
                                      <w:color w:val="FFFFFF" w:themeColor="background1"/>
                                      <w:sz w:val="18"/>
                                      <w:szCs w:val="22"/>
                                      <w:lang w:eastAsia="en-US"/>
                                    </w:rPr>
                                    <w:t>Director, Global University Alliances Scale, Enablement and Transformation</w:t>
                                  </w:r>
                                </w:p>
                                <w:p w14:paraId="2D88F266" w14:textId="77777777" w:rsidR="00453F0F" w:rsidRPr="007C66A0" w:rsidRDefault="00453F0F" w:rsidP="00453F0F">
                                  <w:pPr>
                                    <w:ind w:left="0" w:right="10"/>
                                    <w:rPr>
                                      <w:rFonts w:ascii="Calibri" w:eastAsia="Times New Roman" w:hAnsi="Calibri" w:cs="Times New Roman"/>
                                      <w:color w:val="FFFFFF" w:themeColor="background1"/>
                                      <w:sz w:val="18"/>
                                      <w:szCs w:val="22"/>
                                      <w:lang w:eastAsia="en-US"/>
                                    </w:rPr>
                                  </w:pPr>
                                </w:p>
                                <w:p w14:paraId="79C80CF7" w14:textId="77777777" w:rsidR="00453F0F" w:rsidRPr="007C66A0" w:rsidRDefault="00453F0F" w:rsidP="00453F0F">
                                  <w:pPr>
                                    <w:ind w:left="0" w:right="10"/>
                                    <w:rPr>
                                      <w:rFonts w:ascii="Calibri" w:eastAsia="Times New Roman" w:hAnsi="Calibri" w:cs="Times New Roman"/>
                                      <w:color w:val="FFFFFF" w:themeColor="background1"/>
                                      <w:sz w:val="18"/>
                                      <w:szCs w:val="22"/>
                                      <w:lang w:eastAsia="en-US"/>
                                    </w:rPr>
                                  </w:pPr>
                                  <w:r w:rsidRPr="007C66A0">
                                    <w:rPr>
                                      <w:rFonts w:ascii="Calibri" w:eastAsia="Times New Roman" w:hAnsi="Calibri" w:cs="Times New Roman"/>
                                      <w:color w:val="FFFFFF" w:themeColor="background1"/>
                                      <w:sz w:val="18"/>
                                      <w:szCs w:val="22"/>
                                      <w:lang w:eastAsia="en-US"/>
                                    </w:rPr>
                                    <w:t>Dr. Simha Magal</w:t>
                                  </w:r>
                                </w:p>
                                <w:p w14:paraId="0AA65EBD" w14:textId="77777777" w:rsidR="00453F0F" w:rsidRPr="007C66A0" w:rsidRDefault="00453F0F" w:rsidP="00453F0F">
                                  <w:pPr>
                                    <w:ind w:left="0" w:right="10"/>
                                    <w:rPr>
                                      <w:rFonts w:ascii="Calibri" w:eastAsia="Times New Roman" w:hAnsi="Calibri" w:cs="Times New Roman"/>
                                      <w:color w:val="FFFFFF" w:themeColor="background1"/>
                                      <w:sz w:val="18"/>
                                      <w:szCs w:val="22"/>
                                      <w:lang w:eastAsia="en-US"/>
                                    </w:rPr>
                                  </w:pPr>
                                  <w:r w:rsidRPr="007C66A0">
                                    <w:rPr>
                                      <w:rFonts w:ascii="Calibri" w:eastAsia="Times New Roman" w:hAnsi="Calibri" w:cs="Times New Roman"/>
                                      <w:color w:val="FFFFFF" w:themeColor="background1"/>
                                      <w:sz w:val="18"/>
                                      <w:szCs w:val="22"/>
                                      <w:lang w:eastAsia="en-US"/>
                                    </w:rPr>
                                    <w:t xml:space="preserve">Director of the Seidman ERP Program, Professor of Management </w:t>
                                  </w:r>
                                </w:p>
                                <w:p w14:paraId="2B8D27A4" w14:textId="77777777" w:rsidR="00453F0F" w:rsidRPr="007C66A0" w:rsidRDefault="00453F0F" w:rsidP="00453F0F">
                                  <w:pPr>
                                    <w:ind w:left="0" w:right="10"/>
                                    <w:rPr>
                                      <w:rFonts w:ascii="Calibri" w:eastAsia="Times New Roman" w:hAnsi="Calibri" w:cs="Times New Roman"/>
                                      <w:color w:val="FFFFFF" w:themeColor="background1"/>
                                      <w:sz w:val="18"/>
                                      <w:szCs w:val="22"/>
                                      <w:lang w:eastAsia="en-US"/>
                                    </w:rPr>
                                  </w:pPr>
                                </w:p>
                                <w:p w14:paraId="61369425" w14:textId="77777777" w:rsidR="00453F0F" w:rsidRDefault="00453F0F" w:rsidP="00453F0F">
                                  <w:pPr>
                                    <w:ind w:left="0" w:right="10"/>
                                    <w:rPr>
                                      <w:rFonts w:ascii="Calibri" w:eastAsia="Times New Roman" w:hAnsi="Calibri" w:cs="Times New Roman"/>
                                      <w:color w:val="FFFFFF" w:themeColor="background1"/>
                                      <w:sz w:val="18"/>
                                      <w:szCs w:val="22"/>
                                      <w:lang w:eastAsia="en-US"/>
                                    </w:rPr>
                                  </w:pPr>
                                  <w:r w:rsidRPr="00DA0990">
                                    <w:rPr>
                                      <w:rFonts w:ascii="Calibri" w:eastAsia="Times New Roman" w:hAnsi="Calibri" w:cs="Times New Roman"/>
                                      <w:color w:val="FFFFFF" w:themeColor="background1"/>
                                      <w:sz w:val="18"/>
                                      <w:szCs w:val="22"/>
                                      <w:lang w:eastAsia="en-US"/>
                                    </w:rPr>
                                    <w:t>Paul VandeVusse</w:t>
                                  </w:r>
                                  <w:r w:rsidRPr="00DA0990">
                                    <w:rPr>
                                      <w:rFonts w:ascii="Calibri" w:eastAsia="Times New Roman" w:hAnsi="Calibri" w:cs="Times New Roman"/>
                                      <w:color w:val="FFFFFF" w:themeColor="background1"/>
                                      <w:sz w:val="18"/>
                                      <w:szCs w:val="22"/>
                                      <w:lang w:eastAsia="en-US"/>
                                    </w:rPr>
                                    <w:br/>
                                  </w:r>
                                  <w:r>
                                    <w:rPr>
                                      <w:rFonts w:ascii="Calibri" w:eastAsia="Times New Roman" w:hAnsi="Calibri" w:cs="Times New Roman"/>
                                      <w:color w:val="FFFFFF" w:themeColor="background1"/>
                                      <w:sz w:val="18"/>
                                      <w:szCs w:val="22"/>
                                      <w:lang w:eastAsia="en-US"/>
                                    </w:rPr>
                                    <w:t>Steelcase</w:t>
                                  </w:r>
                                  <w:r>
                                    <w:rPr>
                                      <w:rFonts w:ascii="Calibri" w:eastAsia="Times New Roman" w:hAnsi="Calibri" w:cs="Times New Roman"/>
                                      <w:color w:val="FFFFFF" w:themeColor="background1"/>
                                      <w:sz w:val="18"/>
                                      <w:szCs w:val="22"/>
                                      <w:lang w:eastAsia="en-US"/>
                                    </w:rPr>
                                    <w:br/>
                                    <w:t xml:space="preserve">Vice President, </w:t>
                                  </w:r>
                                  <w:r w:rsidRPr="00DA0990">
                                    <w:rPr>
                                      <w:rFonts w:ascii="Calibri" w:eastAsia="Times New Roman" w:hAnsi="Calibri" w:cs="Times New Roman"/>
                                      <w:color w:val="FFFFFF" w:themeColor="background1"/>
                                      <w:sz w:val="18"/>
                                      <w:szCs w:val="22"/>
                                      <w:lang w:eastAsia="en-US"/>
                                    </w:rPr>
                                    <w:t>Customer Order Fulfill Technologies</w:t>
                                  </w:r>
                                </w:p>
                                <w:p w14:paraId="05DE39EB" w14:textId="77777777" w:rsidR="00453F0F" w:rsidRPr="007C66A0" w:rsidRDefault="00453F0F" w:rsidP="00453F0F">
                                  <w:pPr>
                                    <w:ind w:left="0" w:right="10"/>
                                    <w:rPr>
                                      <w:rFonts w:ascii="Calibri" w:eastAsia="Times New Roman" w:hAnsi="Calibri" w:cs="Times New Roman"/>
                                      <w:color w:val="FFFFFF" w:themeColor="background1"/>
                                      <w:sz w:val="18"/>
                                      <w:szCs w:val="22"/>
                                      <w:lang w:eastAsia="en-US"/>
                                    </w:rPr>
                                  </w:pPr>
                                </w:p>
                                <w:p w14:paraId="3960A41E" w14:textId="77777777" w:rsidR="00453F0F" w:rsidRPr="007C66A0" w:rsidRDefault="00453F0F" w:rsidP="00453F0F">
                                  <w:pPr>
                                    <w:ind w:left="0" w:right="10"/>
                                    <w:rPr>
                                      <w:rFonts w:ascii="Calibri" w:eastAsia="Times New Roman" w:hAnsi="Calibri" w:cs="Times New Roman"/>
                                      <w:color w:val="FFFFFF" w:themeColor="background1"/>
                                      <w:sz w:val="18"/>
                                      <w:szCs w:val="22"/>
                                      <w:lang w:eastAsia="en-US"/>
                                    </w:rPr>
                                  </w:pPr>
                                  <w:r w:rsidRPr="007C66A0">
                                    <w:rPr>
                                      <w:rFonts w:ascii="Calibri" w:eastAsia="Times New Roman" w:hAnsi="Calibri" w:cs="Times New Roman"/>
                                      <w:color w:val="FFFFFF" w:themeColor="background1"/>
                                      <w:sz w:val="18"/>
                                      <w:szCs w:val="22"/>
                                      <w:lang w:eastAsia="en-US"/>
                                    </w:rPr>
                                    <w:t xml:space="preserve">Meagan Knoll </w:t>
                                  </w:r>
                                </w:p>
                                <w:p w14:paraId="4B84F222" w14:textId="77777777" w:rsidR="00453F0F" w:rsidRPr="007C66A0" w:rsidRDefault="00453F0F" w:rsidP="00453F0F">
                                  <w:pPr>
                                    <w:ind w:left="0" w:right="10"/>
                                    <w:rPr>
                                      <w:rFonts w:ascii="Calibri" w:eastAsia="Times New Roman" w:hAnsi="Calibri" w:cs="Times New Roman"/>
                                      <w:color w:val="FFFFFF" w:themeColor="background1"/>
                                      <w:sz w:val="18"/>
                                      <w:szCs w:val="22"/>
                                      <w:lang w:eastAsia="en-US"/>
                                    </w:rPr>
                                  </w:pPr>
                                  <w:r w:rsidRPr="007C66A0">
                                    <w:rPr>
                                      <w:rFonts w:ascii="Calibri" w:eastAsia="Times New Roman" w:hAnsi="Calibri" w:cs="Times New Roman"/>
                                      <w:color w:val="FFFFFF" w:themeColor="background1"/>
                                      <w:sz w:val="18"/>
                                      <w:szCs w:val="22"/>
                                      <w:lang w:eastAsia="en-US"/>
                                    </w:rPr>
                                    <w:t xml:space="preserve">Affiliate Faculty of Management </w:t>
                                  </w:r>
                                </w:p>
                                <w:p w14:paraId="4649D705" w14:textId="77777777" w:rsidR="00453F0F" w:rsidRPr="007C66A0" w:rsidRDefault="00453F0F" w:rsidP="00453F0F">
                                  <w:pPr>
                                    <w:ind w:left="0" w:right="10"/>
                                    <w:rPr>
                                      <w:rFonts w:ascii="Calibri" w:eastAsia="Times New Roman" w:hAnsi="Calibri" w:cs="Times New Roman"/>
                                      <w:color w:val="FFFFFF" w:themeColor="background1"/>
                                      <w:sz w:val="18"/>
                                      <w:szCs w:val="22"/>
                                      <w:lang w:eastAsia="en-US"/>
                                    </w:rPr>
                                  </w:pPr>
                                </w:p>
                                <w:p w14:paraId="19CABE66" w14:textId="77777777" w:rsidR="00453F0F" w:rsidRPr="00453F0F" w:rsidRDefault="00453F0F" w:rsidP="00453F0F">
                                  <w:pPr>
                                    <w:ind w:left="0" w:right="10"/>
                                    <w:rPr>
                                      <w:rFonts w:ascii="Calibri" w:eastAsia="Times New Roman" w:hAnsi="Calibri" w:cs="Times New Roman"/>
                                      <w:color w:val="FFFFFF" w:themeColor="background1"/>
                                      <w:sz w:val="18"/>
                                      <w:szCs w:val="22"/>
                                      <w:lang w:eastAsia="en-US"/>
                                    </w:rPr>
                                  </w:pPr>
                                  <w:r w:rsidRPr="00453F0F">
                                    <w:rPr>
                                      <w:rFonts w:ascii="Calibri" w:eastAsia="Times New Roman" w:hAnsi="Calibri" w:cs="Times New Roman"/>
                                      <w:color w:val="FFFFFF" w:themeColor="background1"/>
                                      <w:sz w:val="18"/>
                                      <w:szCs w:val="22"/>
                                      <w:lang w:eastAsia="en-US"/>
                                    </w:rPr>
                                    <w:t>Amy J. Pierce</w:t>
                                  </w:r>
                                </w:p>
                                <w:p w14:paraId="11F711E5" w14:textId="77777777" w:rsidR="00453F0F" w:rsidRPr="00453F0F" w:rsidRDefault="00453F0F" w:rsidP="00453F0F">
                                  <w:pPr>
                                    <w:ind w:left="0" w:right="10"/>
                                    <w:rPr>
                                      <w:rFonts w:ascii="Calibri" w:eastAsia="Times New Roman" w:hAnsi="Calibri" w:cs="Times New Roman"/>
                                      <w:color w:val="FFFFFF" w:themeColor="background1"/>
                                      <w:sz w:val="18"/>
                                      <w:szCs w:val="22"/>
                                      <w:lang w:eastAsia="en-US"/>
                                    </w:rPr>
                                  </w:pPr>
                                  <w:r w:rsidRPr="00453F0F">
                                    <w:rPr>
                                      <w:rFonts w:ascii="Calibri" w:eastAsia="Times New Roman" w:hAnsi="Calibri" w:cs="Times New Roman"/>
                                      <w:color w:val="FFFFFF" w:themeColor="background1"/>
                                      <w:sz w:val="18"/>
                                      <w:szCs w:val="22"/>
                                      <w:lang w:eastAsia="en-US"/>
                                    </w:rPr>
                                    <w:t>Kent Intermediate School District</w:t>
                                  </w:r>
                                </w:p>
                                <w:p w14:paraId="6DE7A512" w14:textId="277EBD3E" w:rsidR="00E178A8" w:rsidRPr="00453F0F" w:rsidRDefault="00453F0F" w:rsidP="00E178A8">
                                  <w:pPr>
                                    <w:ind w:left="0" w:right="10"/>
                                    <w:rPr>
                                      <w:rFonts w:ascii="Calibri" w:eastAsia="Times New Roman" w:hAnsi="Calibri" w:cs="Times New Roman"/>
                                      <w:color w:val="FFFFFF" w:themeColor="background1"/>
                                      <w:sz w:val="18"/>
                                      <w:szCs w:val="22"/>
                                      <w:lang w:eastAsia="en-US"/>
                                    </w:rPr>
                                  </w:pPr>
                                  <w:r w:rsidRPr="00453F0F">
                                    <w:rPr>
                                      <w:rFonts w:ascii="Calibri" w:eastAsia="Times New Roman" w:hAnsi="Calibri" w:cs="Times New Roman"/>
                                      <w:color w:val="FFFFFF" w:themeColor="background1"/>
                                      <w:sz w:val="18"/>
                                      <w:szCs w:val="22"/>
                                      <w:lang w:eastAsia="en-US"/>
                                    </w:rPr>
                                    <w:t xml:space="preserve">Career Exploration Coordinator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6BE6E48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378.75pt;margin-top:183.65pt;width:207pt;height:110.6pt;z-index:2517135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" fillcolor="#374c80 [2404]" stroked="f">
                      <v:shadow on="t" color="black" opacity="26214f" origin=".5,-.5" offset="-.74836mm,.74836mm"/>
                      <v:textbox style="mso-fit-shape-to-text:t">
                        <w:txbxContent>
                          <w:p w14:paraId="50C36DBF" w14:textId="77777777" w:rsidR="007C66A0" w:rsidRDefault="007C66A0" w:rsidP="007C66A0">
                            <w:pPr>
                              <w:ind w:left="0" w:right="10"/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943FD4"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22"/>
                                <w:szCs w:val="22"/>
                                <w:lang w:eastAsia="en-US"/>
                              </w:rPr>
                              <w:t>Planning Team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22"/>
                                <w:szCs w:val="22"/>
                                <w:lang w:eastAsia="en-US"/>
                              </w:rPr>
                              <w:t xml:space="preserve">: </w:t>
                            </w:r>
                          </w:p>
                          <w:p w14:paraId="74562973" w14:textId="77777777" w:rsidR="007C66A0" w:rsidRPr="00943FD4" w:rsidRDefault="007C66A0" w:rsidP="007C66A0">
                            <w:pPr>
                              <w:ind w:left="0" w:right="10"/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22"/>
                                <w:szCs w:val="22"/>
                                <w:lang w:eastAsia="en-US"/>
                              </w:rPr>
                            </w:pPr>
                          </w:p>
                          <w:p w14:paraId="1821B863" w14:textId="77777777" w:rsidR="00453F0F" w:rsidRPr="007C66A0" w:rsidRDefault="00453F0F" w:rsidP="00453F0F">
                            <w:pPr>
                              <w:ind w:left="0" w:right="10"/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18"/>
                                <w:szCs w:val="22"/>
                                <w:lang w:eastAsia="en-US"/>
                              </w:rPr>
                            </w:pPr>
                            <w:r w:rsidRPr="007C66A0"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18"/>
                                <w:szCs w:val="22"/>
                                <w:lang w:eastAsia="en-US"/>
                              </w:rPr>
                              <w:t>Heather Czech Matthews</w:t>
                            </w:r>
                          </w:p>
                          <w:p w14:paraId="60AB7A8A" w14:textId="77777777" w:rsidR="00453F0F" w:rsidRPr="007C66A0" w:rsidRDefault="00453F0F" w:rsidP="00453F0F">
                            <w:pPr>
                              <w:ind w:left="0" w:right="10"/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18"/>
                                <w:szCs w:val="22"/>
                                <w:lang w:eastAsia="en-US"/>
                              </w:rPr>
                            </w:pPr>
                            <w:r w:rsidRPr="007C66A0"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18"/>
                                <w:szCs w:val="22"/>
                                <w:lang w:eastAsia="en-US"/>
                              </w:rPr>
                              <w:t>Director, Global University Alliances Scale, Enablement and Transformation</w:t>
                            </w:r>
                          </w:p>
                          <w:p w14:paraId="2D88F266" w14:textId="77777777" w:rsidR="00453F0F" w:rsidRPr="007C66A0" w:rsidRDefault="00453F0F" w:rsidP="00453F0F">
                            <w:pPr>
                              <w:ind w:left="0" w:right="10"/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18"/>
                                <w:szCs w:val="22"/>
                                <w:lang w:eastAsia="en-US"/>
                              </w:rPr>
                            </w:pPr>
                          </w:p>
                          <w:p w14:paraId="79C80CF7" w14:textId="77777777" w:rsidR="00453F0F" w:rsidRPr="007C66A0" w:rsidRDefault="00453F0F" w:rsidP="00453F0F">
                            <w:pPr>
                              <w:ind w:left="0" w:right="10"/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18"/>
                                <w:szCs w:val="22"/>
                                <w:lang w:eastAsia="en-US"/>
                              </w:rPr>
                            </w:pPr>
                            <w:r w:rsidRPr="007C66A0"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18"/>
                                <w:szCs w:val="22"/>
                                <w:lang w:eastAsia="en-US"/>
                              </w:rPr>
                              <w:t>Dr. Simha Magal</w:t>
                            </w:r>
                          </w:p>
                          <w:p w14:paraId="0AA65EBD" w14:textId="77777777" w:rsidR="00453F0F" w:rsidRPr="007C66A0" w:rsidRDefault="00453F0F" w:rsidP="00453F0F">
                            <w:pPr>
                              <w:ind w:left="0" w:right="10"/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18"/>
                                <w:szCs w:val="22"/>
                                <w:lang w:eastAsia="en-US"/>
                              </w:rPr>
                            </w:pPr>
                            <w:r w:rsidRPr="007C66A0"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18"/>
                                <w:szCs w:val="22"/>
                                <w:lang w:eastAsia="en-US"/>
                              </w:rPr>
                              <w:t xml:space="preserve">Director of the Seidman ERP Program, Professor of Management </w:t>
                            </w:r>
                          </w:p>
                          <w:p w14:paraId="2B8D27A4" w14:textId="77777777" w:rsidR="00453F0F" w:rsidRPr="007C66A0" w:rsidRDefault="00453F0F" w:rsidP="00453F0F">
                            <w:pPr>
                              <w:ind w:left="0" w:right="10"/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18"/>
                                <w:szCs w:val="22"/>
                                <w:lang w:eastAsia="en-US"/>
                              </w:rPr>
                            </w:pPr>
                          </w:p>
                          <w:p w14:paraId="61369425" w14:textId="77777777" w:rsidR="00453F0F" w:rsidRDefault="00453F0F" w:rsidP="00453F0F">
                            <w:pPr>
                              <w:ind w:left="0" w:right="10"/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18"/>
                                <w:szCs w:val="22"/>
                                <w:lang w:eastAsia="en-US"/>
                              </w:rPr>
                            </w:pPr>
                            <w:r w:rsidRPr="00DA0990"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18"/>
                                <w:szCs w:val="22"/>
                                <w:lang w:eastAsia="en-US"/>
                              </w:rPr>
                              <w:t>Paul VandeVusse</w:t>
                            </w:r>
                            <w:r w:rsidRPr="00DA0990"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18"/>
                                <w:szCs w:val="22"/>
                                <w:lang w:eastAsia="en-US"/>
                              </w:rPr>
                              <w:br/>
                            </w:r>
                            <w:r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18"/>
                                <w:szCs w:val="22"/>
                                <w:lang w:eastAsia="en-US"/>
                              </w:rPr>
                              <w:t>Steelcase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18"/>
                                <w:szCs w:val="22"/>
                                <w:lang w:eastAsia="en-US"/>
                              </w:rPr>
                              <w:br/>
                              <w:t xml:space="preserve">Vice President, </w:t>
                            </w:r>
                            <w:r w:rsidRPr="00DA0990"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18"/>
                                <w:szCs w:val="22"/>
                                <w:lang w:eastAsia="en-US"/>
                              </w:rPr>
                              <w:t>Customer Order Fulfill Technologies</w:t>
                            </w:r>
                          </w:p>
                          <w:p w14:paraId="05DE39EB" w14:textId="77777777" w:rsidR="00453F0F" w:rsidRPr="007C66A0" w:rsidRDefault="00453F0F" w:rsidP="00453F0F">
                            <w:pPr>
                              <w:ind w:left="0" w:right="10"/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18"/>
                                <w:szCs w:val="22"/>
                                <w:lang w:eastAsia="en-US"/>
                              </w:rPr>
                            </w:pPr>
                          </w:p>
                          <w:p w14:paraId="3960A41E" w14:textId="77777777" w:rsidR="00453F0F" w:rsidRPr="007C66A0" w:rsidRDefault="00453F0F" w:rsidP="00453F0F">
                            <w:pPr>
                              <w:ind w:left="0" w:right="10"/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18"/>
                                <w:szCs w:val="22"/>
                                <w:lang w:eastAsia="en-US"/>
                              </w:rPr>
                            </w:pPr>
                            <w:r w:rsidRPr="007C66A0"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18"/>
                                <w:szCs w:val="22"/>
                                <w:lang w:eastAsia="en-US"/>
                              </w:rPr>
                              <w:t xml:space="preserve">Meagan Knoll </w:t>
                            </w:r>
                          </w:p>
                          <w:p w14:paraId="4B84F222" w14:textId="77777777" w:rsidR="00453F0F" w:rsidRPr="007C66A0" w:rsidRDefault="00453F0F" w:rsidP="00453F0F">
                            <w:pPr>
                              <w:ind w:left="0" w:right="10"/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18"/>
                                <w:szCs w:val="22"/>
                                <w:lang w:eastAsia="en-US"/>
                              </w:rPr>
                            </w:pPr>
                            <w:r w:rsidRPr="007C66A0"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18"/>
                                <w:szCs w:val="22"/>
                                <w:lang w:eastAsia="en-US"/>
                              </w:rPr>
                              <w:t xml:space="preserve">Affiliate Faculty of Management </w:t>
                            </w:r>
                          </w:p>
                          <w:p w14:paraId="4649D705" w14:textId="77777777" w:rsidR="00453F0F" w:rsidRPr="007C66A0" w:rsidRDefault="00453F0F" w:rsidP="00453F0F">
                            <w:pPr>
                              <w:ind w:left="0" w:right="10"/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18"/>
                                <w:szCs w:val="22"/>
                                <w:lang w:eastAsia="en-US"/>
                              </w:rPr>
                            </w:pPr>
                          </w:p>
                          <w:p w14:paraId="19CABE66" w14:textId="77777777" w:rsidR="00453F0F" w:rsidRPr="00453F0F" w:rsidRDefault="00453F0F" w:rsidP="00453F0F">
                            <w:pPr>
                              <w:ind w:left="0" w:right="10"/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18"/>
                                <w:szCs w:val="22"/>
                                <w:lang w:eastAsia="en-US"/>
                              </w:rPr>
                            </w:pPr>
                            <w:r w:rsidRPr="00453F0F"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18"/>
                                <w:szCs w:val="22"/>
                                <w:lang w:eastAsia="en-US"/>
                              </w:rPr>
                              <w:t>Amy J. Pierce</w:t>
                            </w:r>
                          </w:p>
                          <w:p w14:paraId="11F711E5" w14:textId="77777777" w:rsidR="00453F0F" w:rsidRPr="00453F0F" w:rsidRDefault="00453F0F" w:rsidP="00453F0F">
                            <w:pPr>
                              <w:ind w:left="0" w:right="10"/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18"/>
                                <w:szCs w:val="22"/>
                                <w:lang w:eastAsia="en-US"/>
                              </w:rPr>
                            </w:pPr>
                            <w:r w:rsidRPr="00453F0F"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18"/>
                                <w:szCs w:val="22"/>
                                <w:lang w:eastAsia="en-US"/>
                              </w:rPr>
                              <w:t>Kent Intermediate School District</w:t>
                            </w:r>
                          </w:p>
                          <w:p w14:paraId="6DE7A512" w14:textId="277EBD3E" w:rsidR="00E178A8" w:rsidRPr="00453F0F" w:rsidRDefault="00453F0F" w:rsidP="00E178A8">
                            <w:pPr>
                              <w:ind w:left="0" w:right="10"/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18"/>
                                <w:szCs w:val="22"/>
                                <w:lang w:eastAsia="en-US"/>
                              </w:rPr>
                            </w:pPr>
                            <w:r w:rsidRPr="00453F0F"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18"/>
                                <w:szCs w:val="22"/>
                                <w:lang w:eastAsia="en-US"/>
                              </w:rPr>
                              <w:t xml:space="preserve">Career Exploration Coordinator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178A8">
              <w:rPr>
                <w:noProof/>
                <w:sz w:val="8"/>
                <w:lang w:eastAsia="en-US"/>
              </w:rPr>
              <mc:AlternateContent>
                <mc:Choice Requires="wps">
                  <w:drawing>
                    <wp:anchor distT="45720" distB="45720" distL="114300" distR="114300" simplePos="0" relativeHeight="251711488" behindDoc="0" locked="0" layoutInCell="1" allowOverlap="1" wp14:anchorId="6D592D24" wp14:editId="21DF6506">
                      <wp:simplePos x="0" y="0"/>
                      <wp:positionH relativeFrom="column">
                        <wp:posOffset>5043170</wp:posOffset>
                      </wp:positionH>
                      <wp:positionV relativeFrom="paragraph">
                        <wp:posOffset>-168275</wp:posOffset>
                      </wp:positionV>
                      <wp:extent cx="3693795" cy="2442845"/>
                      <wp:effectExtent l="0" t="0" r="0" b="0"/>
                      <wp:wrapNone/>
                      <wp:docPr id="2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93795" cy="24428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5CF3D6F" w14:textId="542E5F23" w:rsidR="00E178A8" w:rsidRPr="00943FD4" w:rsidRDefault="003639D7" w:rsidP="00E178A8">
                                  <w:pPr>
                                    <w:spacing w:before="60"/>
                                    <w:ind w:left="1350" w:right="0"/>
                                    <w:rPr>
                                      <w:rFonts w:ascii="Times New Roman" w:eastAsia="Times New Roman" w:hAnsi="Times New Roman" w:cs="Times New Roman"/>
                                      <w:color w:val="FFFFFF" w:themeColor="background1"/>
                                      <w:sz w:val="22"/>
                                      <w:szCs w:val="22"/>
                                      <w:lang w:eastAsia="en-US"/>
                                    </w:rPr>
                                  </w:pPr>
                                  <w:r>
                                    <w:rPr>
                                      <w:rFonts w:ascii="Calibri" w:eastAsia="Times New Roman" w:hAnsi="Calibri" w:cs="Times New Roman"/>
                                      <w:color w:val="FFFFFF" w:themeColor="background1"/>
                                      <w:sz w:val="22"/>
                                      <w:szCs w:val="22"/>
                                      <w:lang w:eastAsia="en-US"/>
                                    </w:rPr>
                                    <w:t>8:0</w:t>
                                  </w:r>
                                  <w:r w:rsidR="00E178A8" w:rsidRPr="00943FD4">
                                    <w:rPr>
                                      <w:rFonts w:ascii="Calibri" w:eastAsia="Times New Roman" w:hAnsi="Calibri" w:cs="Times New Roman"/>
                                      <w:color w:val="FFFFFF" w:themeColor="background1"/>
                                      <w:sz w:val="22"/>
                                      <w:szCs w:val="22"/>
                                      <w:lang w:eastAsia="en-US"/>
                                    </w:rPr>
                                    <w:t>0   Registration in the Trading Room</w:t>
                                  </w:r>
                                </w:p>
                                <w:p w14:paraId="7A7477AE" w14:textId="57883478" w:rsidR="00E178A8" w:rsidRPr="00943FD4" w:rsidRDefault="003639D7" w:rsidP="00E178A8">
                                  <w:pPr>
                                    <w:spacing w:before="60"/>
                                    <w:ind w:left="1350" w:right="0"/>
                                    <w:rPr>
                                      <w:rFonts w:ascii="Times New Roman" w:eastAsia="Times New Roman" w:hAnsi="Times New Roman" w:cs="Times New Roman"/>
                                      <w:color w:val="FFFFFF" w:themeColor="background1"/>
                                      <w:sz w:val="22"/>
                                      <w:szCs w:val="22"/>
                                      <w:lang w:eastAsia="en-US"/>
                                    </w:rPr>
                                  </w:pPr>
                                  <w:r>
                                    <w:rPr>
                                      <w:rFonts w:ascii="Calibri" w:eastAsia="Times New Roman" w:hAnsi="Calibri" w:cs="Times New Roman"/>
                                      <w:color w:val="FFFFFF" w:themeColor="background1"/>
                                      <w:sz w:val="22"/>
                                      <w:szCs w:val="22"/>
                                      <w:lang w:eastAsia="en-US"/>
                                    </w:rPr>
                                    <w:t>8:1</w:t>
                                  </w:r>
                                  <w:r w:rsidR="00E178A8" w:rsidRPr="00943FD4">
                                    <w:rPr>
                                      <w:rFonts w:ascii="Calibri" w:eastAsia="Times New Roman" w:hAnsi="Calibri" w:cs="Times New Roman"/>
                                      <w:color w:val="FFFFFF" w:themeColor="background1"/>
                                      <w:sz w:val="22"/>
                                      <w:szCs w:val="22"/>
                                      <w:lang w:eastAsia="en-US"/>
                                    </w:rPr>
                                    <w:t>5   Welcome</w:t>
                                  </w:r>
                                </w:p>
                                <w:p w14:paraId="61203C6E" w14:textId="7B7E3C26" w:rsidR="00E178A8" w:rsidRPr="00943FD4" w:rsidRDefault="003639D7" w:rsidP="00E178A8">
                                  <w:pPr>
                                    <w:spacing w:before="60"/>
                                    <w:ind w:left="1350" w:right="0"/>
                                    <w:rPr>
                                      <w:rFonts w:ascii="Times New Roman" w:eastAsia="Times New Roman" w:hAnsi="Times New Roman" w:cs="Times New Roman"/>
                                      <w:color w:val="FFFFFF" w:themeColor="background1"/>
                                      <w:sz w:val="22"/>
                                      <w:szCs w:val="22"/>
                                      <w:lang w:eastAsia="en-US"/>
                                    </w:rPr>
                                  </w:pPr>
                                  <w:r>
                                    <w:rPr>
                                      <w:rFonts w:ascii="Calibri" w:eastAsia="Times New Roman" w:hAnsi="Calibri" w:cs="Times New Roman"/>
                                      <w:color w:val="FFFFFF" w:themeColor="background1"/>
                                      <w:sz w:val="22"/>
                                      <w:szCs w:val="22"/>
                                      <w:lang w:eastAsia="en-US"/>
                                    </w:rPr>
                                    <w:t>8:3</w:t>
                                  </w:r>
                                  <w:r w:rsidR="00E178A8" w:rsidRPr="00943FD4">
                                    <w:rPr>
                                      <w:rFonts w:ascii="Calibri" w:eastAsia="Times New Roman" w:hAnsi="Calibri" w:cs="Times New Roman"/>
                                      <w:color w:val="FFFFFF" w:themeColor="background1"/>
                                      <w:sz w:val="22"/>
                                      <w:szCs w:val="22"/>
                                      <w:lang w:eastAsia="en-US"/>
                                    </w:rPr>
                                    <w:t>0    Introduction to the ERPsim Game</w:t>
                                  </w:r>
                                </w:p>
                                <w:p w14:paraId="2CBB294B" w14:textId="77777777" w:rsidR="00E178A8" w:rsidRPr="00943FD4" w:rsidRDefault="00E178A8" w:rsidP="00E178A8">
                                  <w:pPr>
                                    <w:spacing w:before="60"/>
                                    <w:ind w:left="1350" w:right="0"/>
                                    <w:rPr>
                                      <w:rFonts w:ascii="Times New Roman" w:eastAsia="Times New Roman" w:hAnsi="Times New Roman" w:cs="Times New Roman"/>
                                      <w:color w:val="FFFFFF" w:themeColor="background1"/>
                                      <w:sz w:val="22"/>
                                      <w:szCs w:val="22"/>
                                      <w:lang w:eastAsia="en-US"/>
                                    </w:rPr>
                                  </w:pPr>
                                  <w:r w:rsidRPr="00943FD4">
                                    <w:rPr>
                                      <w:rFonts w:ascii="Calibri" w:eastAsia="Times New Roman" w:hAnsi="Calibri" w:cs="Times New Roman"/>
                                      <w:color w:val="FFFFFF" w:themeColor="background1"/>
                                      <w:sz w:val="22"/>
                                      <w:szCs w:val="22"/>
                                      <w:lang w:eastAsia="en-US"/>
                                    </w:rPr>
                                    <w:t>9:45    Team Strategy Meeting</w:t>
                                  </w:r>
                                </w:p>
                                <w:p w14:paraId="232BFA37" w14:textId="77777777" w:rsidR="00E178A8" w:rsidRPr="00943FD4" w:rsidRDefault="00E178A8" w:rsidP="00E178A8">
                                  <w:pPr>
                                    <w:spacing w:before="60"/>
                                    <w:ind w:left="1350" w:right="0"/>
                                    <w:rPr>
                                      <w:rFonts w:ascii="Calibri" w:eastAsia="Times New Roman" w:hAnsi="Calibri" w:cs="Times New Roman"/>
                                      <w:color w:val="FFFFFF" w:themeColor="background1"/>
                                      <w:sz w:val="22"/>
                                      <w:szCs w:val="22"/>
                                      <w:lang w:eastAsia="en-US"/>
                                    </w:rPr>
                                  </w:pPr>
                                  <w:r w:rsidRPr="00943FD4">
                                    <w:rPr>
                                      <w:rFonts w:ascii="Calibri" w:eastAsia="Times New Roman" w:hAnsi="Calibri" w:cs="Times New Roman"/>
                                      <w:color w:val="FFFFFF" w:themeColor="background1"/>
                                      <w:sz w:val="22"/>
                                      <w:szCs w:val="22"/>
                                      <w:lang w:eastAsia="en-US"/>
                                    </w:rPr>
                                    <w:t xml:space="preserve">10:15  Simulation Round 1 </w:t>
                                  </w:r>
                                </w:p>
                                <w:p w14:paraId="692ACCE5" w14:textId="77777777" w:rsidR="00E178A8" w:rsidRPr="00943FD4" w:rsidRDefault="00E178A8" w:rsidP="00E178A8">
                                  <w:pPr>
                                    <w:spacing w:before="60"/>
                                    <w:ind w:left="1350" w:right="0"/>
                                    <w:rPr>
                                      <w:rFonts w:ascii="Times New Roman" w:eastAsia="Times New Roman" w:hAnsi="Times New Roman" w:cs="Times New Roman"/>
                                      <w:color w:val="FFFFFF" w:themeColor="background1"/>
                                      <w:sz w:val="22"/>
                                      <w:szCs w:val="22"/>
                                      <w:lang w:eastAsia="en-US"/>
                                    </w:rPr>
                                  </w:pPr>
                                  <w:r w:rsidRPr="00943FD4">
                                    <w:rPr>
                                      <w:rFonts w:ascii="Calibri" w:eastAsia="Times New Roman" w:hAnsi="Calibri" w:cs="Times New Roman"/>
                                      <w:color w:val="FFFFFF" w:themeColor="background1"/>
                                      <w:sz w:val="22"/>
                                      <w:szCs w:val="22"/>
                                      <w:lang w:eastAsia="en-US"/>
                                    </w:rPr>
                                    <w:t xml:space="preserve">11:00  Debriefing Round 1 </w:t>
                                  </w:r>
                                </w:p>
                                <w:p w14:paraId="2A0360E2" w14:textId="77777777" w:rsidR="00E178A8" w:rsidRPr="00943FD4" w:rsidRDefault="00E178A8" w:rsidP="00E178A8">
                                  <w:pPr>
                                    <w:spacing w:before="60"/>
                                    <w:ind w:left="1350" w:right="0"/>
                                    <w:rPr>
                                      <w:rFonts w:ascii="Times New Roman" w:eastAsia="Times New Roman" w:hAnsi="Times New Roman" w:cs="Times New Roman"/>
                                      <w:color w:val="FFFFFF" w:themeColor="background1"/>
                                      <w:sz w:val="22"/>
                                      <w:szCs w:val="22"/>
                                      <w:lang w:eastAsia="en-US"/>
                                    </w:rPr>
                                  </w:pPr>
                                  <w:r w:rsidRPr="00943FD4">
                                    <w:rPr>
                                      <w:rFonts w:ascii="Calibri" w:eastAsia="Times New Roman" w:hAnsi="Calibri" w:cs="Times New Roman"/>
                                      <w:color w:val="FFFFFF" w:themeColor="background1"/>
                                      <w:sz w:val="22"/>
                                      <w:szCs w:val="22"/>
                                      <w:lang w:eastAsia="en-US"/>
                                    </w:rPr>
                                    <w:t>11:15  Simulation Round 2</w:t>
                                  </w:r>
                                </w:p>
                                <w:p w14:paraId="5EA882F6" w14:textId="77777777" w:rsidR="00E178A8" w:rsidRPr="00943FD4" w:rsidRDefault="00E178A8" w:rsidP="00E178A8">
                                  <w:pPr>
                                    <w:spacing w:before="60"/>
                                    <w:ind w:left="1350" w:right="0"/>
                                    <w:rPr>
                                      <w:rFonts w:ascii="Times New Roman" w:eastAsia="Times New Roman" w:hAnsi="Times New Roman" w:cs="Times New Roman"/>
                                      <w:color w:val="FFFFFF" w:themeColor="background1"/>
                                      <w:sz w:val="22"/>
                                      <w:szCs w:val="22"/>
                                      <w:lang w:eastAsia="en-US"/>
                                    </w:rPr>
                                  </w:pPr>
                                  <w:r w:rsidRPr="00943FD4">
                                    <w:rPr>
                                      <w:rFonts w:ascii="Calibri" w:eastAsia="Times New Roman" w:hAnsi="Calibri" w:cs="Times New Roman"/>
                                      <w:color w:val="FFFFFF" w:themeColor="background1"/>
                                      <w:sz w:val="22"/>
                                      <w:szCs w:val="22"/>
                                      <w:lang w:eastAsia="en-US"/>
                                    </w:rPr>
                                    <w:t>12:00  Debriefing Round 2 &amp; Lunch</w:t>
                                  </w:r>
                                </w:p>
                                <w:p w14:paraId="01B4EE70" w14:textId="77777777" w:rsidR="00E178A8" w:rsidRPr="00943FD4" w:rsidRDefault="00E178A8" w:rsidP="00E178A8">
                                  <w:pPr>
                                    <w:spacing w:before="60"/>
                                    <w:ind w:left="1350" w:right="0"/>
                                    <w:rPr>
                                      <w:rFonts w:ascii="Times New Roman" w:eastAsia="Times New Roman" w:hAnsi="Times New Roman" w:cs="Times New Roman"/>
                                      <w:color w:val="FFFFFF" w:themeColor="background1"/>
                                      <w:sz w:val="22"/>
                                      <w:szCs w:val="22"/>
                                      <w:lang w:eastAsia="en-US"/>
                                    </w:rPr>
                                  </w:pPr>
                                  <w:r w:rsidRPr="00943FD4">
                                    <w:rPr>
                                      <w:rFonts w:ascii="Calibri" w:eastAsia="Times New Roman" w:hAnsi="Calibri" w:cs="Times New Roman"/>
                                      <w:color w:val="FFFFFF" w:themeColor="background1"/>
                                      <w:sz w:val="22"/>
                                      <w:szCs w:val="22"/>
                                      <w:lang w:eastAsia="en-US"/>
                                    </w:rPr>
                                    <w:t>12:30  Simulation Round 3</w:t>
                                  </w:r>
                                </w:p>
                                <w:p w14:paraId="152BF4B7" w14:textId="77777777" w:rsidR="00E178A8" w:rsidRPr="00943FD4" w:rsidRDefault="00E178A8" w:rsidP="00E178A8">
                                  <w:pPr>
                                    <w:spacing w:before="60"/>
                                    <w:ind w:left="1350" w:right="0"/>
                                    <w:rPr>
                                      <w:rFonts w:ascii="Calibri" w:eastAsia="Times New Roman" w:hAnsi="Calibri" w:cs="Times New Roman"/>
                                      <w:color w:val="FFFFFF" w:themeColor="background1"/>
                                      <w:sz w:val="22"/>
                                      <w:szCs w:val="22"/>
                                      <w:lang w:eastAsia="en-US"/>
                                    </w:rPr>
                                  </w:pPr>
                                  <w:r w:rsidRPr="00943FD4">
                                    <w:rPr>
                                      <w:rFonts w:ascii="Calibri" w:eastAsia="Times New Roman" w:hAnsi="Calibri" w:cs="Times New Roman"/>
                                      <w:color w:val="FFFFFF" w:themeColor="background1"/>
                                      <w:sz w:val="22"/>
                                      <w:szCs w:val="22"/>
                                      <w:lang w:eastAsia="en-US"/>
                                    </w:rPr>
                                    <w:t xml:space="preserve">1:15    Winners Announced &amp; Closing </w:t>
                                  </w:r>
                                </w:p>
                                <w:p w14:paraId="5257C289" w14:textId="15485819" w:rsidR="00E178A8" w:rsidRPr="00943FD4" w:rsidRDefault="000A6C8C" w:rsidP="00E178A8">
                                  <w:pPr>
                                    <w:spacing w:before="60"/>
                                    <w:ind w:left="1350" w:right="0"/>
                                    <w:rPr>
                                      <w:rFonts w:ascii="Times New Roman" w:eastAsia="Times New Roman" w:hAnsi="Times New Roman" w:cs="Times New Roman"/>
                                      <w:color w:val="FFFFFF" w:themeColor="background1"/>
                                      <w:sz w:val="22"/>
                                      <w:szCs w:val="22"/>
                                      <w:lang w:eastAsia="en-US"/>
                                    </w:rPr>
                                  </w:pPr>
                                  <w:r>
                                    <w:rPr>
                                      <w:rFonts w:ascii="Calibri" w:eastAsia="Times New Roman" w:hAnsi="Calibri" w:cs="Times New Roman"/>
                                      <w:color w:val="FFFFFF" w:themeColor="background1"/>
                                      <w:sz w:val="22"/>
                                      <w:szCs w:val="22"/>
                                      <w:lang w:eastAsia="en-US"/>
                                    </w:rPr>
                                    <w:t>1:30</w:t>
                                  </w:r>
                                  <w:r w:rsidR="00E178A8" w:rsidRPr="00943FD4">
                                    <w:rPr>
                                      <w:rFonts w:ascii="Calibri" w:eastAsia="Times New Roman" w:hAnsi="Calibri" w:cs="Times New Roman"/>
                                      <w:color w:val="FFFFFF" w:themeColor="background1"/>
                                      <w:sz w:val="22"/>
                                      <w:szCs w:val="22"/>
                                      <w:lang w:eastAsia="en-US"/>
                                    </w:rPr>
                                    <w:t xml:space="preserve">    Event Completed</w:t>
                                  </w:r>
                                </w:p>
                                <w:p w14:paraId="0BCED924" w14:textId="77777777" w:rsidR="00E178A8" w:rsidRDefault="00E178A8" w:rsidP="00E178A8">
                                  <w:pPr>
                                    <w:pStyle w:val="BalloonText"/>
                                    <w:ind w:left="90" w:right="270"/>
                                    <w:jc w:val="center"/>
                                    <w:rPr>
                                      <w:sz w:val="40"/>
                                      <w:szCs w:val="52"/>
                                    </w:rPr>
                                  </w:pPr>
                                </w:p>
                                <w:p w14:paraId="196CE59D" w14:textId="77777777" w:rsidR="00E178A8" w:rsidRDefault="00E178A8" w:rsidP="00E178A8">
                                  <w:pPr>
                                    <w:pStyle w:val="BalloonText"/>
                                    <w:ind w:left="90" w:right="270"/>
                                    <w:rPr>
                                      <w:sz w:val="40"/>
                                      <w:szCs w:val="52"/>
                                    </w:rPr>
                                  </w:pPr>
                                </w:p>
                                <w:p w14:paraId="01B17FF8" w14:textId="77777777" w:rsidR="00E178A8" w:rsidRDefault="00E178A8" w:rsidP="00E178A8">
                                  <w:pPr>
                                    <w:pStyle w:val="BalloonText"/>
                                    <w:ind w:left="90" w:right="270"/>
                                    <w:rPr>
                                      <w:sz w:val="40"/>
                                      <w:szCs w:val="52"/>
                                    </w:rPr>
                                  </w:pPr>
                                </w:p>
                                <w:p w14:paraId="11870EF5" w14:textId="77777777" w:rsidR="00E178A8" w:rsidRDefault="00E178A8" w:rsidP="00E178A8">
                                  <w:pPr>
                                    <w:pStyle w:val="BalloonText"/>
                                    <w:ind w:left="90" w:right="270"/>
                                    <w:jc w:val="center"/>
                                    <w:rPr>
                                      <w:sz w:val="2"/>
                                      <w:szCs w:val="52"/>
                                    </w:rPr>
                                  </w:pPr>
                                </w:p>
                                <w:p w14:paraId="055599E3" w14:textId="77777777" w:rsidR="00E178A8" w:rsidRDefault="00E178A8" w:rsidP="00E178A8">
                                  <w:pPr>
                                    <w:pStyle w:val="BalloonText"/>
                                    <w:ind w:left="90" w:right="270"/>
                                    <w:jc w:val="center"/>
                                    <w:rPr>
                                      <w:sz w:val="2"/>
                                      <w:szCs w:val="52"/>
                                    </w:rPr>
                                  </w:pPr>
                                </w:p>
                                <w:p w14:paraId="3FFD4B84" w14:textId="77777777" w:rsidR="00E178A8" w:rsidRDefault="00E178A8" w:rsidP="00E178A8">
                                  <w:pPr>
                                    <w:ind w:left="90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D592D2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7" type="#_x0000_t202" style="position:absolute;left:0;text-align:left;margin-left:397.1pt;margin-top:-13.25pt;width:290.85pt;height:192.35pt;z-index:2517114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" filled="f" stroked="f">
                      <v:textbox>
                        <w:txbxContent>
                          <w:p w14:paraId="05CF3D6F" w14:textId="542E5F23" w:rsidR="00E178A8" w:rsidRPr="00943FD4" w:rsidRDefault="003639D7" w:rsidP="00E178A8">
                            <w:pPr>
                              <w:spacing w:before="60"/>
                              <w:ind w:left="1350" w:right="0"/>
                              <w:rPr>
                                <w:rFonts w:ascii="Times New Roman" w:eastAsia="Times New Roman" w:hAnsi="Times New Roman" w:cs="Times New Roman"/>
                                <w:color w:val="FFFFFF" w:themeColor="background1"/>
                                <w:sz w:val="22"/>
                                <w:szCs w:val="22"/>
                                <w:lang w:eastAsia="en-US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22"/>
                                <w:szCs w:val="22"/>
                                <w:lang w:eastAsia="en-US"/>
                              </w:rPr>
                              <w:t>8:0</w:t>
                            </w:r>
                            <w:r w:rsidR="00E178A8" w:rsidRPr="00943FD4"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22"/>
                                <w:szCs w:val="22"/>
                                <w:lang w:eastAsia="en-US"/>
                              </w:rPr>
                              <w:t>0   Registration in the Trading Room</w:t>
                            </w:r>
                          </w:p>
                          <w:p w14:paraId="7A7477AE" w14:textId="57883478" w:rsidR="00E178A8" w:rsidRPr="00943FD4" w:rsidRDefault="003639D7" w:rsidP="00E178A8">
                            <w:pPr>
                              <w:spacing w:before="60"/>
                              <w:ind w:left="1350" w:right="0"/>
                              <w:rPr>
                                <w:rFonts w:ascii="Times New Roman" w:eastAsia="Times New Roman" w:hAnsi="Times New Roman" w:cs="Times New Roman"/>
                                <w:color w:val="FFFFFF" w:themeColor="background1"/>
                                <w:sz w:val="22"/>
                                <w:szCs w:val="22"/>
                                <w:lang w:eastAsia="en-US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22"/>
                                <w:szCs w:val="22"/>
                                <w:lang w:eastAsia="en-US"/>
                              </w:rPr>
                              <w:t>8:1</w:t>
                            </w:r>
                            <w:r w:rsidR="00E178A8" w:rsidRPr="00943FD4"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22"/>
                                <w:szCs w:val="22"/>
                                <w:lang w:eastAsia="en-US"/>
                              </w:rPr>
                              <w:t>5   Welcome</w:t>
                            </w:r>
                          </w:p>
                          <w:p w14:paraId="61203C6E" w14:textId="7B7E3C26" w:rsidR="00E178A8" w:rsidRPr="00943FD4" w:rsidRDefault="003639D7" w:rsidP="00E178A8">
                            <w:pPr>
                              <w:spacing w:before="60"/>
                              <w:ind w:left="1350" w:right="0"/>
                              <w:rPr>
                                <w:rFonts w:ascii="Times New Roman" w:eastAsia="Times New Roman" w:hAnsi="Times New Roman" w:cs="Times New Roman"/>
                                <w:color w:val="FFFFFF" w:themeColor="background1"/>
                                <w:sz w:val="22"/>
                                <w:szCs w:val="22"/>
                                <w:lang w:eastAsia="en-US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22"/>
                                <w:szCs w:val="22"/>
                                <w:lang w:eastAsia="en-US"/>
                              </w:rPr>
                              <w:t>8:3</w:t>
                            </w:r>
                            <w:r w:rsidR="00E178A8" w:rsidRPr="00943FD4"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22"/>
                                <w:szCs w:val="22"/>
                                <w:lang w:eastAsia="en-US"/>
                              </w:rPr>
                              <w:t>0    Introduction to the ERPsim Game</w:t>
                            </w:r>
                          </w:p>
                          <w:p w14:paraId="2CBB294B" w14:textId="77777777" w:rsidR="00E178A8" w:rsidRPr="00943FD4" w:rsidRDefault="00E178A8" w:rsidP="00E178A8">
                            <w:pPr>
                              <w:spacing w:before="60"/>
                              <w:ind w:left="1350" w:right="0"/>
                              <w:rPr>
                                <w:rFonts w:ascii="Times New Roman" w:eastAsia="Times New Roman" w:hAnsi="Times New Roman" w:cs="Times New Roman"/>
                                <w:color w:val="FFFFFF" w:themeColor="background1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943FD4"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22"/>
                                <w:szCs w:val="22"/>
                                <w:lang w:eastAsia="en-US"/>
                              </w:rPr>
                              <w:t>9:45    Team Strategy Meeting</w:t>
                            </w:r>
                          </w:p>
                          <w:p w14:paraId="232BFA37" w14:textId="77777777" w:rsidR="00E178A8" w:rsidRPr="00943FD4" w:rsidRDefault="00E178A8" w:rsidP="00E178A8">
                            <w:pPr>
                              <w:spacing w:before="60"/>
                              <w:ind w:left="1350" w:right="0"/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943FD4"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22"/>
                                <w:szCs w:val="22"/>
                                <w:lang w:eastAsia="en-US"/>
                              </w:rPr>
                              <w:t xml:space="preserve">10:15  Simulation Round 1 </w:t>
                            </w:r>
                          </w:p>
                          <w:p w14:paraId="692ACCE5" w14:textId="77777777" w:rsidR="00E178A8" w:rsidRPr="00943FD4" w:rsidRDefault="00E178A8" w:rsidP="00E178A8">
                            <w:pPr>
                              <w:spacing w:before="60"/>
                              <w:ind w:left="1350" w:right="0"/>
                              <w:rPr>
                                <w:rFonts w:ascii="Times New Roman" w:eastAsia="Times New Roman" w:hAnsi="Times New Roman" w:cs="Times New Roman"/>
                                <w:color w:val="FFFFFF" w:themeColor="background1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943FD4"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22"/>
                                <w:szCs w:val="22"/>
                                <w:lang w:eastAsia="en-US"/>
                              </w:rPr>
                              <w:t xml:space="preserve">11:00  Debriefing Round 1 </w:t>
                            </w:r>
                          </w:p>
                          <w:p w14:paraId="2A0360E2" w14:textId="77777777" w:rsidR="00E178A8" w:rsidRPr="00943FD4" w:rsidRDefault="00E178A8" w:rsidP="00E178A8">
                            <w:pPr>
                              <w:spacing w:before="60"/>
                              <w:ind w:left="1350" w:right="0"/>
                              <w:rPr>
                                <w:rFonts w:ascii="Times New Roman" w:eastAsia="Times New Roman" w:hAnsi="Times New Roman" w:cs="Times New Roman"/>
                                <w:color w:val="FFFFFF" w:themeColor="background1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943FD4"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22"/>
                                <w:szCs w:val="22"/>
                                <w:lang w:eastAsia="en-US"/>
                              </w:rPr>
                              <w:t>11:15  Simulation Round 2</w:t>
                            </w:r>
                          </w:p>
                          <w:p w14:paraId="5EA882F6" w14:textId="77777777" w:rsidR="00E178A8" w:rsidRPr="00943FD4" w:rsidRDefault="00E178A8" w:rsidP="00E178A8">
                            <w:pPr>
                              <w:spacing w:before="60"/>
                              <w:ind w:left="1350" w:right="0"/>
                              <w:rPr>
                                <w:rFonts w:ascii="Times New Roman" w:eastAsia="Times New Roman" w:hAnsi="Times New Roman" w:cs="Times New Roman"/>
                                <w:color w:val="FFFFFF" w:themeColor="background1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943FD4"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22"/>
                                <w:szCs w:val="22"/>
                                <w:lang w:eastAsia="en-US"/>
                              </w:rPr>
                              <w:t>12:00  Debriefing Round 2 &amp; Lunch</w:t>
                            </w:r>
                          </w:p>
                          <w:p w14:paraId="01B4EE70" w14:textId="77777777" w:rsidR="00E178A8" w:rsidRPr="00943FD4" w:rsidRDefault="00E178A8" w:rsidP="00E178A8">
                            <w:pPr>
                              <w:spacing w:before="60"/>
                              <w:ind w:left="1350" w:right="0"/>
                              <w:rPr>
                                <w:rFonts w:ascii="Times New Roman" w:eastAsia="Times New Roman" w:hAnsi="Times New Roman" w:cs="Times New Roman"/>
                                <w:color w:val="FFFFFF" w:themeColor="background1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943FD4"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22"/>
                                <w:szCs w:val="22"/>
                                <w:lang w:eastAsia="en-US"/>
                              </w:rPr>
                              <w:t>12:30  Simulation Round 3</w:t>
                            </w:r>
                          </w:p>
                          <w:p w14:paraId="152BF4B7" w14:textId="77777777" w:rsidR="00E178A8" w:rsidRPr="00943FD4" w:rsidRDefault="00E178A8" w:rsidP="00E178A8">
                            <w:pPr>
                              <w:spacing w:before="60"/>
                              <w:ind w:left="1350" w:right="0"/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943FD4"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22"/>
                                <w:szCs w:val="22"/>
                                <w:lang w:eastAsia="en-US"/>
                              </w:rPr>
                              <w:t xml:space="preserve">1:15    Winners Announced &amp; Closing </w:t>
                            </w:r>
                          </w:p>
                          <w:p w14:paraId="5257C289" w14:textId="15485819" w:rsidR="00E178A8" w:rsidRPr="00943FD4" w:rsidRDefault="000A6C8C" w:rsidP="00E178A8">
                            <w:pPr>
                              <w:spacing w:before="60"/>
                              <w:ind w:left="1350" w:right="0"/>
                              <w:rPr>
                                <w:rFonts w:ascii="Times New Roman" w:eastAsia="Times New Roman" w:hAnsi="Times New Roman" w:cs="Times New Roman"/>
                                <w:color w:val="FFFFFF" w:themeColor="background1"/>
                                <w:sz w:val="22"/>
                                <w:szCs w:val="22"/>
                                <w:lang w:eastAsia="en-US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22"/>
                                <w:szCs w:val="22"/>
                                <w:lang w:eastAsia="en-US"/>
                              </w:rPr>
                              <w:t>1:30</w:t>
                            </w:r>
                            <w:r w:rsidR="00E178A8" w:rsidRPr="00943FD4"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22"/>
                                <w:szCs w:val="22"/>
                                <w:lang w:eastAsia="en-US"/>
                              </w:rPr>
                              <w:t xml:space="preserve">    Event Completed</w:t>
                            </w:r>
                          </w:p>
                          <w:p w14:paraId="0BCED924" w14:textId="77777777" w:rsidR="00E178A8" w:rsidRDefault="00E178A8" w:rsidP="00E178A8">
                            <w:pPr>
                              <w:pStyle w:val="BalloonText"/>
                              <w:ind w:left="90" w:right="270"/>
                              <w:jc w:val="center"/>
                              <w:rPr>
                                <w:sz w:val="40"/>
                                <w:szCs w:val="52"/>
                              </w:rPr>
                            </w:pPr>
                          </w:p>
                          <w:p w14:paraId="196CE59D" w14:textId="77777777" w:rsidR="00E178A8" w:rsidRDefault="00E178A8" w:rsidP="00E178A8">
                            <w:pPr>
                              <w:pStyle w:val="BalloonText"/>
                              <w:ind w:left="90" w:right="270"/>
                              <w:rPr>
                                <w:sz w:val="40"/>
                                <w:szCs w:val="52"/>
                              </w:rPr>
                            </w:pPr>
                          </w:p>
                          <w:p w14:paraId="01B17FF8" w14:textId="77777777" w:rsidR="00E178A8" w:rsidRDefault="00E178A8" w:rsidP="00E178A8">
                            <w:pPr>
                              <w:pStyle w:val="BalloonText"/>
                              <w:ind w:left="90" w:right="270"/>
                              <w:rPr>
                                <w:sz w:val="40"/>
                                <w:szCs w:val="52"/>
                              </w:rPr>
                            </w:pPr>
                          </w:p>
                          <w:p w14:paraId="11870EF5" w14:textId="77777777" w:rsidR="00E178A8" w:rsidRDefault="00E178A8" w:rsidP="00E178A8">
                            <w:pPr>
                              <w:pStyle w:val="BalloonText"/>
                              <w:ind w:left="90" w:right="270"/>
                              <w:jc w:val="center"/>
                              <w:rPr>
                                <w:sz w:val="2"/>
                                <w:szCs w:val="52"/>
                              </w:rPr>
                            </w:pPr>
                          </w:p>
                          <w:p w14:paraId="055599E3" w14:textId="77777777" w:rsidR="00E178A8" w:rsidRDefault="00E178A8" w:rsidP="00E178A8">
                            <w:pPr>
                              <w:pStyle w:val="BalloonText"/>
                              <w:ind w:left="90" w:right="270"/>
                              <w:jc w:val="center"/>
                              <w:rPr>
                                <w:sz w:val="2"/>
                                <w:szCs w:val="52"/>
                              </w:rPr>
                            </w:pPr>
                          </w:p>
                          <w:p w14:paraId="3FFD4B84" w14:textId="77777777" w:rsidR="00E178A8" w:rsidRDefault="00E178A8" w:rsidP="00E178A8">
                            <w:pPr>
                              <w:ind w:left="90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9764C" w:rsidRPr="00A413C1">
              <w:rPr>
                <w:noProof/>
                <w:sz w:val="7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6AC0AB0E" wp14:editId="7C6C9213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-170180</wp:posOffset>
                      </wp:positionV>
                      <wp:extent cx="4012565" cy="2305685"/>
                      <wp:effectExtent l="152400" t="19050" r="45085" b="18415"/>
                      <wp:wrapNone/>
                      <wp:docPr id="31" name="Double Brac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12565" cy="2305685"/>
                              </a:xfrm>
                              <a:prstGeom prst="bracePair">
                                <a:avLst/>
                              </a:prstGeom>
                              <a:ln w="381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3233CD" id="Double Brace 31" o:spid="_x0000_s1026" type="#_x0000_t186" style="position:absolute;margin-left:3.8pt;margin-top:-13.4pt;width:315.95pt;height:181.5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" strokecolor="#4a66ac [3204]" strokeweight="3pt">
                      <v:stroke joinstyle="miter"/>
                    </v:shape>
                  </w:pict>
                </mc:Fallback>
              </mc:AlternateContent>
            </w:r>
            <w:r w:rsidR="002454A6">
              <w:rPr>
                <w:noProof/>
                <w:sz w:val="7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7F2D6BFE" wp14:editId="2B962C35">
                      <wp:simplePos x="0" y="0"/>
                      <wp:positionH relativeFrom="column">
                        <wp:posOffset>4448175</wp:posOffset>
                      </wp:positionH>
                      <wp:positionV relativeFrom="paragraph">
                        <wp:posOffset>-1275715</wp:posOffset>
                      </wp:positionV>
                      <wp:extent cx="247650" cy="7743825"/>
                      <wp:effectExtent l="0" t="0" r="19050" b="28575"/>
                      <wp:wrapNone/>
                      <wp:docPr id="23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77438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23841CCF" id="Rectangle 23" o:spid="_x0000_s1026" style="position:absolute;margin-left:350.25pt;margin-top:-100.45pt;width:19.5pt;height:609.75pt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" fillcolor="white [3212]" strokecolor="white [3212]" strokeweight="1pt"/>
                  </w:pict>
                </mc:Fallback>
              </mc:AlternateContent>
            </w:r>
            <w:r w:rsidR="00943FD4"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927DF50" wp14:editId="3B2AC9DE">
                      <wp:simplePos x="0" y="0"/>
                      <wp:positionH relativeFrom="column">
                        <wp:posOffset>-400050</wp:posOffset>
                      </wp:positionH>
                      <wp:positionV relativeFrom="paragraph">
                        <wp:posOffset>-290809</wp:posOffset>
                      </wp:positionV>
                      <wp:extent cx="10048240" cy="2562766"/>
                      <wp:effectExtent l="0" t="0" r="0" b="9525"/>
                      <wp:wrapNone/>
                      <wp:docPr id="24" name="Rectangl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48240" cy="2562766"/>
                              </a:xfrm>
                              <a:prstGeom prst="rect">
                                <a:avLst/>
                              </a:prstGeom>
                              <a:solidFill>
                                <a:srgbClr val="629DD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96D519" id="Rectangle 24" o:spid="_x0000_s1026" style="position:absolute;margin-left:-31.5pt;margin-top:-22.9pt;width:791.2pt;height:201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" fillcolor="#629dd1" stroked="f" strokeweight="1pt"/>
                  </w:pict>
                </mc:Fallback>
              </mc:AlternateContent>
            </w:r>
            <w:r w:rsidR="00810DCA" w:rsidRPr="00EC728B">
              <w:rPr>
                <w:noProof/>
                <w:sz w:val="72"/>
              </w:rPr>
              <w:t xml:space="preserve"> </w:t>
            </w:r>
            <w:r w:rsidR="00EC728B" w:rsidRPr="00151552">
              <w:rPr>
                <w:sz w:val="8"/>
              </w:rPr>
              <w:t xml:space="preserve"> </w:t>
            </w:r>
          </w:p>
          <w:p w14:paraId="456BF6E0" w14:textId="7EB06CA5" w:rsidR="00790730" w:rsidRPr="00151552" w:rsidRDefault="00790730" w:rsidP="00031C08">
            <w:pPr>
              <w:rPr>
                <w:sz w:val="2"/>
              </w:rPr>
            </w:pPr>
          </w:p>
          <w:p w14:paraId="1F3614A8" w14:textId="2C8DA195" w:rsidR="00C0344C" w:rsidRPr="0031463A" w:rsidRDefault="00C0344C" w:rsidP="00C0344C">
            <w:pPr>
              <w:ind w:left="270" w:right="270"/>
              <w:jc w:val="both"/>
              <w:rPr>
                <w:rFonts w:ascii="Calibri" w:eastAsia="Times New Roman" w:hAnsi="Calibri" w:cs="Times New Roman"/>
                <w:color w:val="FFFFFF" w:themeColor="background1"/>
                <w:sz w:val="10"/>
                <w:szCs w:val="24"/>
                <w:lang w:eastAsia="en-US"/>
              </w:rPr>
            </w:pPr>
          </w:p>
          <w:p w14:paraId="714B21AC" w14:textId="289E734F" w:rsidR="00D92210" w:rsidRPr="0031463A" w:rsidRDefault="00D92210" w:rsidP="00031C08">
            <w:pPr>
              <w:ind w:left="270" w:right="270"/>
              <w:jc w:val="both"/>
              <w:rPr>
                <w:rFonts w:ascii="Calibri" w:eastAsia="Times New Roman" w:hAnsi="Calibri" w:cs="Times New Roman"/>
                <w:color w:val="FFFFFF" w:themeColor="background1"/>
                <w:szCs w:val="24"/>
                <w:lang w:eastAsia="en-US"/>
              </w:rPr>
            </w:pPr>
          </w:p>
          <w:p w14:paraId="6DE9ADB3" w14:textId="4FE76F04" w:rsidR="0031463A" w:rsidRPr="0031463A" w:rsidRDefault="0031463A" w:rsidP="0031463A">
            <w:pPr>
              <w:rPr>
                <w:sz w:val="8"/>
                <w:lang w:eastAsia="en-US"/>
              </w:rPr>
            </w:pPr>
          </w:p>
          <w:p w14:paraId="517913E6" w14:textId="7CB31396" w:rsidR="00C0344C" w:rsidRPr="00031C08" w:rsidRDefault="00C0344C" w:rsidP="00C0344C">
            <w:pPr>
              <w:ind w:left="270" w:right="270"/>
              <w:jc w:val="both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en-US"/>
              </w:rPr>
            </w:pPr>
          </w:p>
          <w:p w14:paraId="2CFD4A4E" w14:textId="20D59820" w:rsidR="00031C08" w:rsidRPr="00031C08" w:rsidRDefault="00031C08" w:rsidP="00031C08"/>
          <w:p w14:paraId="0C184D75" w14:textId="33DB6181" w:rsidR="00790730" w:rsidRDefault="003639D7" w:rsidP="00031C08">
            <w:pPr>
              <w:pStyle w:val="Age"/>
            </w:pPr>
            <w:r w:rsidRPr="00E178A8">
              <w:rPr>
                <w:noProof/>
                <w:sz w:val="8"/>
                <w:lang w:eastAsia="en-US"/>
              </w:rPr>
              <mc:AlternateContent>
                <mc:Choice Requires="wps">
                  <w:drawing>
                    <wp:anchor distT="45720" distB="45720" distL="114300" distR="114300" simplePos="0" relativeHeight="251715584" behindDoc="0" locked="0" layoutInCell="1" allowOverlap="1" wp14:anchorId="4C566AC1" wp14:editId="3236ABD3">
                      <wp:simplePos x="0" y="0"/>
                      <wp:positionH relativeFrom="column">
                        <wp:posOffset>7486650</wp:posOffset>
                      </wp:positionH>
                      <wp:positionV relativeFrom="paragraph">
                        <wp:posOffset>1427480</wp:posOffset>
                      </wp:positionV>
                      <wp:extent cx="1990725" cy="2943225"/>
                      <wp:effectExtent l="38100" t="38100" r="104775" b="104775"/>
                      <wp:wrapNone/>
                      <wp:docPr id="2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90725" cy="29432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txbx>
                              <w:txbxContent>
                                <w:p w14:paraId="69044294" w14:textId="77777777" w:rsidR="00E178A8" w:rsidRDefault="00E178A8" w:rsidP="00E178A8">
                                  <w:pPr>
                                    <w:ind w:left="0" w:right="10"/>
                                    <w:rPr>
                                      <w:rFonts w:ascii="Calibri" w:eastAsia="Times New Roman" w:hAnsi="Calibri" w:cs="Times New Roman"/>
                                      <w:color w:val="FFFFFF" w:themeColor="background1"/>
                                      <w:sz w:val="22"/>
                                      <w:szCs w:val="22"/>
                                      <w:lang w:eastAsia="en-US"/>
                                    </w:rPr>
                                  </w:pPr>
                                  <w:r>
                                    <w:rPr>
                                      <w:rFonts w:ascii="Calibri" w:eastAsia="Times New Roman" w:hAnsi="Calibri" w:cs="Times New Roman"/>
                                      <w:color w:val="FFFFFF" w:themeColor="background1"/>
                                      <w:sz w:val="22"/>
                                      <w:szCs w:val="22"/>
                                      <w:lang w:eastAsia="en-US"/>
                                    </w:rPr>
                                    <w:t>Participating Schools:</w:t>
                                  </w:r>
                                </w:p>
                                <w:p w14:paraId="637B268B" w14:textId="77777777" w:rsidR="00E178A8" w:rsidRPr="00943FD4" w:rsidRDefault="00E178A8" w:rsidP="00E178A8">
                                  <w:pPr>
                                    <w:ind w:left="0" w:right="10"/>
                                    <w:rPr>
                                      <w:rFonts w:ascii="Calibri" w:eastAsia="Times New Roman" w:hAnsi="Calibri" w:cs="Times New Roman"/>
                                      <w:color w:val="FFFFFF" w:themeColor="background1"/>
                                      <w:sz w:val="22"/>
                                      <w:szCs w:val="22"/>
                                      <w:lang w:eastAsia="en-US"/>
                                    </w:rPr>
                                  </w:pPr>
                                </w:p>
                                <w:p w14:paraId="504CBFF7" w14:textId="77777777" w:rsidR="003639D7" w:rsidRDefault="003639D7" w:rsidP="003639D7">
                                  <w:pPr>
                                    <w:ind w:left="0" w:right="10"/>
                                    <w:rPr>
                                      <w:rFonts w:ascii="Calibri" w:eastAsia="Times New Roman" w:hAnsi="Calibri" w:cs="Times New Roman"/>
                                      <w:color w:val="FFFFFF" w:themeColor="background1"/>
                                      <w:sz w:val="22"/>
                                      <w:szCs w:val="22"/>
                                      <w:lang w:eastAsia="en-US"/>
                                    </w:rPr>
                                  </w:pPr>
                                  <w:r w:rsidRPr="003639D7">
                                    <w:rPr>
                                      <w:rFonts w:ascii="Calibri" w:eastAsia="Times New Roman" w:hAnsi="Calibri" w:cs="Times New Roman"/>
                                      <w:color w:val="FFFFFF" w:themeColor="background1"/>
                                      <w:sz w:val="22"/>
                                      <w:szCs w:val="22"/>
                                      <w:lang w:eastAsia="en-US"/>
                                    </w:rPr>
                                    <w:t>Kenowa Hills High School</w:t>
                                  </w:r>
                                  <w:r>
                                    <w:rPr>
                                      <w:rFonts w:ascii="Calibri" w:eastAsia="Times New Roman" w:hAnsi="Calibri" w:cs="Times New Roman"/>
                                      <w:color w:val="FFFFFF" w:themeColor="background1"/>
                                      <w:sz w:val="22"/>
                                      <w:szCs w:val="22"/>
                                      <w:lang w:eastAsia="en-US"/>
                                    </w:rPr>
                                    <w:br/>
                                  </w:r>
                                  <w:r>
                                    <w:rPr>
                                      <w:rFonts w:ascii="Calibri" w:eastAsia="Times New Roman" w:hAnsi="Calibri" w:cs="Times New Roman"/>
                                      <w:color w:val="FFFFFF" w:themeColor="background1"/>
                                      <w:sz w:val="22"/>
                                      <w:szCs w:val="22"/>
                                      <w:lang w:eastAsia="en-US"/>
                                    </w:rPr>
                                    <w:br/>
                                  </w:r>
                                  <w:r w:rsidRPr="003639D7">
                                    <w:rPr>
                                      <w:rFonts w:ascii="Calibri" w:eastAsia="Times New Roman" w:hAnsi="Calibri" w:cs="Times New Roman"/>
                                      <w:color w:val="FFFFFF" w:themeColor="background1"/>
                                      <w:sz w:val="22"/>
                                      <w:szCs w:val="22"/>
                                      <w:lang w:eastAsia="en-US"/>
                                    </w:rPr>
                                    <w:t>West Michigan Academy of Environmental Science</w:t>
                                  </w:r>
                                </w:p>
                                <w:p w14:paraId="2B6D3E06" w14:textId="77777777" w:rsidR="003639D7" w:rsidRDefault="003639D7" w:rsidP="003639D7">
                                  <w:pPr>
                                    <w:ind w:left="0" w:right="10"/>
                                    <w:rPr>
                                      <w:rFonts w:ascii="Calibri" w:eastAsia="Times New Roman" w:hAnsi="Calibri" w:cs="Times New Roman"/>
                                      <w:color w:val="FFFFFF" w:themeColor="background1"/>
                                      <w:sz w:val="22"/>
                                      <w:szCs w:val="22"/>
                                      <w:lang w:eastAsia="en-US"/>
                                    </w:rPr>
                                  </w:pPr>
                                </w:p>
                                <w:p w14:paraId="18F1371C" w14:textId="77777777" w:rsidR="003639D7" w:rsidRDefault="003639D7" w:rsidP="003639D7">
                                  <w:pPr>
                                    <w:ind w:left="0" w:right="10"/>
                                    <w:rPr>
                                      <w:rFonts w:ascii="Calibri" w:eastAsia="Times New Roman" w:hAnsi="Calibri" w:cs="Times New Roman"/>
                                      <w:color w:val="FFFFFF" w:themeColor="background1"/>
                                      <w:sz w:val="22"/>
                                      <w:szCs w:val="22"/>
                                      <w:lang w:eastAsia="en-US"/>
                                    </w:rPr>
                                  </w:pPr>
                                  <w:r w:rsidRPr="003639D7">
                                    <w:rPr>
                                      <w:rFonts w:ascii="Calibri" w:eastAsia="Times New Roman" w:hAnsi="Calibri" w:cs="Times New Roman"/>
                                      <w:color w:val="FFFFFF" w:themeColor="background1"/>
                                      <w:sz w:val="22"/>
                                      <w:szCs w:val="22"/>
                                      <w:lang w:eastAsia="en-US"/>
                                    </w:rPr>
                                    <w:t>East Kentwood High School</w:t>
                                  </w:r>
                                </w:p>
                                <w:p w14:paraId="1475705B" w14:textId="0F3A72A4" w:rsidR="00E178A8" w:rsidRPr="00943FD4" w:rsidRDefault="00E178A8" w:rsidP="003639D7">
                                  <w:pPr>
                                    <w:ind w:left="0" w:right="10"/>
                                    <w:rPr>
                                      <w:rFonts w:ascii="Calibri" w:eastAsia="Times New Roman" w:hAnsi="Calibri" w:cs="Times New Roman"/>
                                      <w:color w:val="FFFFFF" w:themeColor="background1"/>
                                      <w:sz w:val="22"/>
                                      <w:szCs w:val="22"/>
                                      <w:lang w:eastAsia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566AC1" id="_x0000_s1028" type="#_x0000_t202" style="position:absolute;left:0;text-align:left;margin-left:589.5pt;margin-top:112.4pt;width:156.75pt;height:231.75pt;z-index:251715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" fillcolor="#374c80 [2404]" stroked="f">
                      <v:shadow on="t" color="black" opacity="26214f" origin="-.5,-.5" offset=".74836mm,.74836mm"/>
                      <v:textbox>
                        <w:txbxContent>
                          <w:p w14:paraId="69044294" w14:textId="77777777" w:rsidR="00E178A8" w:rsidRDefault="00E178A8" w:rsidP="00E178A8">
                            <w:pPr>
                              <w:ind w:left="0" w:right="10"/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22"/>
                                <w:szCs w:val="22"/>
                                <w:lang w:eastAsia="en-US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22"/>
                                <w:szCs w:val="22"/>
                                <w:lang w:eastAsia="en-US"/>
                              </w:rPr>
                              <w:t>Participating Schools:</w:t>
                            </w:r>
                          </w:p>
                          <w:p w14:paraId="637B268B" w14:textId="77777777" w:rsidR="00E178A8" w:rsidRPr="00943FD4" w:rsidRDefault="00E178A8" w:rsidP="00E178A8">
                            <w:pPr>
                              <w:ind w:left="0" w:right="10"/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22"/>
                                <w:szCs w:val="22"/>
                                <w:lang w:eastAsia="en-US"/>
                              </w:rPr>
                            </w:pPr>
                          </w:p>
                          <w:p w14:paraId="504CBFF7" w14:textId="77777777" w:rsidR="003639D7" w:rsidRDefault="003639D7" w:rsidP="003639D7">
                            <w:pPr>
                              <w:ind w:left="0" w:right="10"/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3639D7"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22"/>
                                <w:szCs w:val="22"/>
                                <w:lang w:eastAsia="en-US"/>
                              </w:rPr>
                              <w:t>Kenowa Hills High School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22"/>
                                <w:szCs w:val="22"/>
                                <w:lang w:eastAsia="en-US"/>
                              </w:rPr>
                              <w:br/>
                            </w:r>
                            <w:r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22"/>
                                <w:szCs w:val="22"/>
                                <w:lang w:eastAsia="en-US"/>
                              </w:rPr>
                              <w:br/>
                            </w:r>
                            <w:r w:rsidRPr="003639D7"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22"/>
                                <w:szCs w:val="22"/>
                                <w:lang w:eastAsia="en-US"/>
                              </w:rPr>
                              <w:t>West Michigan Academy of Environmental Science</w:t>
                            </w:r>
                          </w:p>
                          <w:p w14:paraId="2B6D3E06" w14:textId="77777777" w:rsidR="003639D7" w:rsidRDefault="003639D7" w:rsidP="003639D7">
                            <w:pPr>
                              <w:ind w:left="0" w:right="10"/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22"/>
                                <w:szCs w:val="22"/>
                                <w:lang w:eastAsia="en-US"/>
                              </w:rPr>
                            </w:pPr>
                          </w:p>
                          <w:p w14:paraId="18F1371C" w14:textId="77777777" w:rsidR="003639D7" w:rsidRDefault="003639D7" w:rsidP="003639D7">
                            <w:pPr>
                              <w:ind w:left="0" w:right="10"/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3639D7"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22"/>
                                <w:szCs w:val="22"/>
                                <w:lang w:eastAsia="en-US"/>
                              </w:rPr>
                              <w:t>East Kentwood High School</w:t>
                            </w:r>
                          </w:p>
                          <w:p w14:paraId="1475705B" w14:textId="0F3A72A4" w:rsidR="00E178A8" w:rsidRPr="00943FD4" w:rsidRDefault="00E178A8" w:rsidP="003639D7">
                            <w:pPr>
                              <w:ind w:left="0" w:right="10"/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22"/>
                                <w:szCs w:val="22"/>
                                <w:lang w:eastAsia="en-US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43FD4">
              <w:rPr>
                <w:noProof/>
                <w:sz w:val="72"/>
                <w:lang w:eastAsia="en-US"/>
              </w:rPr>
              <mc:AlternateContent>
                <mc:Choice Requires="wps">
                  <w:drawing>
                    <wp:anchor distT="45720" distB="45720" distL="114300" distR="114300" simplePos="0" relativeHeight="251708416" behindDoc="0" locked="0" layoutInCell="1" allowOverlap="1" wp14:anchorId="323E977A" wp14:editId="02387393">
                      <wp:simplePos x="0" y="0"/>
                      <wp:positionH relativeFrom="column">
                        <wp:posOffset>2419350</wp:posOffset>
                      </wp:positionH>
                      <wp:positionV relativeFrom="paragraph">
                        <wp:posOffset>1389381</wp:posOffset>
                      </wp:positionV>
                      <wp:extent cx="1943100" cy="2952750"/>
                      <wp:effectExtent l="38100" t="38100" r="95250" b="95250"/>
                      <wp:wrapNone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0" cy="2952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txbx>
                              <w:txbxContent>
                                <w:p w14:paraId="54B18375" w14:textId="49531ACE" w:rsidR="00E9764C" w:rsidRDefault="00E84EF4" w:rsidP="00E9764C">
                                  <w:pPr>
                                    <w:ind w:left="0" w:right="10"/>
                                    <w:rPr>
                                      <w:rFonts w:ascii="Calibri" w:eastAsia="Times New Roman" w:hAnsi="Calibri" w:cs="Times New Roman"/>
                                      <w:color w:val="FFFFFF" w:themeColor="background1"/>
                                      <w:sz w:val="22"/>
                                      <w:szCs w:val="22"/>
                                      <w:lang w:eastAsia="en-US"/>
                                    </w:rPr>
                                  </w:pPr>
                                  <w:r>
                                    <w:rPr>
                                      <w:rFonts w:ascii="Calibri" w:eastAsia="Times New Roman" w:hAnsi="Calibri" w:cs="Times New Roman"/>
                                      <w:color w:val="FFFFFF" w:themeColor="background1"/>
                                      <w:sz w:val="22"/>
                                      <w:szCs w:val="22"/>
                                      <w:lang w:eastAsia="en-US"/>
                                    </w:rPr>
                                    <w:t>Participating Schools:</w:t>
                                  </w:r>
                                </w:p>
                                <w:p w14:paraId="390D00FD" w14:textId="77777777" w:rsidR="00E9764C" w:rsidRPr="00943FD4" w:rsidRDefault="00E9764C" w:rsidP="00E9764C">
                                  <w:pPr>
                                    <w:ind w:left="0" w:right="10"/>
                                    <w:rPr>
                                      <w:rFonts w:ascii="Calibri" w:eastAsia="Times New Roman" w:hAnsi="Calibri" w:cs="Times New Roman"/>
                                      <w:color w:val="FFFFFF" w:themeColor="background1"/>
                                      <w:sz w:val="22"/>
                                      <w:szCs w:val="22"/>
                                      <w:lang w:eastAsia="en-US"/>
                                    </w:rPr>
                                  </w:pPr>
                                </w:p>
                                <w:p w14:paraId="57E18CE0" w14:textId="2AD0D37F" w:rsidR="00E9764C" w:rsidRDefault="003639D7" w:rsidP="00E9764C">
                                  <w:pPr>
                                    <w:ind w:left="0" w:right="10"/>
                                    <w:rPr>
                                      <w:rFonts w:ascii="Calibri" w:eastAsia="Times New Roman" w:hAnsi="Calibri" w:cs="Times New Roman"/>
                                      <w:color w:val="FFFFFF" w:themeColor="background1"/>
                                      <w:sz w:val="22"/>
                                      <w:szCs w:val="22"/>
                                      <w:lang w:eastAsia="en-US"/>
                                    </w:rPr>
                                  </w:pPr>
                                  <w:r w:rsidRPr="003639D7">
                                    <w:rPr>
                                      <w:rFonts w:ascii="Calibri" w:eastAsia="Times New Roman" w:hAnsi="Calibri" w:cs="Times New Roman"/>
                                      <w:color w:val="FFFFFF" w:themeColor="background1"/>
                                      <w:sz w:val="22"/>
                                      <w:szCs w:val="22"/>
                                      <w:lang w:eastAsia="en-US"/>
                                    </w:rPr>
                                    <w:t>Kenowa Hills High School</w:t>
                                  </w:r>
                                  <w:r w:rsidR="00AF5D62">
                                    <w:rPr>
                                      <w:rFonts w:ascii="Calibri" w:eastAsia="Times New Roman" w:hAnsi="Calibri" w:cs="Times New Roman"/>
                                      <w:color w:val="FFFFFF" w:themeColor="background1"/>
                                      <w:sz w:val="22"/>
                                      <w:szCs w:val="22"/>
                                      <w:lang w:eastAsia="en-US"/>
                                    </w:rPr>
                                    <w:br/>
                                  </w:r>
                                  <w:r w:rsidR="00AF5D62">
                                    <w:rPr>
                                      <w:rFonts w:ascii="Calibri" w:eastAsia="Times New Roman" w:hAnsi="Calibri" w:cs="Times New Roman"/>
                                      <w:color w:val="FFFFFF" w:themeColor="background1"/>
                                      <w:sz w:val="22"/>
                                      <w:szCs w:val="22"/>
                                      <w:lang w:eastAsia="en-US"/>
                                    </w:rPr>
                                    <w:br/>
                                  </w:r>
                                  <w:r w:rsidRPr="003639D7">
                                    <w:rPr>
                                      <w:rFonts w:ascii="Calibri" w:eastAsia="Times New Roman" w:hAnsi="Calibri" w:cs="Times New Roman"/>
                                      <w:color w:val="FFFFFF" w:themeColor="background1"/>
                                      <w:sz w:val="22"/>
                                      <w:szCs w:val="22"/>
                                      <w:lang w:eastAsia="en-US"/>
                                    </w:rPr>
                                    <w:t>West Michigan Academy of Environmental Science</w:t>
                                  </w:r>
                                </w:p>
                                <w:p w14:paraId="2E97D762" w14:textId="77777777" w:rsidR="003639D7" w:rsidRDefault="003639D7" w:rsidP="00E9764C">
                                  <w:pPr>
                                    <w:ind w:left="0" w:right="10"/>
                                    <w:rPr>
                                      <w:rFonts w:ascii="Calibri" w:eastAsia="Times New Roman" w:hAnsi="Calibri" w:cs="Times New Roman"/>
                                      <w:color w:val="FFFFFF" w:themeColor="background1"/>
                                      <w:sz w:val="22"/>
                                      <w:szCs w:val="22"/>
                                      <w:lang w:eastAsia="en-US"/>
                                    </w:rPr>
                                  </w:pPr>
                                </w:p>
                                <w:p w14:paraId="43D0CE7B" w14:textId="29F4E78F" w:rsidR="00E9764C" w:rsidRPr="00943FD4" w:rsidRDefault="003639D7" w:rsidP="00E9764C">
                                  <w:pPr>
                                    <w:ind w:left="0" w:right="10"/>
                                    <w:rPr>
                                      <w:rFonts w:ascii="Calibri" w:eastAsia="Times New Roman" w:hAnsi="Calibri" w:cs="Times New Roman"/>
                                      <w:color w:val="FFFFFF" w:themeColor="background1"/>
                                      <w:sz w:val="22"/>
                                      <w:szCs w:val="22"/>
                                      <w:lang w:eastAsia="en-US"/>
                                    </w:rPr>
                                  </w:pPr>
                                  <w:r w:rsidRPr="003639D7">
                                    <w:rPr>
                                      <w:rFonts w:ascii="Calibri" w:eastAsia="Times New Roman" w:hAnsi="Calibri" w:cs="Times New Roman"/>
                                      <w:color w:val="FFFFFF" w:themeColor="background1"/>
                                      <w:sz w:val="22"/>
                                      <w:szCs w:val="22"/>
                                      <w:lang w:eastAsia="en-US"/>
                                    </w:rPr>
                                    <w:t>East Kentwood High School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3E977A" id="_x0000_s1029" type="#_x0000_t202" style="position:absolute;left:0;text-align:left;margin-left:190.5pt;margin-top:109.4pt;width:153pt;height:232.5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" fillcolor="#374c80 [2404]" stroked="f">
                      <v:shadow on="t" color="black" opacity="26214f" origin="-.5,-.5" offset=".74836mm,.74836mm"/>
                      <v:textbox>
                        <w:txbxContent>
                          <w:p w14:paraId="54B18375" w14:textId="49531ACE" w:rsidR="00E9764C" w:rsidRDefault="00E84EF4" w:rsidP="00E9764C">
                            <w:pPr>
                              <w:ind w:left="0" w:right="10"/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22"/>
                                <w:szCs w:val="22"/>
                                <w:lang w:eastAsia="en-US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22"/>
                                <w:szCs w:val="22"/>
                                <w:lang w:eastAsia="en-US"/>
                              </w:rPr>
                              <w:t>Participating Schools:</w:t>
                            </w:r>
                          </w:p>
                          <w:p w14:paraId="390D00FD" w14:textId="77777777" w:rsidR="00E9764C" w:rsidRPr="00943FD4" w:rsidRDefault="00E9764C" w:rsidP="00E9764C">
                            <w:pPr>
                              <w:ind w:left="0" w:right="10"/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22"/>
                                <w:szCs w:val="22"/>
                                <w:lang w:eastAsia="en-US"/>
                              </w:rPr>
                            </w:pPr>
                          </w:p>
                          <w:p w14:paraId="57E18CE0" w14:textId="2AD0D37F" w:rsidR="00E9764C" w:rsidRDefault="003639D7" w:rsidP="00E9764C">
                            <w:pPr>
                              <w:ind w:left="0" w:right="10"/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3639D7"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22"/>
                                <w:szCs w:val="22"/>
                                <w:lang w:eastAsia="en-US"/>
                              </w:rPr>
                              <w:t>Kenowa Hills High School</w:t>
                            </w:r>
                            <w:r w:rsidR="00AF5D62"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22"/>
                                <w:szCs w:val="22"/>
                                <w:lang w:eastAsia="en-US"/>
                              </w:rPr>
                              <w:br/>
                            </w:r>
                            <w:r w:rsidR="00AF5D62"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22"/>
                                <w:szCs w:val="22"/>
                                <w:lang w:eastAsia="en-US"/>
                              </w:rPr>
                              <w:br/>
                            </w:r>
                            <w:r w:rsidRPr="003639D7"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22"/>
                                <w:szCs w:val="22"/>
                                <w:lang w:eastAsia="en-US"/>
                              </w:rPr>
                              <w:t>West Michigan Academy of Environmental Science</w:t>
                            </w:r>
                          </w:p>
                          <w:p w14:paraId="2E97D762" w14:textId="77777777" w:rsidR="003639D7" w:rsidRDefault="003639D7" w:rsidP="00E9764C">
                            <w:pPr>
                              <w:ind w:left="0" w:right="10"/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22"/>
                                <w:szCs w:val="22"/>
                                <w:lang w:eastAsia="en-US"/>
                              </w:rPr>
                            </w:pPr>
                          </w:p>
                          <w:p w14:paraId="43D0CE7B" w14:textId="29F4E78F" w:rsidR="00E9764C" w:rsidRPr="00943FD4" w:rsidRDefault="003639D7" w:rsidP="00E9764C">
                            <w:pPr>
                              <w:ind w:left="0" w:right="10"/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3639D7"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22"/>
                                <w:szCs w:val="22"/>
                                <w:lang w:eastAsia="en-US"/>
                              </w:rPr>
                              <w:t>East Kentwood High School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bookmarkStart w:id="0" w:name="_GoBack"/>
    <w:bookmarkEnd w:id="0"/>
    <w:p w14:paraId="15389509" w14:textId="49E7C3C7" w:rsidR="00790730" w:rsidRDefault="00D02A3C" w:rsidP="00E178A8">
      <w:pPr>
        <w:pStyle w:val="NoSpacing"/>
        <w:tabs>
          <w:tab w:val="left" w:pos="12240"/>
        </w:tabs>
      </w:pPr>
      <w:r w:rsidRPr="00E178A8">
        <w:rPr>
          <w:noProof/>
          <w:sz w:val="8"/>
          <w:lang w:eastAsia="en-US"/>
        </w:rPr>
        <mc:AlternateContent>
          <mc:Choice Requires="wps">
            <w:drawing>
              <wp:anchor distT="45720" distB="45720" distL="114300" distR="114300" simplePos="0" relativeHeight="251714560" behindDoc="0" locked="0" layoutInCell="1" allowOverlap="1" wp14:anchorId="3A383A84" wp14:editId="7D6FBBC7">
                <wp:simplePos x="0" y="0"/>
                <wp:positionH relativeFrom="column">
                  <wp:posOffset>6028690</wp:posOffset>
                </wp:positionH>
                <wp:positionV relativeFrom="paragraph">
                  <wp:posOffset>718820</wp:posOffset>
                </wp:positionV>
                <wp:extent cx="2893695" cy="1404620"/>
                <wp:effectExtent l="0" t="0" r="0" b="0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369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64A796" w14:textId="77777777" w:rsidR="00DA0990" w:rsidRPr="007C66A0" w:rsidRDefault="00DA0990" w:rsidP="00DA0990">
                            <w:pPr>
                              <w:ind w:left="-90" w:right="-467"/>
                              <w:rPr>
                                <w:color w:val="FFFFFF" w:themeColor="background1"/>
                                <w:sz w:val="22"/>
                                <w:szCs w:val="52"/>
                              </w:rPr>
                            </w:pPr>
                            <w:r w:rsidRPr="007C66A0">
                              <w:rPr>
                                <w:color w:val="FFFFFF" w:themeColor="background1"/>
                                <w:sz w:val="22"/>
                                <w:szCs w:val="52"/>
                              </w:rPr>
                              <w:t xml:space="preserve">  @gvsu                         @erpsim</w:t>
                            </w:r>
                          </w:p>
                          <w:p w14:paraId="287E1493" w14:textId="77777777" w:rsidR="00DA0990" w:rsidRDefault="00DA0990" w:rsidP="00DA0990">
                            <w:pPr>
                              <w:ind w:left="-90" w:right="-467"/>
                              <w:rPr>
                                <w:color w:val="FFFFFF" w:themeColor="background1"/>
                                <w:sz w:val="22"/>
                                <w:szCs w:val="52"/>
                              </w:rPr>
                            </w:pPr>
                            <w:r w:rsidRPr="007C66A0">
                              <w:rPr>
                                <w:color w:val="FFFFFF" w:themeColor="background1"/>
                                <w:sz w:val="22"/>
                                <w:szCs w:val="52"/>
                              </w:rPr>
                              <w:t xml:space="preserve">  @gvsuessu                 </w:t>
                            </w:r>
                            <w:hyperlink r:id="rId9" w:history="1">
                              <w:r w:rsidRPr="007C66A0">
                                <w:rPr>
                                  <w:color w:val="FFFFFF" w:themeColor="background1"/>
                                  <w:sz w:val="22"/>
                                  <w:szCs w:val="52"/>
                                </w:rPr>
                                <w:t>@</w:t>
                              </w:r>
                              <w:r>
                                <w:rPr>
                                  <w:color w:val="FFFFFF" w:themeColor="background1"/>
                                  <w:sz w:val="22"/>
                                  <w:szCs w:val="52"/>
                                </w:rPr>
                                <w:t>steelcase</w:t>
                              </w:r>
                            </w:hyperlink>
                          </w:p>
                          <w:p w14:paraId="07E81CEE" w14:textId="77777777" w:rsidR="00DA0990" w:rsidRPr="007C66A0" w:rsidRDefault="00DA0990" w:rsidP="00DA0990">
                            <w:pPr>
                              <w:ind w:left="-90" w:right="-467"/>
                              <w:rPr>
                                <w:color w:val="FFFFFF" w:themeColor="background1"/>
                                <w:sz w:val="22"/>
                                <w:szCs w:val="52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2"/>
                                <w:szCs w:val="52"/>
                              </w:rPr>
                              <w:t xml:space="preserve">  @kentisd                    #miched</w:t>
                            </w:r>
                          </w:p>
                          <w:p w14:paraId="6EAA7B8C" w14:textId="77777777" w:rsidR="00DA0990" w:rsidRPr="007C66A0" w:rsidRDefault="00DA0990" w:rsidP="00DA0990">
                            <w:pPr>
                              <w:ind w:left="-90" w:right="-467"/>
                              <w:rPr>
                                <w:color w:val="FFFFFF" w:themeColor="background1"/>
                                <w:sz w:val="22"/>
                                <w:szCs w:val="52"/>
                              </w:rPr>
                            </w:pPr>
                            <w:r w:rsidRPr="007C66A0">
                              <w:rPr>
                                <w:color w:val="FFFFFF" w:themeColor="background1"/>
                                <w:sz w:val="22"/>
                                <w:szCs w:val="52"/>
                              </w:rPr>
                              <w:t xml:space="preserve">  @sap_ua                    #erpsimatgvsu  </w:t>
                            </w:r>
                          </w:p>
                          <w:p w14:paraId="2954E55D" w14:textId="5B13EFC3" w:rsidR="00E178A8" w:rsidRPr="00E84EF4" w:rsidRDefault="00E178A8" w:rsidP="00E178A8">
                            <w:pPr>
                              <w:ind w:left="-90" w:right="-467"/>
                              <w:rPr>
                                <w:color w:val="FFFFFF" w:themeColor="background1"/>
                                <w:sz w:val="24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A383A84" id="_x0000_s1030" type="#_x0000_t202" style="position:absolute;left:0;text-align:left;margin-left:474.7pt;margin-top:56.6pt;width:227.85pt;height:110.6pt;z-index:2517145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" filled="f" stroked="f">
                <v:textbox style="mso-fit-shape-to-text:t">
                  <w:txbxContent>
                    <w:p w14:paraId="5864A796" w14:textId="77777777" w:rsidR="00DA0990" w:rsidRPr="007C66A0" w:rsidRDefault="00DA0990" w:rsidP="00DA0990">
                      <w:pPr>
                        <w:ind w:left="-90" w:right="-467"/>
                        <w:rPr>
                          <w:color w:val="FFFFFF" w:themeColor="background1"/>
                          <w:sz w:val="22"/>
                          <w:szCs w:val="52"/>
                        </w:rPr>
                      </w:pPr>
                      <w:r w:rsidRPr="007C66A0">
                        <w:rPr>
                          <w:color w:val="FFFFFF" w:themeColor="background1"/>
                          <w:sz w:val="22"/>
                          <w:szCs w:val="52"/>
                        </w:rPr>
                        <w:t xml:space="preserve">  @gvsu                         @erpsim</w:t>
                      </w:r>
                    </w:p>
                    <w:p w14:paraId="287E1493" w14:textId="77777777" w:rsidR="00DA0990" w:rsidRDefault="00DA0990" w:rsidP="00DA0990">
                      <w:pPr>
                        <w:ind w:left="-90" w:right="-467"/>
                        <w:rPr>
                          <w:color w:val="FFFFFF" w:themeColor="background1"/>
                          <w:sz w:val="22"/>
                          <w:szCs w:val="52"/>
                        </w:rPr>
                      </w:pPr>
                      <w:r w:rsidRPr="007C66A0">
                        <w:rPr>
                          <w:color w:val="FFFFFF" w:themeColor="background1"/>
                          <w:sz w:val="22"/>
                          <w:szCs w:val="52"/>
                        </w:rPr>
                        <w:t xml:space="preserve">  @gvsuessu                 </w:t>
                      </w:r>
                      <w:hyperlink r:id="rId14" w:history="1">
                        <w:r w:rsidRPr="007C66A0">
                          <w:rPr>
                            <w:color w:val="FFFFFF" w:themeColor="background1"/>
                            <w:sz w:val="22"/>
                            <w:szCs w:val="52"/>
                          </w:rPr>
                          <w:t>@</w:t>
                        </w:r>
                        <w:r>
                          <w:rPr>
                            <w:color w:val="FFFFFF" w:themeColor="background1"/>
                            <w:sz w:val="22"/>
                            <w:szCs w:val="52"/>
                          </w:rPr>
                          <w:t>steelcase</w:t>
                        </w:r>
                      </w:hyperlink>
                    </w:p>
                    <w:p w14:paraId="07E81CEE" w14:textId="77777777" w:rsidR="00DA0990" w:rsidRPr="007C66A0" w:rsidRDefault="00DA0990" w:rsidP="00DA0990">
                      <w:pPr>
                        <w:ind w:left="-90" w:right="-467"/>
                        <w:rPr>
                          <w:color w:val="FFFFFF" w:themeColor="background1"/>
                          <w:sz w:val="22"/>
                          <w:szCs w:val="52"/>
                        </w:rPr>
                      </w:pPr>
                      <w:r>
                        <w:rPr>
                          <w:color w:val="FFFFFF" w:themeColor="background1"/>
                          <w:sz w:val="22"/>
                          <w:szCs w:val="52"/>
                        </w:rPr>
                        <w:t xml:space="preserve">  @kentisd                    #miched</w:t>
                      </w:r>
                    </w:p>
                    <w:p w14:paraId="6EAA7B8C" w14:textId="77777777" w:rsidR="00DA0990" w:rsidRPr="007C66A0" w:rsidRDefault="00DA0990" w:rsidP="00DA0990">
                      <w:pPr>
                        <w:ind w:left="-90" w:right="-467"/>
                        <w:rPr>
                          <w:color w:val="FFFFFF" w:themeColor="background1"/>
                          <w:sz w:val="22"/>
                          <w:szCs w:val="52"/>
                        </w:rPr>
                      </w:pPr>
                      <w:r w:rsidRPr="007C66A0">
                        <w:rPr>
                          <w:color w:val="FFFFFF" w:themeColor="background1"/>
                          <w:sz w:val="22"/>
                          <w:szCs w:val="52"/>
                        </w:rPr>
                        <w:t xml:space="preserve">  @sap_ua                    #erpsimatgvsu  </w:t>
                      </w:r>
                    </w:p>
                    <w:p w14:paraId="2954E55D" w14:textId="5B13EFC3" w:rsidR="00E178A8" w:rsidRPr="00E84EF4" w:rsidRDefault="00E178A8" w:rsidP="00E178A8">
                      <w:pPr>
                        <w:ind w:left="-90" w:right="-467"/>
                        <w:rPr>
                          <w:color w:val="FFFFFF" w:themeColor="background1"/>
                          <w:sz w:val="24"/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A0990" w:rsidRPr="00E178A8">
        <w:rPr>
          <w:noProof/>
          <w:sz w:val="8"/>
          <w:lang w:eastAsia="en-US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E4F955B" wp14:editId="5B4E7EB6">
                <wp:simplePos x="0" y="0"/>
                <wp:positionH relativeFrom="column">
                  <wp:posOffset>5019040</wp:posOffset>
                </wp:positionH>
                <wp:positionV relativeFrom="paragraph">
                  <wp:posOffset>1381760</wp:posOffset>
                </wp:positionV>
                <wp:extent cx="4600575" cy="323850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0057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46EDAD" w14:textId="77777777" w:rsidR="00E178A8" w:rsidRPr="00A82F6F" w:rsidRDefault="001101B0" w:rsidP="00E178A8">
                            <w:pPr>
                              <w:ind w:left="0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color w:val="FFFFFF" w:themeColor="background1"/>
                                <w:sz w:val="28"/>
                                <w:szCs w:val="52"/>
                              </w:rPr>
                            </w:pPr>
                            <w:hyperlink r:id="rId15" w:history="1">
                              <w:r w:rsidR="00E178A8" w:rsidRPr="00A82F6F"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28"/>
                                  <w:szCs w:val="52"/>
                                </w:rPr>
                                <w:t>www.gvsu.edu/erp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4F955B" id="Text Box 25" o:spid="_x0000_s1031" type="#_x0000_t202" style="position:absolute;left:0;text-align:left;margin-left:395.2pt;margin-top:108.8pt;width:362.25pt;height:25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" filled="f" stroked="f" strokeweight=".5pt">
                <v:textbox>
                  <w:txbxContent>
                    <w:p w14:paraId="7346EDAD" w14:textId="77777777" w:rsidR="00E178A8" w:rsidRPr="00A82F6F" w:rsidRDefault="00CA20AA" w:rsidP="00E178A8">
                      <w:pPr>
                        <w:ind w:left="0"/>
                        <w:jc w:val="center"/>
                        <w:rPr>
                          <w:rFonts w:asciiTheme="majorHAnsi" w:eastAsiaTheme="majorEastAsia" w:hAnsiTheme="majorHAnsi" w:cstheme="majorBidi"/>
                          <w:color w:val="FFFFFF" w:themeColor="background1"/>
                          <w:sz w:val="28"/>
                          <w:szCs w:val="52"/>
                        </w:rPr>
                      </w:pPr>
                      <w:hyperlink r:id="rId16" w:history="1">
                        <w:r w:rsidR="00E178A8" w:rsidRPr="00A82F6F"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28"/>
                            <w:szCs w:val="52"/>
                          </w:rPr>
                          <w:t>www.gvsu.edu/erp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2C6E9B" w:rsidRPr="00E178A8">
        <w:rPr>
          <w:noProof/>
          <w:sz w:val="8"/>
          <w:lang w:eastAsia="en-US"/>
        </w:rPr>
        <mc:AlternateContent>
          <mc:Choice Requires="wps">
            <w:drawing>
              <wp:anchor distT="45720" distB="45720" distL="114300" distR="114300" simplePos="0" relativeHeight="251710464" behindDoc="0" locked="0" layoutInCell="1" allowOverlap="1" wp14:anchorId="2CFF9276" wp14:editId="068BF887">
                <wp:simplePos x="0" y="0"/>
                <wp:positionH relativeFrom="column">
                  <wp:posOffset>4889500</wp:posOffset>
                </wp:positionH>
                <wp:positionV relativeFrom="paragraph">
                  <wp:posOffset>-5811520</wp:posOffset>
                </wp:positionV>
                <wp:extent cx="4629150" cy="3594735"/>
                <wp:effectExtent l="0" t="0" r="0" b="5715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29150" cy="35947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F82D5A" w14:textId="77777777" w:rsidR="00E178A8" w:rsidRPr="00A82F6F" w:rsidRDefault="00E178A8" w:rsidP="00E178A8">
                            <w:pPr>
                              <w:pStyle w:val="BalloonText"/>
                              <w:ind w:left="0" w:right="-30"/>
                              <w:jc w:val="center"/>
                              <w:rPr>
                                <w:sz w:val="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BF08400" w14:textId="77777777" w:rsidR="00E178A8" w:rsidRPr="00C401BA" w:rsidRDefault="00E178A8" w:rsidP="00E178A8">
                            <w:pPr>
                              <w:ind w:left="0" w:right="60"/>
                              <w:jc w:val="center"/>
                              <w:rPr>
                                <w:color w:val="FFFFFF" w:themeColor="background1"/>
                                <w:sz w:val="44"/>
                                <w:szCs w:val="52"/>
                              </w:rPr>
                            </w:pPr>
                            <w:r w:rsidRPr="00C401BA">
                              <w:rPr>
                                <w:color w:val="FFFFFF" w:themeColor="background1"/>
                                <w:sz w:val="44"/>
                                <w:szCs w:val="52"/>
                              </w:rPr>
                              <w:t>ERPsim @ Seidman</w:t>
                            </w:r>
                            <w:r w:rsidRPr="00C401BA">
                              <w:rPr>
                                <w:color w:val="FFFFFF" w:themeColor="background1"/>
                                <w:szCs w:val="52"/>
                              </w:rPr>
                              <w:br/>
                            </w:r>
                            <w:r w:rsidRPr="00C401BA">
                              <w:rPr>
                                <w:color w:val="FFFFFF" w:themeColor="background1"/>
                                <w:sz w:val="40"/>
                                <w:szCs w:val="52"/>
                              </w:rPr>
                              <w:t xml:space="preserve"> </w:t>
                            </w:r>
                            <w:r w:rsidRPr="00C401BA">
                              <w:rPr>
                                <w:color w:val="FFFFFF" w:themeColor="background1"/>
                                <w:szCs w:val="52"/>
                              </w:rPr>
                              <w:t>An SAP</w:t>
                            </w:r>
                            <w:r w:rsidRPr="00C401BA">
                              <w:rPr>
                                <w:caps/>
                                <w:color w:val="FFFFFF" w:themeColor="background1"/>
                                <w:szCs w:val="52"/>
                                <w:vertAlign w:val="superscript"/>
                              </w:rPr>
                              <w:t>®</w:t>
                            </w:r>
                            <w:r w:rsidRPr="00C401BA">
                              <w:rPr>
                                <w:color w:val="FFFFFF" w:themeColor="background1"/>
                                <w:szCs w:val="52"/>
                              </w:rPr>
                              <w:t xml:space="preserve"> Young Thinkers </w:t>
                            </w:r>
                            <w:r>
                              <w:rPr>
                                <w:color w:val="FFFFFF" w:themeColor="background1"/>
                                <w:szCs w:val="52"/>
                              </w:rPr>
                              <w:t>E</w:t>
                            </w:r>
                            <w:r w:rsidRPr="00C401BA">
                              <w:rPr>
                                <w:color w:val="FFFFFF" w:themeColor="background1"/>
                                <w:szCs w:val="52"/>
                              </w:rPr>
                              <w:t>vent</w:t>
                            </w:r>
                          </w:p>
                          <w:p w14:paraId="6504D794" w14:textId="77777777" w:rsidR="00E178A8" w:rsidRPr="00A82F6F" w:rsidRDefault="00E178A8" w:rsidP="00E178A8">
                            <w:pPr>
                              <w:pStyle w:val="BalloonText"/>
                              <w:ind w:left="0" w:right="-30"/>
                              <w:jc w:val="center"/>
                              <w:rPr>
                                <w:sz w:val="96"/>
                                <w:vertAlign w:val="superscript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FF9276" id="Text Box 21" o:spid="_x0000_s1032" type="#_x0000_t202" style="position:absolute;left:0;text-align:left;margin-left:385pt;margin-top:-457.6pt;width:364.5pt;height:283.05pt;z-index:251710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" filled="f" stroked="f">
                <v:textbox>
                  <w:txbxContent>
                    <w:p w14:paraId="00F82D5A" w14:textId="77777777" w:rsidR="00E178A8" w:rsidRPr="00A82F6F" w:rsidRDefault="00E178A8" w:rsidP="00E178A8">
                      <w:pPr>
                        <w:pStyle w:val="BalloonText"/>
                        <w:ind w:left="0" w:right="-30"/>
                        <w:jc w:val="center"/>
                        <w:rPr>
                          <w:sz w:val="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4BF08400" w14:textId="77777777" w:rsidR="00E178A8" w:rsidRPr="00C401BA" w:rsidRDefault="00E178A8" w:rsidP="00E178A8">
                      <w:pPr>
                        <w:ind w:left="0" w:right="60"/>
                        <w:jc w:val="center"/>
                        <w:rPr>
                          <w:color w:val="FFFFFF" w:themeColor="background1"/>
                          <w:sz w:val="44"/>
                          <w:szCs w:val="52"/>
                        </w:rPr>
                      </w:pPr>
                      <w:r w:rsidRPr="00C401BA">
                        <w:rPr>
                          <w:color w:val="FFFFFF" w:themeColor="background1"/>
                          <w:sz w:val="44"/>
                          <w:szCs w:val="52"/>
                        </w:rPr>
                        <w:t>ERPsim @ Seidman</w:t>
                      </w:r>
                      <w:r w:rsidRPr="00C401BA">
                        <w:rPr>
                          <w:color w:val="FFFFFF" w:themeColor="background1"/>
                          <w:szCs w:val="52"/>
                        </w:rPr>
                        <w:br/>
                      </w:r>
                      <w:r w:rsidRPr="00C401BA">
                        <w:rPr>
                          <w:color w:val="FFFFFF" w:themeColor="background1"/>
                          <w:sz w:val="40"/>
                          <w:szCs w:val="52"/>
                        </w:rPr>
                        <w:t xml:space="preserve"> </w:t>
                      </w:r>
                      <w:r w:rsidRPr="00C401BA">
                        <w:rPr>
                          <w:color w:val="FFFFFF" w:themeColor="background1"/>
                          <w:szCs w:val="52"/>
                        </w:rPr>
                        <w:t>An SAP</w:t>
                      </w:r>
                      <w:r w:rsidRPr="00C401BA">
                        <w:rPr>
                          <w:caps/>
                          <w:color w:val="FFFFFF" w:themeColor="background1"/>
                          <w:szCs w:val="52"/>
                          <w:vertAlign w:val="superscript"/>
                        </w:rPr>
                        <w:t>®</w:t>
                      </w:r>
                      <w:r w:rsidRPr="00C401BA">
                        <w:rPr>
                          <w:color w:val="FFFFFF" w:themeColor="background1"/>
                          <w:szCs w:val="52"/>
                        </w:rPr>
                        <w:t xml:space="preserve"> Young Thinkers </w:t>
                      </w:r>
                      <w:r>
                        <w:rPr>
                          <w:color w:val="FFFFFF" w:themeColor="background1"/>
                          <w:szCs w:val="52"/>
                        </w:rPr>
                        <w:t>E</w:t>
                      </w:r>
                      <w:r w:rsidRPr="00C401BA">
                        <w:rPr>
                          <w:color w:val="FFFFFF" w:themeColor="background1"/>
                          <w:szCs w:val="52"/>
                        </w:rPr>
                        <w:t>vent</w:t>
                      </w:r>
                    </w:p>
                    <w:p w14:paraId="6504D794" w14:textId="77777777" w:rsidR="00E178A8" w:rsidRPr="00A82F6F" w:rsidRDefault="00E178A8" w:rsidP="00E178A8">
                      <w:pPr>
                        <w:pStyle w:val="BalloonText"/>
                        <w:ind w:left="0" w:right="-30"/>
                        <w:jc w:val="center"/>
                        <w:rPr>
                          <w:sz w:val="96"/>
                          <w:vertAlign w:val="superscript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C6E9B" w:rsidRPr="00A413C1">
        <w:rPr>
          <w:noProof/>
          <w:sz w:val="72"/>
          <w:lang w:eastAsia="en-US"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62A73730" wp14:editId="519CCFF3">
                <wp:simplePos x="0" y="0"/>
                <wp:positionH relativeFrom="column">
                  <wp:posOffset>-224790</wp:posOffset>
                </wp:positionH>
                <wp:positionV relativeFrom="paragraph">
                  <wp:posOffset>-5814060</wp:posOffset>
                </wp:positionV>
                <wp:extent cx="4629150" cy="3594735"/>
                <wp:effectExtent l="0" t="0" r="0" b="5715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29150" cy="35947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E9DA81" w14:textId="77777777" w:rsidR="00A413C1" w:rsidRPr="00A82F6F" w:rsidRDefault="00A413C1" w:rsidP="00A413C1">
                            <w:pPr>
                              <w:pStyle w:val="RSVP"/>
                              <w:ind w:left="0" w:right="-30"/>
                              <w:jc w:val="center"/>
                              <w:rPr>
                                <w:sz w:val="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6D040D84" w14:textId="6A6FCC0F" w:rsidR="00A413C1" w:rsidRPr="00C401BA" w:rsidRDefault="00A413C1" w:rsidP="00C401BA">
                            <w:pPr>
                              <w:ind w:left="0" w:right="60"/>
                              <w:jc w:val="center"/>
                              <w:rPr>
                                <w:color w:val="FFFFFF" w:themeColor="background1"/>
                                <w:sz w:val="44"/>
                                <w:szCs w:val="52"/>
                              </w:rPr>
                            </w:pPr>
                            <w:r w:rsidRPr="00C401BA">
                              <w:rPr>
                                <w:color w:val="FFFFFF" w:themeColor="background1"/>
                                <w:sz w:val="44"/>
                                <w:szCs w:val="52"/>
                              </w:rPr>
                              <w:t>ERPsim @ Seidman</w:t>
                            </w:r>
                            <w:r w:rsidRPr="00C401BA">
                              <w:rPr>
                                <w:color w:val="FFFFFF" w:themeColor="background1"/>
                                <w:szCs w:val="52"/>
                              </w:rPr>
                              <w:br/>
                            </w:r>
                            <w:r w:rsidRPr="00C401BA">
                              <w:rPr>
                                <w:color w:val="FFFFFF" w:themeColor="background1"/>
                                <w:sz w:val="40"/>
                                <w:szCs w:val="52"/>
                              </w:rPr>
                              <w:t xml:space="preserve"> </w:t>
                            </w:r>
                            <w:r w:rsidRPr="00C401BA">
                              <w:rPr>
                                <w:color w:val="FFFFFF" w:themeColor="background1"/>
                                <w:szCs w:val="52"/>
                              </w:rPr>
                              <w:t>An SAP</w:t>
                            </w:r>
                            <w:r w:rsidRPr="00C401BA">
                              <w:rPr>
                                <w:caps/>
                                <w:color w:val="FFFFFF" w:themeColor="background1"/>
                                <w:szCs w:val="52"/>
                                <w:vertAlign w:val="superscript"/>
                              </w:rPr>
                              <w:t>®</w:t>
                            </w:r>
                            <w:r w:rsidRPr="00C401BA">
                              <w:rPr>
                                <w:color w:val="FFFFFF" w:themeColor="background1"/>
                                <w:szCs w:val="52"/>
                              </w:rPr>
                              <w:t xml:space="preserve"> Young Thinkers </w:t>
                            </w:r>
                            <w:r w:rsidR="00C401BA">
                              <w:rPr>
                                <w:color w:val="FFFFFF" w:themeColor="background1"/>
                                <w:szCs w:val="52"/>
                              </w:rPr>
                              <w:t>E</w:t>
                            </w:r>
                            <w:r w:rsidRPr="00C401BA">
                              <w:rPr>
                                <w:color w:val="FFFFFF" w:themeColor="background1"/>
                                <w:szCs w:val="52"/>
                              </w:rPr>
                              <w:t>vent</w:t>
                            </w:r>
                          </w:p>
                          <w:p w14:paraId="4F878247" w14:textId="77777777" w:rsidR="00A413C1" w:rsidRPr="00A82F6F" w:rsidRDefault="00A413C1" w:rsidP="00A413C1">
                            <w:pPr>
                              <w:pStyle w:val="RSVP"/>
                              <w:ind w:left="0" w:right="-30"/>
                              <w:jc w:val="center"/>
                              <w:rPr>
                                <w:sz w:val="96"/>
                                <w:vertAlign w:val="superscript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A73730" id="Text Box 30" o:spid="_x0000_s1033" type="#_x0000_t202" style="position:absolute;left:0;text-align:left;margin-left:-17.7pt;margin-top:-457.8pt;width:364.5pt;height:283.0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" filled="f" stroked="f">
                <v:textbox>
                  <w:txbxContent>
                    <w:p w14:paraId="45E9DA81" w14:textId="77777777" w:rsidR="00A413C1" w:rsidRPr="00A82F6F" w:rsidRDefault="00A413C1" w:rsidP="00A413C1">
                      <w:pPr>
                        <w:pStyle w:val="RSVP"/>
                        <w:ind w:left="0" w:right="-30"/>
                        <w:jc w:val="center"/>
                        <w:rPr>
                          <w:sz w:val="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6D040D84" w14:textId="6A6FCC0F" w:rsidR="00A413C1" w:rsidRPr="00C401BA" w:rsidRDefault="00A413C1" w:rsidP="00C401BA">
                      <w:pPr>
                        <w:ind w:left="0" w:right="60"/>
                        <w:jc w:val="center"/>
                        <w:rPr>
                          <w:color w:val="FFFFFF" w:themeColor="background1"/>
                          <w:sz w:val="44"/>
                          <w:szCs w:val="52"/>
                        </w:rPr>
                      </w:pPr>
                      <w:r w:rsidRPr="00C401BA">
                        <w:rPr>
                          <w:color w:val="FFFFFF" w:themeColor="background1"/>
                          <w:sz w:val="44"/>
                          <w:szCs w:val="52"/>
                        </w:rPr>
                        <w:t>ERPsim @ Seidman</w:t>
                      </w:r>
                      <w:r w:rsidRPr="00C401BA">
                        <w:rPr>
                          <w:color w:val="FFFFFF" w:themeColor="background1"/>
                          <w:szCs w:val="52"/>
                        </w:rPr>
                        <w:br/>
                      </w:r>
                      <w:r w:rsidRPr="00C401BA">
                        <w:rPr>
                          <w:color w:val="FFFFFF" w:themeColor="background1"/>
                          <w:sz w:val="40"/>
                          <w:szCs w:val="52"/>
                        </w:rPr>
                        <w:t xml:space="preserve"> </w:t>
                      </w:r>
                      <w:r w:rsidRPr="00C401BA">
                        <w:rPr>
                          <w:color w:val="FFFFFF" w:themeColor="background1"/>
                          <w:szCs w:val="52"/>
                        </w:rPr>
                        <w:t>An SAP</w:t>
                      </w:r>
                      <w:r w:rsidRPr="00C401BA">
                        <w:rPr>
                          <w:caps/>
                          <w:color w:val="FFFFFF" w:themeColor="background1"/>
                          <w:szCs w:val="52"/>
                          <w:vertAlign w:val="superscript"/>
                        </w:rPr>
                        <w:t>®</w:t>
                      </w:r>
                      <w:r w:rsidRPr="00C401BA">
                        <w:rPr>
                          <w:color w:val="FFFFFF" w:themeColor="background1"/>
                          <w:szCs w:val="52"/>
                        </w:rPr>
                        <w:t xml:space="preserve"> Young Thinkers </w:t>
                      </w:r>
                      <w:r w:rsidR="00C401BA">
                        <w:rPr>
                          <w:color w:val="FFFFFF" w:themeColor="background1"/>
                          <w:szCs w:val="52"/>
                        </w:rPr>
                        <w:t>E</w:t>
                      </w:r>
                      <w:r w:rsidRPr="00C401BA">
                        <w:rPr>
                          <w:color w:val="FFFFFF" w:themeColor="background1"/>
                          <w:szCs w:val="52"/>
                        </w:rPr>
                        <w:t>vent</w:t>
                      </w:r>
                    </w:p>
                    <w:p w14:paraId="4F878247" w14:textId="77777777" w:rsidR="00A413C1" w:rsidRPr="00A82F6F" w:rsidRDefault="00A413C1" w:rsidP="00A413C1">
                      <w:pPr>
                        <w:pStyle w:val="RSVP"/>
                        <w:ind w:left="0" w:right="-30"/>
                        <w:jc w:val="center"/>
                        <w:rPr>
                          <w:sz w:val="96"/>
                          <w:vertAlign w:val="superscript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178A8" w:rsidRPr="00943FD4">
        <w:rPr>
          <w:noProof/>
          <w:sz w:val="72"/>
          <w:lang w:eastAsia="en-US"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77EBD20D" wp14:editId="53823059">
                <wp:simplePos x="0" y="0"/>
                <wp:positionH relativeFrom="column">
                  <wp:posOffset>-266065</wp:posOffset>
                </wp:positionH>
                <wp:positionV relativeFrom="paragraph">
                  <wp:posOffset>-2337435</wp:posOffset>
                </wp:positionV>
                <wp:extent cx="2628900" cy="1404620"/>
                <wp:effectExtent l="95250" t="38100" r="38100" b="104775"/>
                <wp:wrapNone/>
                <wp:docPr id="5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140462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50800" dist="38100" dir="8100000" algn="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5E00E724" w14:textId="08AEB1B6" w:rsidR="00943FD4" w:rsidRDefault="00943FD4" w:rsidP="00943FD4">
                            <w:pPr>
                              <w:ind w:left="0" w:right="10"/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943FD4"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22"/>
                                <w:szCs w:val="22"/>
                                <w:lang w:eastAsia="en-US"/>
                              </w:rPr>
                              <w:t>Planning Team</w:t>
                            </w:r>
                            <w:r w:rsidR="00E9764C"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22"/>
                                <w:szCs w:val="22"/>
                                <w:lang w:eastAsia="en-US"/>
                              </w:rPr>
                              <w:t xml:space="preserve">: </w:t>
                            </w:r>
                          </w:p>
                          <w:p w14:paraId="6EB98FB2" w14:textId="77777777" w:rsidR="00E9764C" w:rsidRPr="00943FD4" w:rsidRDefault="00E9764C" w:rsidP="00943FD4">
                            <w:pPr>
                              <w:ind w:left="0" w:right="10"/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22"/>
                                <w:szCs w:val="22"/>
                                <w:lang w:eastAsia="en-US"/>
                              </w:rPr>
                            </w:pPr>
                          </w:p>
                          <w:p w14:paraId="38A9ABCD" w14:textId="77777777" w:rsidR="00E9764C" w:rsidRPr="007C66A0" w:rsidRDefault="00E9764C" w:rsidP="00E9764C">
                            <w:pPr>
                              <w:ind w:left="0" w:right="10"/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18"/>
                                <w:szCs w:val="22"/>
                                <w:lang w:eastAsia="en-US"/>
                              </w:rPr>
                            </w:pPr>
                            <w:r w:rsidRPr="007C66A0"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18"/>
                                <w:szCs w:val="22"/>
                                <w:lang w:eastAsia="en-US"/>
                              </w:rPr>
                              <w:t>Heather Czech Matthews</w:t>
                            </w:r>
                          </w:p>
                          <w:p w14:paraId="4842ADE5" w14:textId="220C099A" w:rsidR="00E9764C" w:rsidRPr="007C66A0" w:rsidRDefault="00E9764C" w:rsidP="00E9764C">
                            <w:pPr>
                              <w:ind w:left="0" w:right="10"/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18"/>
                                <w:szCs w:val="22"/>
                                <w:lang w:eastAsia="en-US"/>
                              </w:rPr>
                            </w:pPr>
                            <w:r w:rsidRPr="007C66A0"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18"/>
                                <w:szCs w:val="22"/>
                                <w:lang w:eastAsia="en-US"/>
                              </w:rPr>
                              <w:t>Director, Global University Alliances Scale, Enablement and Transformation</w:t>
                            </w:r>
                          </w:p>
                          <w:p w14:paraId="3E8627D4" w14:textId="77777777" w:rsidR="00E9764C" w:rsidRPr="007C66A0" w:rsidRDefault="00E9764C" w:rsidP="00943FD4">
                            <w:pPr>
                              <w:ind w:left="0" w:right="10"/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18"/>
                                <w:szCs w:val="22"/>
                                <w:lang w:eastAsia="en-US"/>
                              </w:rPr>
                            </w:pPr>
                          </w:p>
                          <w:p w14:paraId="34CCBB37" w14:textId="2204F3D6" w:rsidR="00943FD4" w:rsidRPr="007C66A0" w:rsidRDefault="00E9764C" w:rsidP="00943FD4">
                            <w:pPr>
                              <w:ind w:left="0" w:right="10"/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18"/>
                                <w:szCs w:val="22"/>
                                <w:lang w:eastAsia="en-US"/>
                              </w:rPr>
                            </w:pPr>
                            <w:r w:rsidRPr="007C66A0"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18"/>
                                <w:szCs w:val="22"/>
                                <w:lang w:eastAsia="en-US"/>
                              </w:rPr>
                              <w:t xml:space="preserve">Dr. </w:t>
                            </w:r>
                            <w:r w:rsidR="00943FD4" w:rsidRPr="007C66A0"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18"/>
                                <w:szCs w:val="22"/>
                                <w:lang w:eastAsia="en-US"/>
                              </w:rPr>
                              <w:t>Simha</w:t>
                            </w:r>
                            <w:r w:rsidRPr="007C66A0"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18"/>
                                <w:szCs w:val="22"/>
                                <w:lang w:eastAsia="en-US"/>
                              </w:rPr>
                              <w:t xml:space="preserve"> Magal</w:t>
                            </w:r>
                          </w:p>
                          <w:p w14:paraId="5BD8AA2A" w14:textId="4F238BD6" w:rsidR="00E9764C" w:rsidRPr="007C66A0" w:rsidRDefault="00E9764C" w:rsidP="00943FD4">
                            <w:pPr>
                              <w:ind w:left="0" w:right="10"/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18"/>
                                <w:szCs w:val="22"/>
                                <w:lang w:eastAsia="en-US"/>
                              </w:rPr>
                            </w:pPr>
                            <w:r w:rsidRPr="007C66A0"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18"/>
                                <w:szCs w:val="22"/>
                                <w:lang w:eastAsia="en-US"/>
                              </w:rPr>
                              <w:t xml:space="preserve">Director of the Seidman ERP Program, Professor of Management </w:t>
                            </w:r>
                          </w:p>
                          <w:p w14:paraId="195DA6ED" w14:textId="77777777" w:rsidR="007C66A0" w:rsidRPr="007C66A0" w:rsidRDefault="007C66A0" w:rsidP="00943FD4">
                            <w:pPr>
                              <w:ind w:left="0" w:right="10"/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18"/>
                                <w:szCs w:val="22"/>
                                <w:lang w:eastAsia="en-US"/>
                              </w:rPr>
                            </w:pPr>
                          </w:p>
                          <w:p w14:paraId="3BB2CBCE" w14:textId="4F1A9217" w:rsidR="00E9764C" w:rsidRDefault="00DA0990" w:rsidP="00943FD4">
                            <w:pPr>
                              <w:ind w:left="0" w:right="10"/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18"/>
                                <w:szCs w:val="22"/>
                                <w:lang w:eastAsia="en-US"/>
                              </w:rPr>
                            </w:pPr>
                            <w:r w:rsidRPr="00DA0990"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18"/>
                                <w:szCs w:val="22"/>
                                <w:lang w:eastAsia="en-US"/>
                              </w:rPr>
                              <w:t>Paul VandeVusse</w:t>
                            </w:r>
                            <w:r w:rsidRPr="00DA0990"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18"/>
                                <w:szCs w:val="22"/>
                                <w:lang w:eastAsia="en-US"/>
                              </w:rPr>
                              <w:br/>
                            </w:r>
                            <w:r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18"/>
                                <w:szCs w:val="22"/>
                                <w:lang w:eastAsia="en-US"/>
                              </w:rPr>
                              <w:t>Steelcase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18"/>
                                <w:szCs w:val="22"/>
                                <w:lang w:eastAsia="en-US"/>
                              </w:rPr>
                              <w:br/>
                              <w:t xml:space="preserve">Vice President, </w:t>
                            </w:r>
                            <w:r w:rsidRPr="00DA0990"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18"/>
                                <w:szCs w:val="22"/>
                                <w:lang w:eastAsia="en-US"/>
                              </w:rPr>
                              <w:t>Customer Order Fulfill Technologies</w:t>
                            </w:r>
                          </w:p>
                          <w:p w14:paraId="615D5A56" w14:textId="77777777" w:rsidR="00DA0990" w:rsidRPr="007C66A0" w:rsidRDefault="00DA0990" w:rsidP="00943FD4">
                            <w:pPr>
                              <w:ind w:left="0" w:right="10"/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18"/>
                                <w:szCs w:val="22"/>
                                <w:lang w:eastAsia="en-US"/>
                              </w:rPr>
                            </w:pPr>
                          </w:p>
                          <w:p w14:paraId="28F268D3" w14:textId="77777777" w:rsidR="00E9764C" w:rsidRPr="007C66A0" w:rsidRDefault="00E9764C" w:rsidP="00943FD4">
                            <w:pPr>
                              <w:ind w:left="0" w:right="10"/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18"/>
                                <w:szCs w:val="22"/>
                                <w:lang w:eastAsia="en-US"/>
                              </w:rPr>
                            </w:pPr>
                            <w:r w:rsidRPr="007C66A0"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18"/>
                                <w:szCs w:val="22"/>
                                <w:lang w:eastAsia="en-US"/>
                              </w:rPr>
                              <w:t xml:space="preserve">Meagan Knoll </w:t>
                            </w:r>
                          </w:p>
                          <w:p w14:paraId="554164DE" w14:textId="443C6C9B" w:rsidR="00E9764C" w:rsidRPr="007C66A0" w:rsidRDefault="00E9764C" w:rsidP="00943FD4">
                            <w:pPr>
                              <w:ind w:left="0" w:right="10"/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18"/>
                                <w:szCs w:val="22"/>
                                <w:lang w:eastAsia="en-US"/>
                              </w:rPr>
                            </w:pPr>
                            <w:r w:rsidRPr="007C66A0"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18"/>
                                <w:szCs w:val="22"/>
                                <w:lang w:eastAsia="en-US"/>
                              </w:rPr>
                              <w:t xml:space="preserve">Affiliate Faculty of Management </w:t>
                            </w:r>
                          </w:p>
                          <w:p w14:paraId="17D0E4C6" w14:textId="77777777" w:rsidR="00E9764C" w:rsidRPr="007C66A0" w:rsidRDefault="00E9764C" w:rsidP="00943FD4">
                            <w:pPr>
                              <w:ind w:left="0" w:right="10"/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18"/>
                                <w:szCs w:val="22"/>
                                <w:lang w:eastAsia="en-US"/>
                              </w:rPr>
                            </w:pPr>
                          </w:p>
                          <w:p w14:paraId="2FC83F84" w14:textId="77777777" w:rsidR="00453F0F" w:rsidRPr="00453F0F" w:rsidRDefault="00453F0F" w:rsidP="00453F0F">
                            <w:pPr>
                              <w:ind w:left="0" w:right="10"/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18"/>
                                <w:szCs w:val="22"/>
                                <w:lang w:eastAsia="en-US"/>
                              </w:rPr>
                            </w:pPr>
                            <w:r w:rsidRPr="00453F0F"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18"/>
                                <w:szCs w:val="22"/>
                                <w:lang w:eastAsia="en-US"/>
                              </w:rPr>
                              <w:t>Amy J. Pierce</w:t>
                            </w:r>
                          </w:p>
                          <w:p w14:paraId="30396DA4" w14:textId="77777777" w:rsidR="00453F0F" w:rsidRPr="00453F0F" w:rsidRDefault="00453F0F" w:rsidP="00453F0F">
                            <w:pPr>
                              <w:ind w:left="0" w:right="10"/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18"/>
                                <w:szCs w:val="22"/>
                                <w:lang w:eastAsia="en-US"/>
                              </w:rPr>
                            </w:pPr>
                            <w:r w:rsidRPr="00453F0F"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18"/>
                                <w:szCs w:val="22"/>
                                <w:lang w:eastAsia="en-US"/>
                              </w:rPr>
                              <w:t>Kent Intermediate School District</w:t>
                            </w:r>
                          </w:p>
                          <w:p w14:paraId="32F0B941" w14:textId="197EDF0C" w:rsidR="00943FD4" w:rsidRPr="00453F0F" w:rsidRDefault="00453F0F" w:rsidP="00453F0F">
                            <w:pPr>
                              <w:ind w:left="0" w:right="10"/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18"/>
                                <w:szCs w:val="22"/>
                                <w:lang w:eastAsia="en-US"/>
                              </w:rPr>
                            </w:pPr>
                            <w:r w:rsidRPr="00453F0F"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18"/>
                                <w:szCs w:val="22"/>
                                <w:lang w:eastAsia="en-US"/>
                              </w:rPr>
                              <w:t xml:space="preserve">Career Exploration Coordinator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7EBD20D" id="_x0000_s1034" type="#_x0000_t202" style="position:absolute;left:0;text-align:left;margin-left:-20.95pt;margin-top:-184.05pt;width:207pt;height:110.6pt;z-index:2517002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" fillcolor="#374c80 [2404]" stroked="f">
                <v:shadow on="t" color="black" opacity="26214f" origin=".5,-.5" offset="-.74836mm,.74836mm"/>
                <v:textbox style="mso-fit-shape-to-text:t">
                  <w:txbxContent>
                    <w:p w14:paraId="5E00E724" w14:textId="08AEB1B6" w:rsidR="00943FD4" w:rsidRDefault="00943FD4" w:rsidP="00943FD4">
                      <w:pPr>
                        <w:ind w:left="0" w:right="10"/>
                        <w:rPr>
                          <w:rFonts w:ascii="Calibri" w:eastAsia="Times New Roman" w:hAnsi="Calibri" w:cs="Times New Roman"/>
                          <w:color w:val="FFFFFF" w:themeColor="background1"/>
                          <w:sz w:val="22"/>
                          <w:szCs w:val="22"/>
                          <w:lang w:eastAsia="en-US"/>
                        </w:rPr>
                      </w:pPr>
                      <w:r w:rsidRPr="00943FD4">
                        <w:rPr>
                          <w:rFonts w:ascii="Calibri" w:eastAsia="Times New Roman" w:hAnsi="Calibri" w:cs="Times New Roman"/>
                          <w:color w:val="FFFFFF" w:themeColor="background1"/>
                          <w:sz w:val="22"/>
                          <w:szCs w:val="22"/>
                          <w:lang w:eastAsia="en-US"/>
                        </w:rPr>
                        <w:t>Planning Team</w:t>
                      </w:r>
                      <w:r w:rsidR="00E9764C">
                        <w:rPr>
                          <w:rFonts w:ascii="Calibri" w:eastAsia="Times New Roman" w:hAnsi="Calibri" w:cs="Times New Roman"/>
                          <w:color w:val="FFFFFF" w:themeColor="background1"/>
                          <w:sz w:val="22"/>
                          <w:szCs w:val="22"/>
                          <w:lang w:eastAsia="en-US"/>
                        </w:rPr>
                        <w:t xml:space="preserve">: </w:t>
                      </w:r>
                    </w:p>
                    <w:p w14:paraId="6EB98FB2" w14:textId="77777777" w:rsidR="00E9764C" w:rsidRPr="00943FD4" w:rsidRDefault="00E9764C" w:rsidP="00943FD4">
                      <w:pPr>
                        <w:ind w:left="0" w:right="10"/>
                        <w:rPr>
                          <w:rFonts w:ascii="Calibri" w:eastAsia="Times New Roman" w:hAnsi="Calibri" w:cs="Times New Roman"/>
                          <w:color w:val="FFFFFF" w:themeColor="background1"/>
                          <w:sz w:val="22"/>
                          <w:szCs w:val="22"/>
                          <w:lang w:eastAsia="en-US"/>
                        </w:rPr>
                      </w:pPr>
                    </w:p>
                    <w:p w14:paraId="38A9ABCD" w14:textId="77777777" w:rsidR="00E9764C" w:rsidRPr="007C66A0" w:rsidRDefault="00E9764C" w:rsidP="00E9764C">
                      <w:pPr>
                        <w:ind w:left="0" w:right="10"/>
                        <w:rPr>
                          <w:rFonts w:ascii="Calibri" w:eastAsia="Times New Roman" w:hAnsi="Calibri" w:cs="Times New Roman"/>
                          <w:color w:val="FFFFFF" w:themeColor="background1"/>
                          <w:sz w:val="18"/>
                          <w:szCs w:val="22"/>
                          <w:lang w:eastAsia="en-US"/>
                        </w:rPr>
                      </w:pPr>
                      <w:r w:rsidRPr="007C66A0">
                        <w:rPr>
                          <w:rFonts w:ascii="Calibri" w:eastAsia="Times New Roman" w:hAnsi="Calibri" w:cs="Times New Roman"/>
                          <w:color w:val="FFFFFF" w:themeColor="background1"/>
                          <w:sz w:val="18"/>
                          <w:szCs w:val="22"/>
                          <w:lang w:eastAsia="en-US"/>
                        </w:rPr>
                        <w:t>Heather Czech Matthews</w:t>
                      </w:r>
                    </w:p>
                    <w:p w14:paraId="4842ADE5" w14:textId="220C099A" w:rsidR="00E9764C" w:rsidRPr="007C66A0" w:rsidRDefault="00E9764C" w:rsidP="00E9764C">
                      <w:pPr>
                        <w:ind w:left="0" w:right="10"/>
                        <w:rPr>
                          <w:rFonts w:ascii="Calibri" w:eastAsia="Times New Roman" w:hAnsi="Calibri" w:cs="Times New Roman"/>
                          <w:color w:val="FFFFFF" w:themeColor="background1"/>
                          <w:sz w:val="18"/>
                          <w:szCs w:val="22"/>
                          <w:lang w:eastAsia="en-US"/>
                        </w:rPr>
                      </w:pPr>
                      <w:r w:rsidRPr="007C66A0">
                        <w:rPr>
                          <w:rFonts w:ascii="Calibri" w:eastAsia="Times New Roman" w:hAnsi="Calibri" w:cs="Times New Roman"/>
                          <w:color w:val="FFFFFF" w:themeColor="background1"/>
                          <w:sz w:val="18"/>
                          <w:szCs w:val="22"/>
                          <w:lang w:eastAsia="en-US"/>
                        </w:rPr>
                        <w:t>Director, Global University Alliances Scale, Enablement and Transformation</w:t>
                      </w:r>
                    </w:p>
                    <w:p w14:paraId="3E8627D4" w14:textId="77777777" w:rsidR="00E9764C" w:rsidRPr="007C66A0" w:rsidRDefault="00E9764C" w:rsidP="00943FD4">
                      <w:pPr>
                        <w:ind w:left="0" w:right="10"/>
                        <w:rPr>
                          <w:rFonts w:ascii="Calibri" w:eastAsia="Times New Roman" w:hAnsi="Calibri" w:cs="Times New Roman"/>
                          <w:color w:val="FFFFFF" w:themeColor="background1"/>
                          <w:sz w:val="18"/>
                          <w:szCs w:val="22"/>
                          <w:lang w:eastAsia="en-US"/>
                        </w:rPr>
                      </w:pPr>
                    </w:p>
                    <w:p w14:paraId="34CCBB37" w14:textId="2204F3D6" w:rsidR="00943FD4" w:rsidRPr="007C66A0" w:rsidRDefault="00E9764C" w:rsidP="00943FD4">
                      <w:pPr>
                        <w:ind w:left="0" w:right="10"/>
                        <w:rPr>
                          <w:rFonts w:ascii="Calibri" w:eastAsia="Times New Roman" w:hAnsi="Calibri" w:cs="Times New Roman"/>
                          <w:color w:val="FFFFFF" w:themeColor="background1"/>
                          <w:sz w:val="18"/>
                          <w:szCs w:val="22"/>
                          <w:lang w:eastAsia="en-US"/>
                        </w:rPr>
                      </w:pPr>
                      <w:r w:rsidRPr="007C66A0">
                        <w:rPr>
                          <w:rFonts w:ascii="Calibri" w:eastAsia="Times New Roman" w:hAnsi="Calibri" w:cs="Times New Roman"/>
                          <w:color w:val="FFFFFF" w:themeColor="background1"/>
                          <w:sz w:val="18"/>
                          <w:szCs w:val="22"/>
                          <w:lang w:eastAsia="en-US"/>
                        </w:rPr>
                        <w:t xml:space="preserve">Dr. </w:t>
                      </w:r>
                      <w:r w:rsidR="00943FD4" w:rsidRPr="007C66A0">
                        <w:rPr>
                          <w:rFonts w:ascii="Calibri" w:eastAsia="Times New Roman" w:hAnsi="Calibri" w:cs="Times New Roman"/>
                          <w:color w:val="FFFFFF" w:themeColor="background1"/>
                          <w:sz w:val="18"/>
                          <w:szCs w:val="22"/>
                          <w:lang w:eastAsia="en-US"/>
                        </w:rPr>
                        <w:t>Simha</w:t>
                      </w:r>
                      <w:r w:rsidRPr="007C66A0">
                        <w:rPr>
                          <w:rFonts w:ascii="Calibri" w:eastAsia="Times New Roman" w:hAnsi="Calibri" w:cs="Times New Roman"/>
                          <w:color w:val="FFFFFF" w:themeColor="background1"/>
                          <w:sz w:val="18"/>
                          <w:szCs w:val="22"/>
                          <w:lang w:eastAsia="en-US"/>
                        </w:rPr>
                        <w:t xml:space="preserve"> Magal</w:t>
                      </w:r>
                    </w:p>
                    <w:p w14:paraId="5BD8AA2A" w14:textId="4F238BD6" w:rsidR="00E9764C" w:rsidRPr="007C66A0" w:rsidRDefault="00E9764C" w:rsidP="00943FD4">
                      <w:pPr>
                        <w:ind w:left="0" w:right="10"/>
                        <w:rPr>
                          <w:rFonts w:ascii="Calibri" w:eastAsia="Times New Roman" w:hAnsi="Calibri" w:cs="Times New Roman"/>
                          <w:color w:val="FFFFFF" w:themeColor="background1"/>
                          <w:sz w:val="18"/>
                          <w:szCs w:val="22"/>
                          <w:lang w:eastAsia="en-US"/>
                        </w:rPr>
                      </w:pPr>
                      <w:r w:rsidRPr="007C66A0">
                        <w:rPr>
                          <w:rFonts w:ascii="Calibri" w:eastAsia="Times New Roman" w:hAnsi="Calibri" w:cs="Times New Roman"/>
                          <w:color w:val="FFFFFF" w:themeColor="background1"/>
                          <w:sz w:val="18"/>
                          <w:szCs w:val="22"/>
                          <w:lang w:eastAsia="en-US"/>
                        </w:rPr>
                        <w:t xml:space="preserve">Director of the Seidman ERP Program, Professor of Management </w:t>
                      </w:r>
                    </w:p>
                    <w:p w14:paraId="195DA6ED" w14:textId="77777777" w:rsidR="007C66A0" w:rsidRPr="007C66A0" w:rsidRDefault="007C66A0" w:rsidP="00943FD4">
                      <w:pPr>
                        <w:ind w:left="0" w:right="10"/>
                        <w:rPr>
                          <w:rFonts w:ascii="Calibri" w:eastAsia="Times New Roman" w:hAnsi="Calibri" w:cs="Times New Roman"/>
                          <w:color w:val="FFFFFF" w:themeColor="background1"/>
                          <w:sz w:val="18"/>
                          <w:szCs w:val="22"/>
                          <w:lang w:eastAsia="en-US"/>
                        </w:rPr>
                      </w:pPr>
                    </w:p>
                    <w:p w14:paraId="3BB2CBCE" w14:textId="4F1A9217" w:rsidR="00E9764C" w:rsidRDefault="00DA0990" w:rsidP="00943FD4">
                      <w:pPr>
                        <w:ind w:left="0" w:right="10"/>
                        <w:rPr>
                          <w:rFonts w:ascii="Calibri" w:eastAsia="Times New Roman" w:hAnsi="Calibri" w:cs="Times New Roman"/>
                          <w:color w:val="FFFFFF" w:themeColor="background1"/>
                          <w:sz w:val="18"/>
                          <w:szCs w:val="22"/>
                          <w:lang w:eastAsia="en-US"/>
                        </w:rPr>
                      </w:pPr>
                      <w:r w:rsidRPr="00DA0990">
                        <w:rPr>
                          <w:rFonts w:ascii="Calibri" w:eastAsia="Times New Roman" w:hAnsi="Calibri" w:cs="Times New Roman"/>
                          <w:color w:val="FFFFFF" w:themeColor="background1"/>
                          <w:sz w:val="18"/>
                          <w:szCs w:val="22"/>
                          <w:lang w:eastAsia="en-US"/>
                        </w:rPr>
                        <w:t>Paul VandeVusse</w:t>
                      </w:r>
                      <w:r w:rsidRPr="00DA0990">
                        <w:rPr>
                          <w:rFonts w:ascii="Calibri" w:eastAsia="Times New Roman" w:hAnsi="Calibri" w:cs="Times New Roman"/>
                          <w:color w:val="FFFFFF" w:themeColor="background1"/>
                          <w:sz w:val="18"/>
                          <w:szCs w:val="22"/>
                          <w:lang w:eastAsia="en-US"/>
                        </w:rPr>
                        <w:br/>
                      </w:r>
                      <w:r>
                        <w:rPr>
                          <w:rFonts w:ascii="Calibri" w:eastAsia="Times New Roman" w:hAnsi="Calibri" w:cs="Times New Roman"/>
                          <w:color w:val="FFFFFF" w:themeColor="background1"/>
                          <w:sz w:val="18"/>
                          <w:szCs w:val="22"/>
                          <w:lang w:eastAsia="en-US"/>
                        </w:rPr>
                        <w:t>Steelcase</w:t>
                      </w:r>
                      <w:r>
                        <w:rPr>
                          <w:rFonts w:ascii="Calibri" w:eastAsia="Times New Roman" w:hAnsi="Calibri" w:cs="Times New Roman"/>
                          <w:color w:val="FFFFFF" w:themeColor="background1"/>
                          <w:sz w:val="18"/>
                          <w:szCs w:val="22"/>
                          <w:lang w:eastAsia="en-US"/>
                        </w:rPr>
                        <w:br/>
                        <w:t xml:space="preserve">Vice President, </w:t>
                      </w:r>
                      <w:r w:rsidRPr="00DA0990">
                        <w:rPr>
                          <w:rFonts w:ascii="Calibri" w:eastAsia="Times New Roman" w:hAnsi="Calibri" w:cs="Times New Roman"/>
                          <w:color w:val="FFFFFF" w:themeColor="background1"/>
                          <w:sz w:val="18"/>
                          <w:szCs w:val="22"/>
                          <w:lang w:eastAsia="en-US"/>
                        </w:rPr>
                        <w:t>Customer Order Fulfill Technologies</w:t>
                      </w:r>
                    </w:p>
                    <w:p w14:paraId="615D5A56" w14:textId="77777777" w:rsidR="00DA0990" w:rsidRPr="007C66A0" w:rsidRDefault="00DA0990" w:rsidP="00943FD4">
                      <w:pPr>
                        <w:ind w:left="0" w:right="10"/>
                        <w:rPr>
                          <w:rFonts w:ascii="Calibri" w:eastAsia="Times New Roman" w:hAnsi="Calibri" w:cs="Times New Roman"/>
                          <w:color w:val="FFFFFF" w:themeColor="background1"/>
                          <w:sz w:val="18"/>
                          <w:szCs w:val="22"/>
                          <w:lang w:eastAsia="en-US"/>
                        </w:rPr>
                      </w:pPr>
                    </w:p>
                    <w:p w14:paraId="28F268D3" w14:textId="77777777" w:rsidR="00E9764C" w:rsidRPr="007C66A0" w:rsidRDefault="00E9764C" w:rsidP="00943FD4">
                      <w:pPr>
                        <w:ind w:left="0" w:right="10"/>
                        <w:rPr>
                          <w:rFonts w:ascii="Calibri" w:eastAsia="Times New Roman" w:hAnsi="Calibri" w:cs="Times New Roman"/>
                          <w:color w:val="FFFFFF" w:themeColor="background1"/>
                          <w:sz w:val="18"/>
                          <w:szCs w:val="22"/>
                          <w:lang w:eastAsia="en-US"/>
                        </w:rPr>
                      </w:pPr>
                      <w:r w:rsidRPr="007C66A0">
                        <w:rPr>
                          <w:rFonts w:ascii="Calibri" w:eastAsia="Times New Roman" w:hAnsi="Calibri" w:cs="Times New Roman"/>
                          <w:color w:val="FFFFFF" w:themeColor="background1"/>
                          <w:sz w:val="18"/>
                          <w:szCs w:val="22"/>
                          <w:lang w:eastAsia="en-US"/>
                        </w:rPr>
                        <w:t xml:space="preserve">Meagan Knoll </w:t>
                      </w:r>
                    </w:p>
                    <w:p w14:paraId="554164DE" w14:textId="443C6C9B" w:rsidR="00E9764C" w:rsidRPr="007C66A0" w:rsidRDefault="00E9764C" w:rsidP="00943FD4">
                      <w:pPr>
                        <w:ind w:left="0" w:right="10"/>
                        <w:rPr>
                          <w:rFonts w:ascii="Calibri" w:eastAsia="Times New Roman" w:hAnsi="Calibri" w:cs="Times New Roman"/>
                          <w:color w:val="FFFFFF" w:themeColor="background1"/>
                          <w:sz w:val="18"/>
                          <w:szCs w:val="22"/>
                          <w:lang w:eastAsia="en-US"/>
                        </w:rPr>
                      </w:pPr>
                      <w:r w:rsidRPr="007C66A0">
                        <w:rPr>
                          <w:rFonts w:ascii="Calibri" w:eastAsia="Times New Roman" w:hAnsi="Calibri" w:cs="Times New Roman"/>
                          <w:color w:val="FFFFFF" w:themeColor="background1"/>
                          <w:sz w:val="18"/>
                          <w:szCs w:val="22"/>
                          <w:lang w:eastAsia="en-US"/>
                        </w:rPr>
                        <w:t xml:space="preserve">Affiliate Faculty of Management </w:t>
                      </w:r>
                    </w:p>
                    <w:p w14:paraId="17D0E4C6" w14:textId="77777777" w:rsidR="00E9764C" w:rsidRPr="007C66A0" w:rsidRDefault="00E9764C" w:rsidP="00943FD4">
                      <w:pPr>
                        <w:ind w:left="0" w:right="10"/>
                        <w:rPr>
                          <w:rFonts w:ascii="Calibri" w:eastAsia="Times New Roman" w:hAnsi="Calibri" w:cs="Times New Roman"/>
                          <w:color w:val="FFFFFF" w:themeColor="background1"/>
                          <w:sz w:val="18"/>
                          <w:szCs w:val="22"/>
                          <w:lang w:eastAsia="en-US"/>
                        </w:rPr>
                      </w:pPr>
                    </w:p>
                    <w:p w14:paraId="2FC83F84" w14:textId="77777777" w:rsidR="00453F0F" w:rsidRPr="00453F0F" w:rsidRDefault="00453F0F" w:rsidP="00453F0F">
                      <w:pPr>
                        <w:ind w:left="0" w:right="10"/>
                        <w:rPr>
                          <w:rFonts w:ascii="Calibri" w:eastAsia="Times New Roman" w:hAnsi="Calibri" w:cs="Times New Roman"/>
                          <w:color w:val="FFFFFF" w:themeColor="background1"/>
                          <w:sz w:val="18"/>
                          <w:szCs w:val="22"/>
                          <w:lang w:eastAsia="en-US"/>
                        </w:rPr>
                      </w:pPr>
                      <w:r w:rsidRPr="00453F0F">
                        <w:rPr>
                          <w:rFonts w:ascii="Calibri" w:eastAsia="Times New Roman" w:hAnsi="Calibri" w:cs="Times New Roman"/>
                          <w:color w:val="FFFFFF" w:themeColor="background1"/>
                          <w:sz w:val="18"/>
                          <w:szCs w:val="22"/>
                          <w:lang w:eastAsia="en-US"/>
                        </w:rPr>
                        <w:t>Amy J. Pierce</w:t>
                      </w:r>
                    </w:p>
                    <w:p w14:paraId="30396DA4" w14:textId="77777777" w:rsidR="00453F0F" w:rsidRPr="00453F0F" w:rsidRDefault="00453F0F" w:rsidP="00453F0F">
                      <w:pPr>
                        <w:ind w:left="0" w:right="10"/>
                        <w:rPr>
                          <w:rFonts w:ascii="Calibri" w:eastAsia="Times New Roman" w:hAnsi="Calibri" w:cs="Times New Roman"/>
                          <w:color w:val="FFFFFF" w:themeColor="background1"/>
                          <w:sz w:val="18"/>
                          <w:szCs w:val="22"/>
                          <w:lang w:eastAsia="en-US"/>
                        </w:rPr>
                      </w:pPr>
                      <w:r w:rsidRPr="00453F0F">
                        <w:rPr>
                          <w:rFonts w:ascii="Calibri" w:eastAsia="Times New Roman" w:hAnsi="Calibri" w:cs="Times New Roman"/>
                          <w:color w:val="FFFFFF" w:themeColor="background1"/>
                          <w:sz w:val="18"/>
                          <w:szCs w:val="22"/>
                          <w:lang w:eastAsia="en-US"/>
                        </w:rPr>
                        <w:t>Kent Intermediate School District</w:t>
                      </w:r>
                    </w:p>
                    <w:p w14:paraId="32F0B941" w14:textId="197EDF0C" w:rsidR="00943FD4" w:rsidRPr="00453F0F" w:rsidRDefault="00453F0F" w:rsidP="00453F0F">
                      <w:pPr>
                        <w:ind w:left="0" w:right="10"/>
                        <w:rPr>
                          <w:rFonts w:ascii="Calibri" w:eastAsia="Times New Roman" w:hAnsi="Calibri" w:cs="Times New Roman"/>
                          <w:color w:val="FFFFFF" w:themeColor="background1"/>
                          <w:sz w:val="18"/>
                          <w:szCs w:val="22"/>
                          <w:lang w:eastAsia="en-US"/>
                        </w:rPr>
                      </w:pPr>
                      <w:r w:rsidRPr="00453F0F">
                        <w:rPr>
                          <w:rFonts w:ascii="Calibri" w:eastAsia="Times New Roman" w:hAnsi="Calibri" w:cs="Times New Roman"/>
                          <w:color w:val="FFFFFF" w:themeColor="background1"/>
                          <w:sz w:val="18"/>
                          <w:szCs w:val="22"/>
                          <w:lang w:eastAsia="en-US"/>
                        </w:rPr>
                        <w:t xml:space="preserve">Career Exploration Coordinator </w:t>
                      </w:r>
                    </w:p>
                  </w:txbxContent>
                </v:textbox>
              </v:shape>
            </w:pict>
          </mc:Fallback>
        </mc:AlternateContent>
      </w:r>
      <w:r w:rsidR="00E178A8">
        <w:rPr>
          <w:noProof/>
          <w:lang w:eastAsia="en-US"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4B1DDC5F" wp14:editId="70CC8AEA">
                <wp:simplePos x="0" y="0"/>
                <wp:positionH relativeFrom="column">
                  <wp:posOffset>914400</wp:posOffset>
                </wp:positionH>
                <wp:positionV relativeFrom="paragraph">
                  <wp:posOffset>681990</wp:posOffset>
                </wp:positionV>
                <wp:extent cx="2893695" cy="1404620"/>
                <wp:effectExtent l="0" t="0" r="0" b="0"/>
                <wp:wrapNone/>
                <wp:docPr id="5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369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95DE6A" w14:textId="77777777" w:rsidR="007C66A0" w:rsidRPr="007C66A0" w:rsidRDefault="00E178A8" w:rsidP="007C66A0">
                            <w:pPr>
                              <w:ind w:left="-90" w:right="-467"/>
                              <w:rPr>
                                <w:color w:val="FFFFFF" w:themeColor="background1"/>
                                <w:sz w:val="22"/>
                                <w:szCs w:val="52"/>
                              </w:rPr>
                            </w:pPr>
                            <w:r w:rsidRPr="007C66A0">
                              <w:rPr>
                                <w:color w:val="FFFFFF" w:themeColor="background1"/>
                                <w:sz w:val="22"/>
                                <w:szCs w:val="52"/>
                              </w:rPr>
                              <w:t xml:space="preserve">  </w:t>
                            </w:r>
                            <w:r w:rsidR="00E84EF4" w:rsidRPr="007C66A0">
                              <w:rPr>
                                <w:color w:val="FFFFFF" w:themeColor="background1"/>
                                <w:sz w:val="22"/>
                                <w:szCs w:val="52"/>
                              </w:rPr>
                              <w:t>@</w:t>
                            </w:r>
                            <w:r w:rsidR="00943FD4" w:rsidRPr="007C66A0">
                              <w:rPr>
                                <w:color w:val="FFFFFF" w:themeColor="background1"/>
                                <w:sz w:val="22"/>
                                <w:szCs w:val="52"/>
                              </w:rPr>
                              <w:t xml:space="preserve">gvsu      </w:t>
                            </w:r>
                            <w:r w:rsidR="00A1286A" w:rsidRPr="007C66A0">
                              <w:rPr>
                                <w:color w:val="FFFFFF" w:themeColor="background1"/>
                                <w:sz w:val="22"/>
                                <w:szCs w:val="52"/>
                              </w:rPr>
                              <w:t xml:space="preserve">            </w:t>
                            </w:r>
                            <w:r w:rsidRPr="007C66A0">
                              <w:rPr>
                                <w:color w:val="FFFFFF" w:themeColor="background1"/>
                                <w:sz w:val="22"/>
                                <w:szCs w:val="52"/>
                              </w:rPr>
                              <w:t xml:space="preserve">     </w:t>
                            </w:r>
                            <w:r w:rsidR="00A1286A" w:rsidRPr="007C66A0">
                              <w:rPr>
                                <w:color w:val="FFFFFF" w:themeColor="background1"/>
                                <w:sz w:val="22"/>
                                <w:szCs w:val="52"/>
                              </w:rPr>
                              <w:t xml:space="preserve">  </w:t>
                            </w:r>
                            <w:r w:rsidR="00E84EF4" w:rsidRPr="007C66A0">
                              <w:rPr>
                                <w:color w:val="FFFFFF" w:themeColor="background1"/>
                                <w:sz w:val="22"/>
                                <w:szCs w:val="52"/>
                              </w:rPr>
                              <w:t>@erpsim</w:t>
                            </w:r>
                          </w:p>
                          <w:p w14:paraId="5AB18697" w14:textId="764F85D6" w:rsidR="00943FD4" w:rsidRDefault="007C66A0" w:rsidP="007C66A0">
                            <w:pPr>
                              <w:ind w:left="-90" w:right="-467"/>
                              <w:rPr>
                                <w:color w:val="FFFFFF" w:themeColor="background1"/>
                                <w:sz w:val="22"/>
                                <w:szCs w:val="52"/>
                              </w:rPr>
                            </w:pPr>
                            <w:r w:rsidRPr="007C66A0">
                              <w:rPr>
                                <w:color w:val="FFFFFF" w:themeColor="background1"/>
                                <w:sz w:val="22"/>
                                <w:szCs w:val="52"/>
                              </w:rPr>
                              <w:t xml:space="preserve">  </w:t>
                            </w:r>
                            <w:r w:rsidR="00943FD4" w:rsidRPr="007C66A0">
                              <w:rPr>
                                <w:color w:val="FFFFFF" w:themeColor="background1"/>
                                <w:sz w:val="22"/>
                                <w:szCs w:val="52"/>
                              </w:rPr>
                              <w:t xml:space="preserve">@gvsuessu   </w:t>
                            </w:r>
                            <w:r w:rsidR="00A1286A" w:rsidRPr="007C66A0">
                              <w:rPr>
                                <w:color w:val="FFFFFF" w:themeColor="background1"/>
                                <w:sz w:val="22"/>
                                <w:szCs w:val="52"/>
                              </w:rPr>
                              <w:t xml:space="preserve">      </w:t>
                            </w:r>
                            <w:r w:rsidR="00E178A8" w:rsidRPr="007C66A0">
                              <w:rPr>
                                <w:color w:val="FFFFFF" w:themeColor="background1"/>
                                <w:sz w:val="22"/>
                                <w:szCs w:val="52"/>
                              </w:rPr>
                              <w:t xml:space="preserve">      </w:t>
                            </w:r>
                            <w:r w:rsidR="00A1286A" w:rsidRPr="007C66A0">
                              <w:rPr>
                                <w:color w:val="FFFFFF" w:themeColor="background1"/>
                                <w:sz w:val="22"/>
                                <w:szCs w:val="52"/>
                              </w:rPr>
                              <w:t xml:space="preserve">  </w:t>
                            </w:r>
                            <w:hyperlink r:id="rId17" w:history="1">
                              <w:r w:rsidRPr="007C66A0">
                                <w:rPr>
                                  <w:color w:val="FFFFFF" w:themeColor="background1"/>
                                  <w:sz w:val="22"/>
                                  <w:szCs w:val="52"/>
                                </w:rPr>
                                <w:t>@</w:t>
                              </w:r>
                              <w:r w:rsidR="00DA0990">
                                <w:rPr>
                                  <w:color w:val="FFFFFF" w:themeColor="background1"/>
                                  <w:sz w:val="22"/>
                                  <w:szCs w:val="52"/>
                                </w:rPr>
                                <w:t>steelcase</w:t>
                              </w:r>
                            </w:hyperlink>
                          </w:p>
                          <w:p w14:paraId="113E1F80" w14:textId="383185B6" w:rsidR="00AF5D62" w:rsidRPr="007C66A0" w:rsidRDefault="00AF5D62" w:rsidP="007C66A0">
                            <w:pPr>
                              <w:ind w:left="-90" w:right="-467"/>
                              <w:rPr>
                                <w:color w:val="FFFFFF" w:themeColor="background1"/>
                                <w:sz w:val="22"/>
                                <w:szCs w:val="52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2"/>
                                <w:szCs w:val="52"/>
                              </w:rPr>
                              <w:t xml:space="preserve">  </w:t>
                            </w:r>
                            <w:r w:rsidR="00DA0990">
                              <w:rPr>
                                <w:color w:val="FFFFFF" w:themeColor="background1"/>
                                <w:sz w:val="22"/>
                                <w:szCs w:val="52"/>
                              </w:rPr>
                              <w:t xml:space="preserve">@kentisd                    </w:t>
                            </w:r>
                            <w:r>
                              <w:rPr>
                                <w:color w:val="FFFFFF" w:themeColor="background1"/>
                                <w:sz w:val="22"/>
                                <w:szCs w:val="52"/>
                              </w:rPr>
                              <w:t>#</w:t>
                            </w:r>
                            <w:r w:rsidR="00DA0990">
                              <w:rPr>
                                <w:color w:val="FFFFFF" w:themeColor="background1"/>
                                <w:sz w:val="22"/>
                                <w:szCs w:val="52"/>
                              </w:rPr>
                              <w:t>miched</w:t>
                            </w:r>
                          </w:p>
                          <w:p w14:paraId="407B5605" w14:textId="659D6051" w:rsidR="00943FD4" w:rsidRPr="007C66A0" w:rsidRDefault="00E178A8" w:rsidP="00A1286A">
                            <w:pPr>
                              <w:ind w:left="-90" w:right="-467"/>
                              <w:rPr>
                                <w:color w:val="FFFFFF" w:themeColor="background1"/>
                                <w:sz w:val="22"/>
                                <w:szCs w:val="52"/>
                              </w:rPr>
                            </w:pPr>
                            <w:r w:rsidRPr="007C66A0">
                              <w:rPr>
                                <w:color w:val="FFFFFF" w:themeColor="background1"/>
                                <w:sz w:val="22"/>
                                <w:szCs w:val="52"/>
                              </w:rPr>
                              <w:t xml:space="preserve">  </w:t>
                            </w:r>
                            <w:r w:rsidR="00643DAC" w:rsidRPr="007C66A0">
                              <w:rPr>
                                <w:color w:val="FFFFFF" w:themeColor="background1"/>
                                <w:sz w:val="22"/>
                                <w:szCs w:val="52"/>
                              </w:rPr>
                              <w:t>@</w:t>
                            </w:r>
                            <w:r w:rsidR="00943FD4" w:rsidRPr="007C66A0">
                              <w:rPr>
                                <w:color w:val="FFFFFF" w:themeColor="background1"/>
                                <w:sz w:val="22"/>
                                <w:szCs w:val="52"/>
                              </w:rPr>
                              <w:t>sap_ua</w:t>
                            </w:r>
                            <w:r w:rsidR="00E84EF4" w:rsidRPr="007C66A0">
                              <w:rPr>
                                <w:color w:val="FFFFFF" w:themeColor="background1"/>
                                <w:sz w:val="22"/>
                                <w:szCs w:val="52"/>
                              </w:rPr>
                              <w:t xml:space="preserve">             </w:t>
                            </w:r>
                            <w:r w:rsidRPr="007C66A0">
                              <w:rPr>
                                <w:color w:val="FFFFFF" w:themeColor="background1"/>
                                <w:sz w:val="22"/>
                                <w:szCs w:val="52"/>
                              </w:rPr>
                              <w:t xml:space="preserve">     </w:t>
                            </w:r>
                            <w:r w:rsidR="00E84EF4" w:rsidRPr="007C66A0">
                              <w:rPr>
                                <w:color w:val="FFFFFF" w:themeColor="background1"/>
                                <w:sz w:val="22"/>
                                <w:szCs w:val="52"/>
                              </w:rPr>
                              <w:t xml:space="preserve"> </w:t>
                            </w:r>
                            <w:r w:rsidR="007C66A0" w:rsidRPr="007C66A0">
                              <w:rPr>
                                <w:color w:val="FFFFFF" w:themeColor="background1"/>
                                <w:sz w:val="22"/>
                                <w:szCs w:val="52"/>
                              </w:rPr>
                              <w:t xml:space="preserve"> </w:t>
                            </w:r>
                            <w:r w:rsidR="00E84EF4" w:rsidRPr="007C66A0">
                              <w:rPr>
                                <w:color w:val="FFFFFF" w:themeColor="background1"/>
                                <w:sz w:val="22"/>
                                <w:szCs w:val="52"/>
                              </w:rPr>
                              <w:t xml:space="preserve">#erpsimatgvsu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B1DDC5F" id="_x0000_s1035" type="#_x0000_t202" style="position:absolute;left:0;text-align:left;margin-left:1in;margin-top:53.7pt;width:227.85pt;height:110.6pt;z-index:2517043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" filled="f" stroked="f">
                <v:textbox style="mso-fit-shape-to-text:t">
                  <w:txbxContent>
                    <w:p w14:paraId="7495DE6A" w14:textId="77777777" w:rsidR="007C66A0" w:rsidRPr="007C66A0" w:rsidRDefault="00E178A8" w:rsidP="007C66A0">
                      <w:pPr>
                        <w:ind w:left="-90" w:right="-467"/>
                        <w:rPr>
                          <w:color w:val="FFFFFF" w:themeColor="background1"/>
                          <w:sz w:val="22"/>
                          <w:szCs w:val="52"/>
                        </w:rPr>
                      </w:pPr>
                      <w:r w:rsidRPr="007C66A0">
                        <w:rPr>
                          <w:color w:val="FFFFFF" w:themeColor="background1"/>
                          <w:sz w:val="22"/>
                          <w:szCs w:val="52"/>
                        </w:rPr>
                        <w:t xml:space="preserve">  </w:t>
                      </w:r>
                      <w:r w:rsidR="00E84EF4" w:rsidRPr="007C66A0">
                        <w:rPr>
                          <w:color w:val="FFFFFF" w:themeColor="background1"/>
                          <w:sz w:val="22"/>
                          <w:szCs w:val="52"/>
                        </w:rPr>
                        <w:t>@</w:t>
                      </w:r>
                      <w:r w:rsidR="00943FD4" w:rsidRPr="007C66A0">
                        <w:rPr>
                          <w:color w:val="FFFFFF" w:themeColor="background1"/>
                          <w:sz w:val="22"/>
                          <w:szCs w:val="52"/>
                        </w:rPr>
                        <w:t xml:space="preserve">gvsu      </w:t>
                      </w:r>
                      <w:r w:rsidR="00A1286A" w:rsidRPr="007C66A0">
                        <w:rPr>
                          <w:color w:val="FFFFFF" w:themeColor="background1"/>
                          <w:sz w:val="22"/>
                          <w:szCs w:val="52"/>
                        </w:rPr>
                        <w:t xml:space="preserve">            </w:t>
                      </w:r>
                      <w:r w:rsidRPr="007C66A0">
                        <w:rPr>
                          <w:color w:val="FFFFFF" w:themeColor="background1"/>
                          <w:sz w:val="22"/>
                          <w:szCs w:val="52"/>
                        </w:rPr>
                        <w:t xml:space="preserve">     </w:t>
                      </w:r>
                      <w:r w:rsidR="00A1286A" w:rsidRPr="007C66A0">
                        <w:rPr>
                          <w:color w:val="FFFFFF" w:themeColor="background1"/>
                          <w:sz w:val="22"/>
                          <w:szCs w:val="52"/>
                        </w:rPr>
                        <w:t xml:space="preserve">  </w:t>
                      </w:r>
                      <w:r w:rsidR="00E84EF4" w:rsidRPr="007C66A0">
                        <w:rPr>
                          <w:color w:val="FFFFFF" w:themeColor="background1"/>
                          <w:sz w:val="22"/>
                          <w:szCs w:val="52"/>
                        </w:rPr>
                        <w:t>@erpsim</w:t>
                      </w:r>
                    </w:p>
                    <w:p w14:paraId="5AB18697" w14:textId="764F85D6" w:rsidR="00943FD4" w:rsidRDefault="007C66A0" w:rsidP="007C66A0">
                      <w:pPr>
                        <w:ind w:left="-90" w:right="-467"/>
                        <w:rPr>
                          <w:color w:val="FFFFFF" w:themeColor="background1"/>
                          <w:sz w:val="22"/>
                          <w:szCs w:val="52"/>
                        </w:rPr>
                      </w:pPr>
                      <w:r w:rsidRPr="007C66A0">
                        <w:rPr>
                          <w:color w:val="FFFFFF" w:themeColor="background1"/>
                          <w:sz w:val="22"/>
                          <w:szCs w:val="52"/>
                        </w:rPr>
                        <w:t xml:space="preserve">  </w:t>
                      </w:r>
                      <w:r w:rsidR="00943FD4" w:rsidRPr="007C66A0">
                        <w:rPr>
                          <w:color w:val="FFFFFF" w:themeColor="background1"/>
                          <w:sz w:val="22"/>
                          <w:szCs w:val="52"/>
                        </w:rPr>
                        <w:t xml:space="preserve">@gvsuessu   </w:t>
                      </w:r>
                      <w:r w:rsidR="00A1286A" w:rsidRPr="007C66A0">
                        <w:rPr>
                          <w:color w:val="FFFFFF" w:themeColor="background1"/>
                          <w:sz w:val="22"/>
                          <w:szCs w:val="52"/>
                        </w:rPr>
                        <w:t xml:space="preserve">      </w:t>
                      </w:r>
                      <w:r w:rsidR="00E178A8" w:rsidRPr="007C66A0">
                        <w:rPr>
                          <w:color w:val="FFFFFF" w:themeColor="background1"/>
                          <w:sz w:val="22"/>
                          <w:szCs w:val="52"/>
                        </w:rPr>
                        <w:t xml:space="preserve">      </w:t>
                      </w:r>
                      <w:r w:rsidR="00A1286A" w:rsidRPr="007C66A0">
                        <w:rPr>
                          <w:color w:val="FFFFFF" w:themeColor="background1"/>
                          <w:sz w:val="22"/>
                          <w:szCs w:val="52"/>
                        </w:rPr>
                        <w:t xml:space="preserve">  </w:t>
                      </w:r>
                      <w:hyperlink r:id="rId18" w:history="1">
                        <w:r w:rsidRPr="007C66A0">
                          <w:rPr>
                            <w:color w:val="FFFFFF" w:themeColor="background1"/>
                            <w:sz w:val="22"/>
                            <w:szCs w:val="52"/>
                          </w:rPr>
                          <w:t>@</w:t>
                        </w:r>
                        <w:r w:rsidR="00DA0990">
                          <w:rPr>
                            <w:color w:val="FFFFFF" w:themeColor="background1"/>
                            <w:sz w:val="22"/>
                            <w:szCs w:val="52"/>
                          </w:rPr>
                          <w:t>steelcase</w:t>
                        </w:r>
                      </w:hyperlink>
                    </w:p>
                    <w:p w14:paraId="113E1F80" w14:textId="383185B6" w:rsidR="00AF5D62" w:rsidRPr="007C66A0" w:rsidRDefault="00AF5D62" w:rsidP="007C66A0">
                      <w:pPr>
                        <w:ind w:left="-90" w:right="-467"/>
                        <w:rPr>
                          <w:color w:val="FFFFFF" w:themeColor="background1"/>
                          <w:sz w:val="22"/>
                          <w:szCs w:val="52"/>
                        </w:rPr>
                      </w:pPr>
                      <w:r>
                        <w:rPr>
                          <w:color w:val="FFFFFF" w:themeColor="background1"/>
                          <w:sz w:val="22"/>
                          <w:szCs w:val="52"/>
                        </w:rPr>
                        <w:t xml:space="preserve">  </w:t>
                      </w:r>
                      <w:r w:rsidR="00DA0990">
                        <w:rPr>
                          <w:color w:val="FFFFFF" w:themeColor="background1"/>
                          <w:sz w:val="22"/>
                          <w:szCs w:val="52"/>
                        </w:rPr>
                        <w:t xml:space="preserve">@kentisd                    </w:t>
                      </w:r>
                      <w:r>
                        <w:rPr>
                          <w:color w:val="FFFFFF" w:themeColor="background1"/>
                          <w:sz w:val="22"/>
                          <w:szCs w:val="52"/>
                        </w:rPr>
                        <w:t>#</w:t>
                      </w:r>
                      <w:r w:rsidR="00DA0990">
                        <w:rPr>
                          <w:color w:val="FFFFFF" w:themeColor="background1"/>
                          <w:sz w:val="22"/>
                          <w:szCs w:val="52"/>
                        </w:rPr>
                        <w:t>miched</w:t>
                      </w:r>
                    </w:p>
                    <w:p w14:paraId="407B5605" w14:textId="659D6051" w:rsidR="00943FD4" w:rsidRPr="007C66A0" w:rsidRDefault="00E178A8" w:rsidP="00A1286A">
                      <w:pPr>
                        <w:ind w:left="-90" w:right="-467"/>
                        <w:rPr>
                          <w:color w:val="FFFFFF" w:themeColor="background1"/>
                          <w:sz w:val="22"/>
                          <w:szCs w:val="52"/>
                        </w:rPr>
                      </w:pPr>
                      <w:r w:rsidRPr="007C66A0">
                        <w:rPr>
                          <w:color w:val="FFFFFF" w:themeColor="background1"/>
                          <w:sz w:val="22"/>
                          <w:szCs w:val="52"/>
                        </w:rPr>
                        <w:t xml:space="preserve">  </w:t>
                      </w:r>
                      <w:r w:rsidR="00643DAC" w:rsidRPr="007C66A0">
                        <w:rPr>
                          <w:color w:val="FFFFFF" w:themeColor="background1"/>
                          <w:sz w:val="22"/>
                          <w:szCs w:val="52"/>
                        </w:rPr>
                        <w:t>@</w:t>
                      </w:r>
                      <w:r w:rsidR="00943FD4" w:rsidRPr="007C66A0">
                        <w:rPr>
                          <w:color w:val="FFFFFF" w:themeColor="background1"/>
                          <w:sz w:val="22"/>
                          <w:szCs w:val="52"/>
                        </w:rPr>
                        <w:t>sap_ua</w:t>
                      </w:r>
                      <w:r w:rsidR="00E84EF4" w:rsidRPr="007C66A0">
                        <w:rPr>
                          <w:color w:val="FFFFFF" w:themeColor="background1"/>
                          <w:sz w:val="22"/>
                          <w:szCs w:val="52"/>
                        </w:rPr>
                        <w:t xml:space="preserve">             </w:t>
                      </w:r>
                      <w:r w:rsidRPr="007C66A0">
                        <w:rPr>
                          <w:color w:val="FFFFFF" w:themeColor="background1"/>
                          <w:sz w:val="22"/>
                          <w:szCs w:val="52"/>
                        </w:rPr>
                        <w:t xml:space="preserve">     </w:t>
                      </w:r>
                      <w:r w:rsidR="00E84EF4" w:rsidRPr="007C66A0">
                        <w:rPr>
                          <w:color w:val="FFFFFF" w:themeColor="background1"/>
                          <w:sz w:val="22"/>
                          <w:szCs w:val="52"/>
                        </w:rPr>
                        <w:t xml:space="preserve"> </w:t>
                      </w:r>
                      <w:r w:rsidR="007C66A0" w:rsidRPr="007C66A0">
                        <w:rPr>
                          <w:color w:val="FFFFFF" w:themeColor="background1"/>
                          <w:sz w:val="22"/>
                          <w:szCs w:val="52"/>
                        </w:rPr>
                        <w:t xml:space="preserve"> </w:t>
                      </w:r>
                      <w:r w:rsidR="00E84EF4" w:rsidRPr="007C66A0">
                        <w:rPr>
                          <w:color w:val="FFFFFF" w:themeColor="background1"/>
                          <w:sz w:val="22"/>
                          <w:szCs w:val="52"/>
                        </w:rPr>
                        <w:t xml:space="preserve">#erpsimatgvsu  </w:t>
                      </w:r>
                    </w:p>
                  </w:txbxContent>
                </v:textbox>
              </v:shape>
            </w:pict>
          </mc:Fallback>
        </mc:AlternateContent>
      </w:r>
      <w:r w:rsidR="00E178A8" w:rsidRPr="00A413C1">
        <w:rPr>
          <w:noProof/>
          <w:sz w:val="72"/>
          <w:lang w:eastAsia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A73F247" wp14:editId="49B54E82">
                <wp:simplePos x="0" y="0"/>
                <wp:positionH relativeFrom="column">
                  <wp:posOffset>-95250</wp:posOffset>
                </wp:positionH>
                <wp:positionV relativeFrom="paragraph">
                  <wp:posOffset>1396365</wp:posOffset>
                </wp:positionV>
                <wp:extent cx="4600575" cy="323850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0057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B12ED7" w14:textId="77777777" w:rsidR="00A413C1" w:rsidRPr="00A82F6F" w:rsidRDefault="001101B0" w:rsidP="00A413C1">
                            <w:pPr>
                              <w:ind w:left="0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color w:val="FFFFFF" w:themeColor="background1"/>
                                <w:sz w:val="28"/>
                                <w:szCs w:val="52"/>
                              </w:rPr>
                            </w:pPr>
                            <w:hyperlink r:id="rId19" w:history="1">
                              <w:r w:rsidR="00A413C1" w:rsidRPr="00A82F6F"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28"/>
                                  <w:szCs w:val="52"/>
                                </w:rPr>
                                <w:t>www.gvsu.edu/erp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73F247" id="Text Box 33" o:spid="_x0000_s1036" type="#_x0000_t202" style="position:absolute;left:0;text-align:left;margin-left:-7.5pt;margin-top:109.95pt;width:362.25pt;height:25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" filled="f" stroked="f" strokeweight=".5pt">
                <v:textbox>
                  <w:txbxContent>
                    <w:p w14:paraId="5DB12ED7" w14:textId="77777777" w:rsidR="00A413C1" w:rsidRPr="00A82F6F" w:rsidRDefault="00CA20AA" w:rsidP="00A413C1">
                      <w:pPr>
                        <w:ind w:left="0"/>
                        <w:jc w:val="center"/>
                        <w:rPr>
                          <w:rFonts w:asciiTheme="majorHAnsi" w:eastAsiaTheme="majorEastAsia" w:hAnsiTheme="majorHAnsi" w:cstheme="majorBidi"/>
                          <w:color w:val="FFFFFF" w:themeColor="background1"/>
                          <w:sz w:val="28"/>
                          <w:szCs w:val="52"/>
                        </w:rPr>
                      </w:pPr>
                      <w:hyperlink r:id="rId20" w:history="1">
                        <w:r w:rsidR="00A413C1" w:rsidRPr="00A82F6F"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28"/>
                            <w:szCs w:val="52"/>
                          </w:rPr>
                          <w:t>www.gvsu.edu/erp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E9764C" w:rsidRPr="00A413C1">
        <w:rPr>
          <w:noProof/>
          <w:sz w:val="72"/>
          <w:lang w:eastAsia="en-US"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51A9E23C" wp14:editId="321BC7B9">
                <wp:simplePos x="0" y="0"/>
                <wp:positionH relativeFrom="column">
                  <wp:posOffset>-71120</wp:posOffset>
                </wp:positionH>
                <wp:positionV relativeFrom="paragraph">
                  <wp:posOffset>-4799965</wp:posOffset>
                </wp:positionV>
                <wp:extent cx="3693795" cy="2442845"/>
                <wp:effectExtent l="0" t="0" r="0" b="0"/>
                <wp:wrapNone/>
                <wp:docPr id="3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3795" cy="24428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78A2ED" w14:textId="59D343C7" w:rsidR="00B57847" w:rsidRPr="00943FD4" w:rsidRDefault="003639D7" w:rsidP="00943FD4">
                            <w:pPr>
                              <w:spacing w:before="60"/>
                              <w:ind w:left="1350" w:right="0"/>
                              <w:rPr>
                                <w:rFonts w:ascii="Times New Roman" w:eastAsia="Times New Roman" w:hAnsi="Times New Roman" w:cs="Times New Roman"/>
                                <w:color w:val="FFFFFF" w:themeColor="background1"/>
                                <w:sz w:val="22"/>
                                <w:szCs w:val="22"/>
                                <w:lang w:eastAsia="en-US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22"/>
                                <w:szCs w:val="22"/>
                                <w:lang w:eastAsia="en-US"/>
                              </w:rPr>
                              <w:t>8:0</w:t>
                            </w:r>
                            <w:r w:rsidR="00B57847" w:rsidRPr="00943FD4"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22"/>
                                <w:szCs w:val="22"/>
                                <w:lang w:eastAsia="en-US"/>
                              </w:rPr>
                              <w:t>0   Registration in the Trading Room</w:t>
                            </w:r>
                          </w:p>
                          <w:p w14:paraId="4A0F5456" w14:textId="4DB2C707" w:rsidR="00B57847" w:rsidRPr="00943FD4" w:rsidRDefault="003639D7" w:rsidP="00943FD4">
                            <w:pPr>
                              <w:spacing w:before="60"/>
                              <w:ind w:left="1350" w:right="0"/>
                              <w:rPr>
                                <w:rFonts w:ascii="Times New Roman" w:eastAsia="Times New Roman" w:hAnsi="Times New Roman" w:cs="Times New Roman"/>
                                <w:color w:val="FFFFFF" w:themeColor="background1"/>
                                <w:sz w:val="22"/>
                                <w:szCs w:val="22"/>
                                <w:lang w:eastAsia="en-US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22"/>
                                <w:szCs w:val="22"/>
                                <w:lang w:eastAsia="en-US"/>
                              </w:rPr>
                              <w:t>8:1</w:t>
                            </w:r>
                            <w:r w:rsidR="00B57847" w:rsidRPr="00943FD4"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22"/>
                                <w:szCs w:val="22"/>
                                <w:lang w:eastAsia="en-US"/>
                              </w:rPr>
                              <w:t>5   Welcome</w:t>
                            </w:r>
                          </w:p>
                          <w:p w14:paraId="492332D8" w14:textId="0EBE5BAE" w:rsidR="00B57847" w:rsidRPr="00943FD4" w:rsidRDefault="003639D7" w:rsidP="00943FD4">
                            <w:pPr>
                              <w:spacing w:before="60"/>
                              <w:ind w:left="1350" w:right="0"/>
                              <w:rPr>
                                <w:rFonts w:ascii="Times New Roman" w:eastAsia="Times New Roman" w:hAnsi="Times New Roman" w:cs="Times New Roman"/>
                                <w:color w:val="FFFFFF" w:themeColor="background1"/>
                                <w:sz w:val="22"/>
                                <w:szCs w:val="22"/>
                                <w:lang w:eastAsia="en-US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22"/>
                                <w:szCs w:val="22"/>
                                <w:lang w:eastAsia="en-US"/>
                              </w:rPr>
                              <w:t>8:3</w:t>
                            </w:r>
                            <w:r w:rsidR="007C66A0"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22"/>
                                <w:szCs w:val="22"/>
                                <w:lang w:eastAsia="en-US"/>
                              </w:rPr>
                              <w:t>0</w:t>
                            </w:r>
                            <w:r w:rsidR="00B57847" w:rsidRPr="00943FD4"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22"/>
                                <w:szCs w:val="22"/>
                                <w:lang w:eastAsia="en-US"/>
                              </w:rPr>
                              <w:t xml:space="preserve">    Introduction to the ERPsim Game</w:t>
                            </w:r>
                          </w:p>
                          <w:p w14:paraId="66626CDF" w14:textId="316EF36D" w:rsidR="00B57847" w:rsidRPr="00943FD4" w:rsidRDefault="00B57847" w:rsidP="00943FD4">
                            <w:pPr>
                              <w:spacing w:before="60"/>
                              <w:ind w:left="1350" w:right="0"/>
                              <w:rPr>
                                <w:rFonts w:ascii="Times New Roman" w:eastAsia="Times New Roman" w:hAnsi="Times New Roman" w:cs="Times New Roman"/>
                                <w:color w:val="FFFFFF" w:themeColor="background1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943FD4"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22"/>
                                <w:szCs w:val="22"/>
                                <w:lang w:eastAsia="en-US"/>
                              </w:rPr>
                              <w:t>9:45    Team Strategy Meeting</w:t>
                            </w:r>
                          </w:p>
                          <w:p w14:paraId="68F79022" w14:textId="4DDE57EB" w:rsidR="00B57847" w:rsidRPr="00943FD4" w:rsidRDefault="003639D7" w:rsidP="00943FD4">
                            <w:pPr>
                              <w:spacing w:before="60"/>
                              <w:ind w:left="1350" w:right="0"/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22"/>
                                <w:szCs w:val="22"/>
                                <w:lang w:eastAsia="en-US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22"/>
                                <w:szCs w:val="22"/>
                                <w:lang w:eastAsia="en-US"/>
                              </w:rPr>
                              <w:t>10:1</w:t>
                            </w:r>
                            <w:r w:rsidR="00B57847" w:rsidRPr="00943FD4"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22"/>
                                <w:szCs w:val="22"/>
                                <w:lang w:eastAsia="en-US"/>
                              </w:rPr>
                              <w:t xml:space="preserve">5  Simulation Round 1 </w:t>
                            </w:r>
                          </w:p>
                          <w:p w14:paraId="7C61627B" w14:textId="087D5FE3" w:rsidR="00B57847" w:rsidRPr="00943FD4" w:rsidRDefault="00B57847" w:rsidP="00943FD4">
                            <w:pPr>
                              <w:spacing w:before="60"/>
                              <w:ind w:left="1350" w:right="0"/>
                              <w:rPr>
                                <w:rFonts w:ascii="Times New Roman" w:eastAsia="Times New Roman" w:hAnsi="Times New Roman" w:cs="Times New Roman"/>
                                <w:color w:val="FFFFFF" w:themeColor="background1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943FD4"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22"/>
                                <w:szCs w:val="22"/>
                                <w:lang w:eastAsia="en-US"/>
                              </w:rPr>
                              <w:t xml:space="preserve">11:00  Debriefing Round 1 </w:t>
                            </w:r>
                          </w:p>
                          <w:p w14:paraId="3F0C0BBC" w14:textId="4CD43F49" w:rsidR="00B57847" w:rsidRPr="00943FD4" w:rsidRDefault="00B57847" w:rsidP="00943FD4">
                            <w:pPr>
                              <w:spacing w:before="60"/>
                              <w:ind w:left="1350" w:right="0"/>
                              <w:rPr>
                                <w:rFonts w:ascii="Times New Roman" w:eastAsia="Times New Roman" w:hAnsi="Times New Roman" w:cs="Times New Roman"/>
                                <w:color w:val="FFFFFF" w:themeColor="background1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943FD4"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22"/>
                                <w:szCs w:val="22"/>
                                <w:lang w:eastAsia="en-US"/>
                              </w:rPr>
                              <w:t>11:15  Simulation Round 2</w:t>
                            </w:r>
                          </w:p>
                          <w:p w14:paraId="4C2AF94C" w14:textId="058CB9BA" w:rsidR="00B57847" w:rsidRPr="00943FD4" w:rsidRDefault="00B57847" w:rsidP="00943FD4">
                            <w:pPr>
                              <w:spacing w:before="60"/>
                              <w:ind w:left="1350" w:right="0"/>
                              <w:rPr>
                                <w:rFonts w:ascii="Times New Roman" w:eastAsia="Times New Roman" w:hAnsi="Times New Roman" w:cs="Times New Roman"/>
                                <w:color w:val="FFFFFF" w:themeColor="background1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943FD4"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22"/>
                                <w:szCs w:val="22"/>
                                <w:lang w:eastAsia="en-US"/>
                              </w:rPr>
                              <w:t>12:00  Debriefing Round 2 &amp; Lunch</w:t>
                            </w:r>
                          </w:p>
                          <w:p w14:paraId="27AAB5D2" w14:textId="02BDBEC2" w:rsidR="00B57847" w:rsidRPr="00943FD4" w:rsidRDefault="00B57847" w:rsidP="00943FD4">
                            <w:pPr>
                              <w:spacing w:before="60"/>
                              <w:ind w:left="1350" w:right="0"/>
                              <w:rPr>
                                <w:rFonts w:ascii="Times New Roman" w:eastAsia="Times New Roman" w:hAnsi="Times New Roman" w:cs="Times New Roman"/>
                                <w:color w:val="FFFFFF" w:themeColor="background1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943FD4"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22"/>
                                <w:szCs w:val="22"/>
                                <w:lang w:eastAsia="en-US"/>
                              </w:rPr>
                              <w:t>12:30  Simulation Round 3</w:t>
                            </w:r>
                          </w:p>
                          <w:p w14:paraId="707AB3EB" w14:textId="444BD611" w:rsidR="00B57847" w:rsidRPr="00943FD4" w:rsidRDefault="00B57847" w:rsidP="00943FD4">
                            <w:pPr>
                              <w:spacing w:before="60"/>
                              <w:ind w:left="1350" w:right="0"/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943FD4"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22"/>
                                <w:szCs w:val="22"/>
                                <w:lang w:eastAsia="en-US"/>
                              </w:rPr>
                              <w:t xml:space="preserve">1:15    Winners Announced &amp; Closing </w:t>
                            </w:r>
                          </w:p>
                          <w:p w14:paraId="45C72D3F" w14:textId="25FDEC44" w:rsidR="00B57847" w:rsidRPr="00943FD4" w:rsidRDefault="007C66A0" w:rsidP="00943FD4">
                            <w:pPr>
                              <w:spacing w:before="60"/>
                              <w:ind w:left="1350" w:right="0"/>
                              <w:rPr>
                                <w:rFonts w:ascii="Times New Roman" w:eastAsia="Times New Roman" w:hAnsi="Times New Roman" w:cs="Times New Roman"/>
                                <w:color w:val="FFFFFF" w:themeColor="background1"/>
                                <w:sz w:val="22"/>
                                <w:szCs w:val="22"/>
                                <w:lang w:eastAsia="en-US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22"/>
                                <w:szCs w:val="22"/>
                                <w:lang w:eastAsia="en-US"/>
                              </w:rPr>
                              <w:t>1:30</w:t>
                            </w:r>
                            <w:r w:rsidR="00B57847" w:rsidRPr="00943FD4"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22"/>
                                <w:szCs w:val="22"/>
                                <w:lang w:eastAsia="en-US"/>
                              </w:rPr>
                              <w:t xml:space="preserve">    Event Completed</w:t>
                            </w:r>
                          </w:p>
                          <w:p w14:paraId="6C917161" w14:textId="77777777" w:rsidR="00A413C1" w:rsidRDefault="00A413C1" w:rsidP="00C56978">
                            <w:pPr>
                              <w:pStyle w:val="RSVP"/>
                              <w:ind w:left="90" w:right="270"/>
                              <w:jc w:val="center"/>
                              <w:rPr>
                                <w:sz w:val="40"/>
                                <w:szCs w:val="52"/>
                              </w:rPr>
                            </w:pPr>
                          </w:p>
                          <w:p w14:paraId="22B78835" w14:textId="77777777" w:rsidR="00A413C1" w:rsidRDefault="00A413C1" w:rsidP="00C56978">
                            <w:pPr>
                              <w:pStyle w:val="RSVP"/>
                              <w:ind w:left="90" w:right="270"/>
                              <w:rPr>
                                <w:sz w:val="40"/>
                                <w:szCs w:val="52"/>
                              </w:rPr>
                            </w:pPr>
                          </w:p>
                          <w:p w14:paraId="75F1175E" w14:textId="77777777" w:rsidR="00A413C1" w:rsidRDefault="00A413C1" w:rsidP="00C56978">
                            <w:pPr>
                              <w:pStyle w:val="RSVP"/>
                              <w:ind w:left="90" w:right="270"/>
                              <w:rPr>
                                <w:sz w:val="40"/>
                                <w:szCs w:val="52"/>
                              </w:rPr>
                            </w:pPr>
                          </w:p>
                          <w:p w14:paraId="3D1A613E" w14:textId="77777777" w:rsidR="00A413C1" w:rsidRDefault="00A413C1" w:rsidP="00C56978">
                            <w:pPr>
                              <w:pStyle w:val="RSVP"/>
                              <w:ind w:left="90" w:right="270"/>
                              <w:jc w:val="center"/>
                              <w:rPr>
                                <w:sz w:val="2"/>
                                <w:szCs w:val="52"/>
                              </w:rPr>
                            </w:pPr>
                          </w:p>
                          <w:p w14:paraId="3811572C" w14:textId="77777777" w:rsidR="00A413C1" w:rsidRDefault="00A413C1" w:rsidP="00C56978">
                            <w:pPr>
                              <w:pStyle w:val="RSVP"/>
                              <w:ind w:left="90" w:right="270"/>
                              <w:jc w:val="center"/>
                              <w:rPr>
                                <w:sz w:val="2"/>
                                <w:szCs w:val="52"/>
                              </w:rPr>
                            </w:pPr>
                          </w:p>
                          <w:p w14:paraId="0C4A100C" w14:textId="77777777" w:rsidR="00A413C1" w:rsidRDefault="00A413C1" w:rsidP="00C56978">
                            <w:pPr>
                              <w:ind w:left="9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A9E23C" id="_x0000_s1037" type="#_x0000_t202" style="position:absolute;left:0;text-align:left;margin-left:-5.6pt;margin-top:-377.95pt;width:290.85pt;height:192.3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" filled="f" stroked="f">
                <v:textbox>
                  <w:txbxContent>
                    <w:p w14:paraId="5778A2ED" w14:textId="59D343C7" w:rsidR="00B57847" w:rsidRPr="00943FD4" w:rsidRDefault="003639D7" w:rsidP="00943FD4">
                      <w:pPr>
                        <w:spacing w:before="60"/>
                        <w:ind w:left="1350" w:right="0"/>
                        <w:rPr>
                          <w:rFonts w:ascii="Times New Roman" w:eastAsia="Times New Roman" w:hAnsi="Times New Roman" w:cs="Times New Roman"/>
                          <w:color w:val="FFFFFF" w:themeColor="background1"/>
                          <w:sz w:val="22"/>
                          <w:szCs w:val="22"/>
                          <w:lang w:eastAsia="en-US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color w:val="FFFFFF" w:themeColor="background1"/>
                          <w:sz w:val="22"/>
                          <w:szCs w:val="22"/>
                          <w:lang w:eastAsia="en-US"/>
                        </w:rPr>
                        <w:t>8:0</w:t>
                      </w:r>
                      <w:r w:rsidR="00B57847" w:rsidRPr="00943FD4">
                        <w:rPr>
                          <w:rFonts w:ascii="Calibri" w:eastAsia="Times New Roman" w:hAnsi="Calibri" w:cs="Times New Roman"/>
                          <w:color w:val="FFFFFF" w:themeColor="background1"/>
                          <w:sz w:val="22"/>
                          <w:szCs w:val="22"/>
                          <w:lang w:eastAsia="en-US"/>
                        </w:rPr>
                        <w:t>0   Registration in the Trading Room</w:t>
                      </w:r>
                    </w:p>
                    <w:p w14:paraId="4A0F5456" w14:textId="4DB2C707" w:rsidR="00B57847" w:rsidRPr="00943FD4" w:rsidRDefault="003639D7" w:rsidP="00943FD4">
                      <w:pPr>
                        <w:spacing w:before="60"/>
                        <w:ind w:left="1350" w:right="0"/>
                        <w:rPr>
                          <w:rFonts w:ascii="Times New Roman" w:eastAsia="Times New Roman" w:hAnsi="Times New Roman" w:cs="Times New Roman"/>
                          <w:color w:val="FFFFFF" w:themeColor="background1"/>
                          <w:sz w:val="22"/>
                          <w:szCs w:val="22"/>
                          <w:lang w:eastAsia="en-US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color w:val="FFFFFF" w:themeColor="background1"/>
                          <w:sz w:val="22"/>
                          <w:szCs w:val="22"/>
                          <w:lang w:eastAsia="en-US"/>
                        </w:rPr>
                        <w:t>8:1</w:t>
                      </w:r>
                      <w:r w:rsidR="00B57847" w:rsidRPr="00943FD4">
                        <w:rPr>
                          <w:rFonts w:ascii="Calibri" w:eastAsia="Times New Roman" w:hAnsi="Calibri" w:cs="Times New Roman"/>
                          <w:color w:val="FFFFFF" w:themeColor="background1"/>
                          <w:sz w:val="22"/>
                          <w:szCs w:val="22"/>
                          <w:lang w:eastAsia="en-US"/>
                        </w:rPr>
                        <w:t>5   Welcome</w:t>
                      </w:r>
                    </w:p>
                    <w:p w14:paraId="492332D8" w14:textId="0EBE5BAE" w:rsidR="00B57847" w:rsidRPr="00943FD4" w:rsidRDefault="003639D7" w:rsidP="00943FD4">
                      <w:pPr>
                        <w:spacing w:before="60"/>
                        <w:ind w:left="1350" w:right="0"/>
                        <w:rPr>
                          <w:rFonts w:ascii="Times New Roman" w:eastAsia="Times New Roman" w:hAnsi="Times New Roman" w:cs="Times New Roman"/>
                          <w:color w:val="FFFFFF" w:themeColor="background1"/>
                          <w:sz w:val="22"/>
                          <w:szCs w:val="22"/>
                          <w:lang w:eastAsia="en-US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color w:val="FFFFFF" w:themeColor="background1"/>
                          <w:sz w:val="22"/>
                          <w:szCs w:val="22"/>
                          <w:lang w:eastAsia="en-US"/>
                        </w:rPr>
                        <w:t>8:3</w:t>
                      </w:r>
                      <w:r w:rsidR="007C66A0">
                        <w:rPr>
                          <w:rFonts w:ascii="Calibri" w:eastAsia="Times New Roman" w:hAnsi="Calibri" w:cs="Times New Roman"/>
                          <w:color w:val="FFFFFF" w:themeColor="background1"/>
                          <w:sz w:val="22"/>
                          <w:szCs w:val="22"/>
                          <w:lang w:eastAsia="en-US"/>
                        </w:rPr>
                        <w:t>0</w:t>
                      </w:r>
                      <w:r w:rsidR="00B57847" w:rsidRPr="00943FD4">
                        <w:rPr>
                          <w:rFonts w:ascii="Calibri" w:eastAsia="Times New Roman" w:hAnsi="Calibri" w:cs="Times New Roman"/>
                          <w:color w:val="FFFFFF" w:themeColor="background1"/>
                          <w:sz w:val="22"/>
                          <w:szCs w:val="22"/>
                          <w:lang w:eastAsia="en-US"/>
                        </w:rPr>
                        <w:t xml:space="preserve">    Introduction to the ERPsim Game</w:t>
                      </w:r>
                    </w:p>
                    <w:p w14:paraId="66626CDF" w14:textId="316EF36D" w:rsidR="00B57847" w:rsidRPr="00943FD4" w:rsidRDefault="00B57847" w:rsidP="00943FD4">
                      <w:pPr>
                        <w:spacing w:before="60"/>
                        <w:ind w:left="1350" w:right="0"/>
                        <w:rPr>
                          <w:rFonts w:ascii="Times New Roman" w:eastAsia="Times New Roman" w:hAnsi="Times New Roman" w:cs="Times New Roman"/>
                          <w:color w:val="FFFFFF" w:themeColor="background1"/>
                          <w:sz w:val="22"/>
                          <w:szCs w:val="22"/>
                          <w:lang w:eastAsia="en-US"/>
                        </w:rPr>
                      </w:pPr>
                      <w:r w:rsidRPr="00943FD4">
                        <w:rPr>
                          <w:rFonts w:ascii="Calibri" w:eastAsia="Times New Roman" w:hAnsi="Calibri" w:cs="Times New Roman"/>
                          <w:color w:val="FFFFFF" w:themeColor="background1"/>
                          <w:sz w:val="22"/>
                          <w:szCs w:val="22"/>
                          <w:lang w:eastAsia="en-US"/>
                        </w:rPr>
                        <w:t>9:45    Team Strategy Meeting</w:t>
                      </w:r>
                    </w:p>
                    <w:p w14:paraId="68F79022" w14:textId="4DDE57EB" w:rsidR="00B57847" w:rsidRPr="00943FD4" w:rsidRDefault="003639D7" w:rsidP="00943FD4">
                      <w:pPr>
                        <w:spacing w:before="60"/>
                        <w:ind w:left="1350" w:right="0"/>
                        <w:rPr>
                          <w:rFonts w:ascii="Calibri" w:eastAsia="Times New Roman" w:hAnsi="Calibri" w:cs="Times New Roman"/>
                          <w:color w:val="FFFFFF" w:themeColor="background1"/>
                          <w:sz w:val="22"/>
                          <w:szCs w:val="22"/>
                          <w:lang w:eastAsia="en-US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color w:val="FFFFFF" w:themeColor="background1"/>
                          <w:sz w:val="22"/>
                          <w:szCs w:val="22"/>
                          <w:lang w:eastAsia="en-US"/>
                        </w:rPr>
                        <w:t>10:1</w:t>
                      </w:r>
                      <w:r w:rsidR="00B57847" w:rsidRPr="00943FD4">
                        <w:rPr>
                          <w:rFonts w:ascii="Calibri" w:eastAsia="Times New Roman" w:hAnsi="Calibri" w:cs="Times New Roman"/>
                          <w:color w:val="FFFFFF" w:themeColor="background1"/>
                          <w:sz w:val="22"/>
                          <w:szCs w:val="22"/>
                          <w:lang w:eastAsia="en-US"/>
                        </w:rPr>
                        <w:t xml:space="preserve">5  Simulation Round 1 </w:t>
                      </w:r>
                    </w:p>
                    <w:p w14:paraId="7C61627B" w14:textId="087D5FE3" w:rsidR="00B57847" w:rsidRPr="00943FD4" w:rsidRDefault="00B57847" w:rsidP="00943FD4">
                      <w:pPr>
                        <w:spacing w:before="60"/>
                        <w:ind w:left="1350" w:right="0"/>
                        <w:rPr>
                          <w:rFonts w:ascii="Times New Roman" w:eastAsia="Times New Roman" w:hAnsi="Times New Roman" w:cs="Times New Roman"/>
                          <w:color w:val="FFFFFF" w:themeColor="background1"/>
                          <w:sz w:val="22"/>
                          <w:szCs w:val="22"/>
                          <w:lang w:eastAsia="en-US"/>
                        </w:rPr>
                      </w:pPr>
                      <w:r w:rsidRPr="00943FD4">
                        <w:rPr>
                          <w:rFonts w:ascii="Calibri" w:eastAsia="Times New Roman" w:hAnsi="Calibri" w:cs="Times New Roman"/>
                          <w:color w:val="FFFFFF" w:themeColor="background1"/>
                          <w:sz w:val="22"/>
                          <w:szCs w:val="22"/>
                          <w:lang w:eastAsia="en-US"/>
                        </w:rPr>
                        <w:t xml:space="preserve">11:00  Debriefing Round 1 </w:t>
                      </w:r>
                    </w:p>
                    <w:p w14:paraId="3F0C0BBC" w14:textId="4CD43F49" w:rsidR="00B57847" w:rsidRPr="00943FD4" w:rsidRDefault="00B57847" w:rsidP="00943FD4">
                      <w:pPr>
                        <w:spacing w:before="60"/>
                        <w:ind w:left="1350" w:right="0"/>
                        <w:rPr>
                          <w:rFonts w:ascii="Times New Roman" w:eastAsia="Times New Roman" w:hAnsi="Times New Roman" w:cs="Times New Roman"/>
                          <w:color w:val="FFFFFF" w:themeColor="background1"/>
                          <w:sz w:val="22"/>
                          <w:szCs w:val="22"/>
                          <w:lang w:eastAsia="en-US"/>
                        </w:rPr>
                      </w:pPr>
                      <w:r w:rsidRPr="00943FD4">
                        <w:rPr>
                          <w:rFonts w:ascii="Calibri" w:eastAsia="Times New Roman" w:hAnsi="Calibri" w:cs="Times New Roman"/>
                          <w:color w:val="FFFFFF" w:themeColor="background1"/>
                          <w:sz w:val="22"/>
                          <w:szCs w:val="22"/>
                          <w:lang w:eastAsia="en-US"/>
                        </w:rPr>
                        <w:t>11:15  Simulation Round 2</w:t>
                      </w:r>
                    </w:p>
                    <w:p w14:paraId="4C2AF94C" w14:textId="058CB9BA" w:rsidR="00B57847" w:rsidRPr="00943FD4" w:rsidRDefault="00B57847" w:rsidP="00943FD4">
                      <w:pPr>
                        <w:spacing w:before="60"/>
                        <w:ind w:left="1350" w:right="0"/>
                        <w:rPr>
                          <w:rFonts w:ascii="Times New Roman" w:eastAsia="Times New Roman" w:hAnsi="Times New Roman" w:cs="Times New Roman"/>
                          <w:color w:val="FFFFFF" w:themeColor="background1"/>
                          <w:sz w:val="22"/>
                          <w:szCs w:val="22"/>
                          <w:lang w:eastAsia="en-US"/>
                        </w:rPr>
                      </w:pPr>
                      <w:r w:rsidRPr="00943FD4">
                        <w:rPr>
                          <w:rFonts w:ascii="Calibri" w:eastAsia="Times New Roman" w:hAnsi="Calibri" w:cs="Times New Roman"/>
                          <w:color w:val="FFFFFF" w:themeColor="background1"/>
                          <w:sz w:val="22"/>
                          <w:szCs w:val="22"/>
                          <w:lang w:eastAsia="en-US"/>
                        </w:rPr>
                        <w:t>12:00  Debriefing Round 2 &amp; Lunch</w:t>
                      </w:r>
                    </w:p>
                    <w:p w14:paraId="27AAB5D2" w14:textId="02BDBEC2" w:rsidR="00B57847" w:rsidRPr="00943FD4" w:rsidRDefault="00B57847" w:rsidP="00943FD4">
                      <w:pPr>
                        <w:spacing w:before="60"/>
                        <w:ind w:left="1350" w:right="0"/>
                        <w:rPr>
                          <w:rFonts w:ascii="Times New Roman" w:eastAsia="Times New Roman" w:hAnsi="Times New Roman" w:cs="Times New Roman"/>
                          <w:color w:val="FFFFFF" w:themeColor="background1"/>
                          <w:sz w:val="22"/>
                          <w:szCs w:val="22"/>
                          <w:lang w:eastAsia="en-US"/>
                        </w:rPr>
                      </w:pPr>
                      <w:r w:rsidRPr="00943FD4">
                        <w:rPr>
                          <w:rFonts w:ascii="Calibri" w:eastAsia="Times New Roman" w:hAnsi="Calibri" w:cs="Times New Roman"/>
                          <w:color w:val="FFFFFF" w:themeColor="background1"/>
                          <w:sz w:val="22"/>
                          <w:szCs w:val="22"/>
                          <w:lang w:eastAsia="en-US"/>
                        </w:rPr>
                        <w:t>12:30  Simulation Round 3</w:t>
                      </w:r>
                    </w:p>
                    <w:p w14:paraId="707AB3EB" w14:textId="444BD611" w:rsidR="00B57847" w:rsidRPr="00943FD4" w:rsidRDefault="00B57847" w:rsidP="00943FD4">
                      <w:pPr>
                        <w:spacing w:before="60"/>
                        <w:ind w:left="1350" w:right="0"/>
                        <w:rPr>
                          <w:rFonts w:ascii="Calibri" w:eastAsia="Times New Roman" w:hAnsi="Calibri" w:cs="Times New Roman"/>
                          <w:color w:val="FFFFFF" w:themeColor="background1"/>
                          <w:sz w:val="22"/>
                          <w:szCs w:val="22"/>
                          <w:lang w:eastAsia="en-US"/>
                        </w:rPr>
                      </w:pPr>
                      <w:r w:rsidRPr="00943FD4">
                        <w:rPr>
                          <w:rFonts w:ascii="Calibri" w:eastAsia="Times New Roman" w:hAnsi="Calibri" w:cs="Times New Roman"/>
                          <w:color w:val="FFFFFF" w:themeColor="background1"/>
                          <w:sz w:val="22"/>
                          <w:szCs w:val="22"/>
                          <w:lang w:eastAsia="en-US"/>
                        </w:rPr>
                        <w:t xml:space="preserve">1:15    Winners Announced &amp; Closing </w:t>
                      </w:r>
                    </w:p>
                    <w:p w14:paraId="45C72D3F" w14:textId="25FDEC44" w:rsidR="00B57847" w:rsidRPr="00943FD4" w:rsidRDefault="007C66A0" w:rsidP="00943FD4">
                      <w:pPr>
                        <w:spacing w:before="60"/>
                        <w:ind w:left="1350" w:right="0"/>
                        <w:rPr>
                          <w:rFonts w:ascii="Times New Roman" w:eastAsia="Times New Roman" w:hAnsi="Times New Roman" w:cs="Times New Roman"/>
                          <w:color w:val="FFFFFF" w:themeColor="background1"/>
                          <w:sz w:val="22"/>
                          <w:szCs w:val="22"/>
                          <w:lang w:eastAsia="en-US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color w:val="FFFFFF" w:themeColor="background1"/>
                          <w:sz w:val="22"/>
                          <w:szCs w:val="22"/>
                          <w:lang w:eastAsia="en-US"/>
                        </w:rPr>
                        <w:t>1:30</w:t>
                      </w:r>
                      <w:r w:rsidR="00B57847" w:rsidRPr="00943FD4">
                        <w:rPr>
                          <w:rFonts w:ascii="Calibri" w:eastAsia="Times New Roman" w:hAnsi="Calibri" w:cs="Times New Roman"/>
                          <w:color w:val="FFFFFF" w:themeColor="background1"/>
                          <w:sz w:val="22"/>
                          <w:szCs w:val="22"/>
                          <w:lang w:eastAsia="en-US"/>
                        </w:rPr>
                        <w:t xml:space="preserve">    Event Completed</w:t>
                      </w:r>
                    </w:p>
                    <w:p w14:paraId="6C917161" w14:textId="77777777" w:rsidR="00A413C1" w:rsidRDefault="00A413C1" w:rsidP="00C56978">
                      <w:pPr>
                        <w:pStyle w:val="RSVP"/>
                        <w:ind w:left="90" w:right="270"/>
                        <w:jc w:val="center"/>
                        <w:rPr>
                          <w:sz w:val="40"/>
                          <w:szCs w:val="52"/>
                        </w:rPr>
                      </w:pPr>
                    </w:p>
                    <w:p w14:paraId="22B78835" w14:textId="77777777" w:rsidR="00A413C1" w:rsidRDefault="00A413C1" w:rsidP="00C56978">
                      <w:pPr>
                        <w:pStyle w:val="RSVP"/>
                        <w:ind w:left="90" w:right="270"/>
                        <w:rPr>
                          <w:sz w:val="40"/>
                          <w:szCs w:val="52"/>
                        </w:rPr>
                      </w:pPr>
                    </w:p>
                    <w:p w14:paraId="75F1175E" w14:textId="77777777" w:rsidR="00A413C1" w:rsidRDefault="00A413C1" w:rsidP="00C56978">
                      <w:pPr>
                        <w:pStyle w:val="RSVP"/>
                        <w:ind w:left="90" w:right="270"/>
                        <w:rPr>
                          <w:sz w:val="40"/>
                          <w:szCs w:val="52"/>
                        </w:rPr>
                      </w:pPr>
                    </w:p>
                    <w:p w14:paraId="3D1A613E" w14:textId="77777777" w:rsidR="00A413C1" w:rsidRDefault="00A413C1" w:rsidP="00C56978">
                      <w:pPr>
                        <w:pStyle w:val="RSVP"/>
                        <w:ind w:left="90" w:right="270"/>
                        <w:jc w:val="center"/>
                        <w:rPr>
                          <w:sz w:val="2"/>
                          <w:szCs w:val="52"/>
                        </w:rPr>
                      </w:pPr>
                    </w:p>
                    <w:p w14:paraId="3811572C" w14:textId="77777777" w:rsidR="00A413C1" w:rsidRDefault="00A413C1" w:rsidP="00C56978">
                      <w:pPr>
                        <w:pStyle w:val="RSVP"/>
                        <w:ind w:left="90" w:right="270"/>
                        <w:jc w:val="center"/>
                        <w:rPr>
                          <w:sz w:val="2"/>
                          <w:szCs w:val="52"/>
                        </w:rPr>
                      </w:pPr>
                    </w:p>
                    <w:p w14:paraId="0C4A100C" w14:textId="77777777" w:rsidR="00A413C1" w:rsidRDefault="00A413C1" w:rsidP="00C56978">
                      <w:pPr>
                        <w:ind w:left="90"/>
                      </w:pPr>
                    </w:p>
                  </w:txbxContent>
                </v:textbox>
              </v:shape>
            </w:pict>
          </mc:Fallback>
        </mc:AlternateContent>
      </w:r>
      <w:r w:rsidR="00A413C1"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6A8FB48F" wp14:editId="67F23B56">
                <wp:simplePos x="0" y="0"/>
                <wp:positionH relativeFrom="page">
                  <wp:posOffset>-57150</wp:posOffset>
                </wp:positionH>
                <wp:positionV relativeFrom="page">
                  <wp:posOffset>0</wp:posOffset>
                </wp:positionV>
                <wp:extent cx="10115550" cy="9067800"/>
                <wp:effectExtent l="0" t="0" r="0" b="0"/>
                <wp:wrapNone/>
                <wp:docPr id="60" name="Group 59" descr="Color block background design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15550" cy="9067800"/>
                          <a:chOff x="634" y="0"/>
                          <a:chExt cx="6858000" cy="9139555"/>
                        </a:xfrm>
                      </wpg:grpSpPr>
                      <wps:wsp>
                        <wps:cNvPr id="3" name="Rectangle 3"/>
                        <wps:cNvSpPr/>
                        <wps:spPr>
                          <a:xfrm>
                            <a:off x="635" y="0"/>
                            <a:ext cx="6857365" cy="9139555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" name="Group 4"/>
                        <wpg:cNvGrpSpPr/>
                        <wpg:grpSpPr>
                          <a:xfrm>
                            <a:off x="634" y="0"/>
                            <a:ext cx="6858000" cy="9139555"/>
                            <a:chOff x="635" y="0"/>
                            <a:chExt cx="6858635" cy="9139555"/>
                          </a:xfrm>
                          <a:solidFill>
                            <a:schemeClr val="accent2">
                              <a:alpha val="20000"/>
                            </a:schemeClr>
                          </a:solidFill>
                        </wpg:grpSpPr>
                        <wps:wsp>
                          <wps:cNvPr id="5" name="Freeform 5"/>
                          <wps:cNvSpPr>
                            <a:spLocks/>
                          </wps:cNvSpPr>
                          <wps:spPr bwMode="auto">
                            <a:xfrm>
                              <a:off x="2553335" y="5048250"/>
                              <a:ext cx="4305935" cy="1193800"/>
                            </a:xfrm>
                            <a:custGeom>
                              <a:avLst/>
                              <a:gdLst>
                                <a:gd name="T0" fmla="*/ 6781 w 6781"/>
                                <a:gd name="T1" fmla="*/ 0 h 1880"/>
                                <a:gd name="T2" fmla="*/ 6781 w 6781"/>
                                <a:gd name="T3" fmla="*/ 1880 h 1880"/>
                                <a:gd name="T4" fmla="*/ 0 w 6781"/>
                                <a:gd name="T5" fmla="*/ 21 h 1880"/>
                                <a:gd name="T6" fmla="*/ 6781 w 6781"/>
                                <a:gd name="T7" fmla="*/ 0 h 18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6781" h="1880">
                                  <a:moveTo>
                                    <a:pt x="6781" y="0"/>
                                  </a:moveTo>
                                  <a:lnTo>
                                    <a:pt x="6781" y="1880"/>
                                  </a:lnTo>
                                  <a:lnTo>
                                    <a:pt x="0" y="21"/>
                                  </a:lnTo>
                                  <a:lnTo>
                                    <a:pt x="6781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6"/>
                          <wps:cNvSpPr>
                            <a:spLocks/>
                          </wps:cNvSpPr>
                          <wps:spPr bwMode="auto">
                            <a:xfrm>
                              <a:off x="2553335" y="762000"/>
                              <a:ext cx="4305935" cy="4300220"/>
                            </a:xfrm>
                            <a:custGeom>
                              <a:avLst/>
                              <a:gdLst>
                                <a:gd name="T0" fmla="*/ 6781 w 6781"/>
                                <a:gd name="T1" fmla="*/ 0 h 6772"/>
                                <a:gd name="T2" fmla="*/ 6781 w 6781"/>
                                <a:gd name="T3" fmla="*/ 1894 h 6772"/>
                                <a:gd name="T4" fmla="*/ 0 w 6781"/>
                                <a:gd name="T5" fmla="*/ 6772 h 6772"/>
                                <a:gd name="T6" fmla="*/ 6781 w 6781"/>
                                <a:gd name="T7" fmla="*/ 0 h 67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6781" h="6772">
                                  <a:moveTo>
                                    <a:pt x="6781" y="0"/>
                                  </a:moveTo>
                                  <a:lnTo>
                                    <a:pt x="6781" y="1894"/>
                                  </a:lnTo>
                                  <a:lnTo>
                                    <a:pt x="0" y="6772"/>
                                  </a:lnTo>
                                  <a:lnTo>
                                    <a:pt x="6781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Freeform 8"/>
                          <wps:cNvSpPr>
                            <a:spLocks/>
                          </wps:cNvSpPr>
                          <wps:spPr bwMode="auto">
                            <a:xfrm>
                              <a:off x="2553335" y="3009900"/>
                              <a:ext cx="4305935" cy="2052955"/>
                            </a:xfrm>
                            <a:custGeom>
                              <a:avLst/>
                              <a:gdLst>
                                <a:gd name="T0" fmla="*/ 6781 w 6781"/>
                                <a:gd name="T1" fmla="*/ 0 h 3233"/>
                                <a:gd name="T2" fmla="*/ 6781 w 6781"/>
                                <a:gd name="T3" fmla="*/ 1571 h 3233"/>
                                <a:gd name="T4" fmla="*/ 0 w 6781"/>
                                <a:gd name="T5" fmla="*/ 3233 h 3233"/>
                                <a:gd name="T6" fmla="*/ 6781 w 6781"/>
                                <a:gd name="T7" fmla="*/ 0 h 32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6781" h="3233">
                                  <a:moveTo>
                                    <a:pt x="6781" y="0"/>
                                  </a:moveTo>
                                  <a:lnTo>
                                    <a:pt x="6781" y="1571"/>
                                  </a:lnTo>
                                  <a:lnTo>
                                    <a:pt x="0" y="3233"/>
                                  </a:lnTo>
                                  <a:lnTo>
                                    <a:pt x="6781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Freeform 9"/>
                          <wps:cNvSpPr>
                            <a:spLocks/>
                          </wps:cNvSpPr>
                          <wps:spPr bwMode="auto">
                            <a:xfrm>
                              <a:off x="1838960" y="5057775"/>
                              <a:ext cx="737235" cy="4081780"/>
                            </a:xfrm>
                            <a:custGeom>
                              <a:avLst/>
                              <a:gdLst>
                                <a:gd name="T0" fmla="*/ 1135 w 1161"/>
                                <a:gd name="T1" fmla="*/ 0 h 6428"/>
                                <a:gd name="T2" fmla="*/ 1161 w 1161"/>
                                <a:gd name="T3" fmla="*/ 6428 h 6428"/>
                                <a:gd name="T4" fmla="*/ 0 w 1161"/>
                                <a:gd name="T5" fmla="*/ 6428 h 6428"/>
                                <a:gd name="T6" fmla="*/ 1135 w 1161"/>
                                <a:gd name="T7" fmla="*/ 0 h 642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161" h="6428">
                                  <a:moveTo>
                                    <a:pt x="1135" y="0"/>
                                  </a:moveTo>
                                  <a:lnTo>
                                    <a:pt x="1161" y="6428"/>
                                  </a:lnTo>
                                  <a:lnTo>
                                    <a:pt x="0" y="6428"/>
                                  </a:lnTo>
                                  <a:lnTo>
                                    <a:pt x="1135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00685" y="5057775"/>
                              <a:ext cx="2158365" cy="4081780"/>
                            </a:xfrm>
                            <a:custGeom>
                              <a:avLst/>
                              <a:gdLst>
                                <a:gd name="T0" fmla="*/ 3399 w 3399"/>
                                <a:gd name="T1" fmla="*/ 0 h 6428"/>
                                <a:gd name="T2" fmla="*/ 1156 w 3399"/>
                                <a:gd name="T3" fmla="*/ 6428 h 6428"/>
                                <a:gd name="T4" fmla="*/ 0 w 3399"/>
                                <a:gd name="T5" fmla="*/ 6428 h 6428"/>
                                <a:gd name="T6" fmla="*/ 3399 w 3399"/>
                                <a:gd name="T7" fmla="*/ 0 h 642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399" h="6428">
                                  <a:moveTo>
                                    <a:pt x="3399" y="0"/>
                                  </a:moveTo>
                                  <a:lnTo>
                                    <a:pt x="1156" y="6428"/>
                                  </a:lnTo>
                                  <a:lnTo>
                                    <a:pt x="0" y="6428"/>
                                  </a:lnTo>
                                  <a:lnTo>
                                    <a:pt x="3399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Freeform 11"/>
                          <wps:cNvSpPr>
                            <a:spLocks/>
                          </wps:cNvSpPr>
                          <wps:spPr bwMode="auto">
                            <a:xfrm>
                              <a:off x="2553335" y="5057775"/>
                              <a:ext cx="1950720" cy="4081780"/>
                            </a:xfrm>
                            <a:custGeom>
                              <a:avLst/>
                              <a:gdLst>
                                <a:gd name="T0" fmla="*/ 0 w 3072"/>
                                <a:gd name="T1" fmla="*/ 0 h 6428"/>
                                <a:gd name="T2" fmla="*/ 3072 w 3072"/>
                                <a:gd name="T3" fmla="*/ 6428 h 6428"/>
                                <a:gd name="T4" fmla="*/ 1361 w 3072"/>
                                <a:gd name="T5" fmla="*/ 6428 h 6428"/>
                                <a:gd name="T6" fmla="*/ 0 w 3072"/>
                                <a:gd name="T7" fmla="*/ 0 h 642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072" h="6428">
                                  <a:moveTo>
                                    <a:pt x="0" y="0"/>
                                  </a:moveTo>
                                  <a:lnTo>
                                    <a:pt x="3072" y="6428"/>
                                  </a:lnTo>
                                  <a:lnTo>
                                    <a:pt x="1361" y="642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Freeform 12"/>
                          <wps:cNvSpPr>
                            <a:spLocks/>
                          </wps:cNvSpPr>
                          <wps:spPr bwMode="auto">
                            <a:xfrm>
                              <a:off x="635" y="5057775"/>
                              <a:ext cx="2554605" cy="626745"/>
                            </a:xfrm>
                            <a:custGeom>
                              <a:avLst/>
                              <a:gdLst>
                                <a:gd name="T0" fmla="*/ 4023 w 4023"/>
                                <a:gd name="T1" fmla="*/ 0 h 987"/>
                                <a:gd name="T2" fmla="*/ 0 w 4023"/>
                                <a:gd name="T3" fmla="*/ 987 h 987"/>
                                <a:gd name="T4" fmla="*/ 0 w 4023"/>
                                <a:gd name="T5" fmla="*/ 13 h 987"/>
                                <a:gd name="T6" fmla="*/ 4023 w 4023"/>
                                <a:gd name="T7" fmla="*/ 0 h 9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4023" h="987">
                                  <a:moveTo>
                                    <a:pt x="4023" y="0"/>
                                  </a:moveTo>
                                  <a:lnTo>
                                    <a:pt x="0" y="987"/>
                                  </a:lnTo>
                                  <a:lnTo>
                                    <a:pt x="0" y="13"/>
                                  </a:lnTo>
                                  <a:lnTo>
                                    <a:pt x="4023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635" y="5057775"/>
                              <a:ext cx="2554605" cy="1840230"/>
                            </a:xfrm>
                            <a:custGeom>
                              <a:avLst/>
                              <a:gdLst>
                                <a:gd name="T0" fmla="*/ 4023 w 4023"/>
                                <a:gd name="T1" fmla="*/ 0 h 2898"/>
                                <a:gd name="T2" fmla="*/ 0 w 4023"/>
                                <a:gd name="T3" fmla="*/ 2898 h 2898"/>
                                <a:gd name="T4" fmla="*/ 0 w 4023"/>
                                <a:gd name="T5" fmla="*/ 1920 h 2898"/>
                                <a:gd name="T6" fmla="*/ 4023 w 4023"/>
                                <a:gd name="T7" fmla="*/ 0 h 28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4023" h="2898">
                                  <a:moveTo>
                                    <a:pt x="4023" y="0"/>
                                  </a:moveTo>
                                  <a:lnTo>
                                    <a:pt x="0" y="2898"/>
                                  </a:lnTo>
                                  <a:lnTo>
                                    <a:pt x="0" y="1920"/>
                                  </a:lnTo>
                                  <a:lnTo>
                                    <a:pt x="4023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Freeform 14"/>
                          <wps:cNvSpPr>
                            <a:spLocks/>
                          </wps:cNvSpPr>
                          <wps:spPr bwMode="auto">
                            <a:xfrm>
                              <a:off x="635" y="5057775"/>
                              <a:ext cx="2554605" cy="3472180"/>
                            </a:xfrm>
                            <a:custGeom>
                              <a:avLst/>
                              <a:gdLst>
                                <a:gd name="T0" fmla="*/ 4023 w 4023"/>
                                <a:gd name="T1" fmla="*/ 0 h 5468"/>
                                <a:gd name="T2" fmla="*/ 0 w 4023"/>
                                <a:gd name="T3" fmla="*/ 5468 h 5468"/>
                                <a:gd name="T4" fmla="*/ 0 w 4023"/>
                                <a:gd name="T5" fmla="*/ 4024 h 5468"/>
                                <a:gd name="T6" fmla="*/ 4023 w 4023"/>
                                <a:gd name="T7" fmla="*/ 0 h 54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4023" h="5468">
                                  <a:moveTo>
                                    <a:pt x="4023" y="0"/>
                                  </a:moveTo>
                                  <a:lnTo>
                                    <a:pt x="0" y="5468"/>
                                  </a:lnTo>
                                  <a:lnTo>
                                    <a:pt x="0" y="4024"/>
                                  </a:lnTo>
                                  <a:lnTo>
                                    <a:pt x="4023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Freeform 15"/>
                          <wps:cNvSpPr>
                            <a:spLocks/>
                          </wps:cNvSpPr>
                          <wps:spPr bwMode="auto">
                            <a:xfrm>
                              <a:off x="2553335" y="0"/>
                              <a:ext cx="3729355" cy="5062220"/>
                            </a:xfrm>
                            <a:custGeom>
                              <a:avLst/>
                              <a:gdLst>
                                <a:gd name="T0" fmla="*/ 4224 w 5873"/>
                                <a:gd name="T1" fmla="*/ 0 h 7972"/>
                                <a:gd name="T2" fmla="*/ 5873 w 5873"/>
                                <a:gd name="T3" fmla="*/ 0 h 7972"/>
                                <a:gd name="T4" fmla="*/ 0 w 5873"/>
                                <a:gd name="T5" fmla="*/ 7972 h 7972"/>
                                <a:gd name="T6" fmla="*/ 4224 w 5873"/>
                                <a:gd name="T7" fmla="*/ 0 h 79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5873" h="7972">
                                  <a:moveTo>
                                    <a:pt x="4224" y="0"/>
                                  </a:moveTo>
                                  <a:lnTo>
                                    <a:pt x="5873" y="0"/>
                                  </a:lnTo>
                                  <a:lnTo>
                                    <a:pt x="0" y="7972"/>
                                  </a:lnTo>
                                  <a:lnTo>
                                    <a:pt x="4224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Freeform 16"/>
                          <wps:cNvSpPr>
                            <a:spLocks/>
                          </wps:cNvSpPr>
                          <wps:spPr bwMode="auto">
                            <a:xfrm>
                              <a:off x="635" y="3457575"/>
                              <a:ext cx="2554605" cy="1604010"/>
                            </a:xfrm>
                            <a:custGeom>
                              <a:avLst/>
                              <a:gdLst>
                                <a:gd name="T0" fmla="*/ 0 w 4023"/>
                                <a:gd name="T1" fmla="*/ 0 h 2526"/>
                                <a:gd name="T2" fmla="*/ 4023 w 4023"/>
                                <a:gd name="T3" fmla="*/ 2526 h 2526"/>
                                <a:gd name="T4" fmla="*/ 0 w 4023"/>
                                <a:gd name="T5" fmla="*/ 1427 h 2526"/>
                                <a:gd name="T6" fmla="*/ 0 w 4023"/>
                                <a:gd name="T7" fmla="*/ 0 h 25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4023" h="2526">
                                  <a:moveTo>
                                    <a:pt x="0" y="0"/>
                                  </a:moveTo>
                                  <a:lnTo>
                                    <a:pt x="4023" y="2526"/>
                                  </a:lnTo>
                                  <a:lnTo>
                                    <a:pt x="0" y="142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Freeform 17"/>
                          <wps:cNvSpPr>
                            <a:spLocks/>
                          </wps:cNvSpPr>
                          <wps:spPr bwMode="auto">
                            <a:xfrm>
                              <a:off x="2553335" y="0"/>
                              <a:ext cx="1770380" cy="5062220"/>
                            </a:xfrm>
                            <a:custGeom>
                              <a:avLst/>
                              <a:gdLst>
                                <a:gd name="T0" fmla="*/ 1409 w 2788"/>
                                <a:gd name="T1" fmla="*/ 0 h 7972"/>
                                <a:gd name="T2" fmla="*/ 2788 w 2788"/>
                                <a:gd name="T3" fmla="*/ 0 h 7972"/>
                                <a:gd name="T4" fmla="*/ 0 w 2788"/>
                                <a:gd name="T5" fmla="*/ 7972 h 7972"/>
                                <a:gd name="T6" fmla="*/ 1409 w 2788"/>
                                <a:gd name="T7" fmla="*/ 0 h 79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788" h="7972">
                                  <a:moveTo>
                                    <a:pt x="1409" y="0"/>
                                  </a:moveTo>
                                  <a:lnTo>
                                    <a:pt x="2788" y="0"/>
                                  </a:lnTo>
                                  <a:lnTo>
                                    <a:pt x="0" y="7972"/>
                                  </a:lnTo>
                                  <a:lnTo>
                                    <a:pt x="1409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Freeform 18"/>
                          <wps:cNvSpPr>
                            <a:spLocks/>
                          </wps:cNvSpPr>
                          <wps:spPr bwMode="auto">
                            <a:xfrm>
                              <a:off x="635" y="0"/>
                              <a:ext cx="2554605" cy="5062220"/>
                            </a:xfrm>
                            <a:custGeom>
                              <a:avLst/>
                              <a:gdLst>
                                <a:gd name="T0" fmla="*/ 0 w 4023"/>
                                <a:gd name="T1" fmla="*/ 0 h 7972"/>
                                <a:gd name="T2" fmla="*/ 213 w 4023"/>
                                <a:gd name="T3" fmla="*/ 0 h 7972"/>
                                <a:gd name="T4" fmla="*/ 4023 w 4023"/>
                                <a:gd name="T5" fmla="*/ 7972 h 7972"/>
                                <a:gd name="T6" fmla="*/ 0 w 4023"/>
                                <a:gd name="T7" fmla="*/ 3356 h 7972"/>
                                <a:gd name="T8" fmla="*/ 0 w 4023"/>
                                <a:gd name="T9" fmla="*/ 0 h 79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023" h="7972">
                                  <a:moveTo>
                                    <a:pt x="0" y="0"/>
                                  </a:moveTo>
                                  <a:lnTo>
                                    <a:pt x="213" y="0"/>
                                  </a:lnTo>
                                  <a:lnTo>
                                    <a:pt x="4023" y="7972"/>
                                  </a:lnTo>
                                  <a:lnTo>
                                    <a:pt x="0" y="335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Freeform 19"/>
                          <wps:cNvSpPr>
                            <a:spLocks/>
                          </wps:cNvSpPr>
                          <wps:spPr bwMode="auto">
                            <a:xfrm>
                              <a:off x="1486535" y="0"/>
                              <a:ext cx="1069340" cy="5062220"/>
                            </a:xfrm>
                            <a:custGeom>
                              <a:avLst/>
                              <a:gdLst>
                                <a:gd name="T0" fmla="*/ 0 w 1684"/>
                                <a:gd name="T1" fmla="*/ 0 h 7972"/>
                                <a:gd name="T2" fmla="*/ 1653 w 1684"/>
                                <a:gd name="T3" fmla="*/ 0 h 7972"/>
                                <a:gd name="T4" fmla="*/ 1684 w 1684"/>
                                <a:gd name="T5" fmla="*/ 7972 h 7972"/>
                                <a:gd name="T6" fmla="*/ 0 w 1684"/>
                                <a:gd name="T7" fmla="*/ 0 h 79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684" h="7972">
                                  <a:moveTo>
                                    <a:pt x="0" y="0"/>
                                  </a:moveTo>
                                  <a:lnTo>
                                    <a:pt x="1653" y="0"/>
                                  </a:lnTo>
                                  <a:lnTo>
                                    <a:pt x="1684" y="797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2553335" y="5057775"/>
                              <a:ext cx="4305935" cy="4081780"/>
                            </a:xfrm>
                            <a:custGeom>
                              <a:avLst/>
                              <a:gdLst>
                                <a:gd name="T0" fmla="*/ 0 w 6781"/>
                                <a:gd name="T1" fmla="*/ 0 h 6428"/>
                                <a:gd name="T2" fmla="*/ 6781 w 6781"/>
                                <a:gd name="T3" fmla="*/ 4259 h 6428"/>
                                <a:gd name="T4" fmla="*/ 6781 w 6781"/>
                                <a:gd name="T5" fmla="*/ 6428 h 6428"/>
                                <a:gd name="T6" fmla="*/ 5598 w 6781"/>
                                <a:gd name="T7" fmla="*/ 6428 h 6428"/>
                                <a:gd name="T8" fmla="*/ 0 w 6781"/>
                                <a:gd name="T9" fmla="*/ 0 h 642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6781" h="6428">
                                  <a:moveTo>
                                    <a:pt x="0" y="0"/>
                                  </a:moveTo>
                                  <a:lnTo>
                                    <a:pt x="6781" y="4259"/>
                                  </a:lnTo>
                                  <a:lnTo>
                                    <a:pt x="6781" y="6428"/>
                                  </a:lnTo>
                                  <a:lnTo>
                                    <a:pt x="5598" y="642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C030442" id="Group 59" o:spid="_x0000_s1026" alt="Color block background design" style="position:absolute;margin-left:-4.5pt;margin-top:0;width:796.5pt;height:714pt;z-index:-251649024;mso-position-horizontal-relative:page;mso-position-vertical-relative:page;mso-width-relative:margin;mso-height-relative:margin" coordorigin="6" coordsize="68580,91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">
                <v:rect id="Rectangle 3" o:spid="_x0000_s1027" style="position:absolute;left:6;width:68574;height:913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wSp8QA&#10;AADaAAAADwAAAGRycy9kb3ducmV2LnhtbESPQWvCQBSE70L/w/IKvelGA7Wk2YgIgkgpNNZDb4/s&#10;azY1+zZk1xj99d1CweMwM98w+Wq0rRio941jBfNZAoK4crrhWsHnYTt9AeEDssbWMSm4kodV8TDJ&#10;MdPuwh80lKEWEcI+QwUmhC6T0leGLPqZ64ij9+16iyHKvpa6x0uE21YukuRZWmw4LhjsaGOoOpVn&#10;q2D/s0xLM6yHW/pOR+OOb1/bjVfq6XFcv4IINIZ7+L+90wpS+LsSb4As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cEqfEAAAA2gAAAA8AAAAAAAAAAAAAAAAAmAIAAGRycy9k&#10;b3ducmV2LnhtbFBLBQYAAAAABAAEAPUAAACJAwAAAAA=&#10;" fillcolor="#4a66ac [3204]" stroked="f" strokeweight="1pt"/>
                <v:group id="Group 4" o:spid="_x0000_s1028" style="position:absolute;left:6;width:68580;height:91395" coordorigin="6" coordsize="68586,913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5" o:spid="_x0000_s1029" style="position:absolute;left:25533;top:50482;width:43059;height:11938;visibility:visible;mso-wrap-style:square;v-text-anchor:top" coordsize="6781,18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ThHMMA&#10;AADaAAAADwAAAGRycy9kb3ducmV2LnhtbESPQWvCQBSE7wX/w/KE3uqmQltNXUUEpdCLTavi7ZF9&#10;zYbmvQ3ZrcZ/7xYKHoeZ+YaZLXpu1Im6UHsx8DjKQJGU3tZSGfj6XD9MQIWIYrHxQgYuFGAxH9zN&#10;MLf+LB90KmKlEkRCjgZcjG2udSgdMYaRb0mS9+07xphkV2nb4TnBudHjLHvWjLWkBYctrRyVP8Uv&#10;G6gmly3vDsW7fXFT3BzbPe82bMz9sF++gorUx1v4v/1mDTzB35V0A/T8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8ThHMMAAADaAAAADwAAAAAAAAAAAAAAAACYAgAAZHJzL2Rv&#10;d25yZXYueG1sUEsFBgAAAAAEAAQA9QAAAIgDAAAAAA==&#10;" path="m6781,r,1880l,21,6781,xe" filled="f" stroked="f" strokeweight="0">
                    <v:path arrowok="t" o:connecttype="custom" o:connectlocs="4305935,0;4305935,1193800;0,13335;4305935,0" o:connectangles="0,0,0,0"/>
                  </v:shape>
                  <v:shape id="Freeform 6" o:spid="_x0000_s1030" style="position:absolute;left:25533;top:7620;width:43059;height:43002;visibility:visible;mso-wrap-style:square;v-text-anchor:top" coordsize="6781,67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CLxL4A&#10;AADaAAAADwAAAGRycy9kb3ducmV2LnhtbESPzQrCMBCE74LvEFbwpqke/KlGEaHgSbCK56VZ22Kz&#10;qU209e2NIHgcZuYbZr3tTCVe1LjSsoLJOAJBnFldcq7gck5GCxDOI2usLJOCNznYbvq9Ncbatnyi&#10;V+pzESDsYlRQeF/HUrqsIINubGvi4N1sY9AH2eRSN9gGuKnkNIpm0mDJYaHAmvYFZff0aRQs5b1t&#10;0zM+FtImx2h5nSeH21yp4aDbrUB46vw//GsftIIZfK+EGyA3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9wi8S+AAAA2gAAAA8AAAAAAAAAAAAAAAAAmAIAAGRycy9kb3ducmV2&#10;LnhtbFBLBQYAAAAABAAEAPUAAACDAwAAAAA=&#10;" path="m6781,r,1894l,6772,6781,xe" filled="f" stroked="f" strokeweight="0">
                    <v:path arrowok="t" o:connecttype="custom" o:connectlocs="4305935,0;4305935,1202690;0,4300220;4305935,0" o:connectangles="0,0,0,0"/>
                  </v:shape>
                  <v:shape id="Freeform 8" o:spid="_x0000_s1031" style="position:absolute;left:25533;top:30099;width:43059;height:20529;visibility:visible;mso-wrap-style:square;v-text-anchor:top" coordsize="6781,32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7oI8IA&#10;AADaAAAADwAAAGRycy9kb3ducmV2LnhtbERPy2rCQBTdF/yH4QpuRCe29RUdpUqFUnChEXR5yVyT&#10;YOZOyIwm/r2zKHR5OO/lujWleFDtCssKRsMIBHFqdcGZglOyG8xAOI+ssbRMCp7kYL3qvC0x1rbh&#10;Az2OPhMhhF2MCnLvq1hKl+Zk0A1tRRy4q60N+gDrTOoamxBuSvkeRRNpsODQkGNF25zS2/FuFOwP&#10;54+o+dx8z/u/o2R36U+TcjxVqtdtvxYgPLX+X/zn/tEKwtZwJdwAuX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vugjwgAAANoAAAAPAAAAAAAAAAAAAAAAAJgCAABkcnMvZG93&#10;bnJldi54bWxQSwUGAAAAAAQABAD1AAAAhwMAAAAA&#10;" path="m6781,r,1571l,3233,6781,xe" filled="f" stroked="f" strokeweight="0">
                    <v:path arrowok="t" o:connecttype="custom" o:connectlocs="4305935,0;4305935,997585;0,2052955;4305935,0" o:connectangles="0,0,0,0"/>
                  </v:shape>
                  <v:shape id="Freeform 9" o:spid="_x0000_s1032" style="position:absolute;left:18389;top:50577;width:7372;height:40818;visibility:visible;mso-wrap-style:square;v-text-anchor:top" coordsize="1161,64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0vo6MMA&#10;AADaAAAADwAAAGRycy9kb3ducmV2LnhtbESPzWqDQBSF94W+w3AL3TVjUhJS6xhCiiBkUdRssrs4&#10;Nypx7ogzVfv2nUKhy8P5+TjJYTG9mGh0nWUF61UEgri2uuNGwaXKXvYgnEfW2FsmBd/k4JA+PiQY&#10;aztzQVPpGxFG2MWooPV+iKV0dUsG3coOxMG72dGgD3JspB5xDuOml5so2kmDHQdCiwOdWqrv5ZcJ&#10;kP3tarPTsSh2l21VfX7Y1805V+r5aTm+g/C0+P/wXzvXCt7g90q4ATL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0vo6MMAAADaAAAADwAAAAAAAAAAAAAAAACYAgAAZHJzL2Rv&#10;d25yZXYueG1sUEsFBgAAAAAEAAQA9QAAAIgDAAAAAA==&#10;" path="m1135,r26,6428l,6428,1135,xe" filled="f" stroked="f" strokeweight="0">
                    <v:path arrowok="t" o:connecttype="custom" o:connectlocs="720725,0;737235,4081780;0,4081780;720725,0" o:connectangles="0,0,0,0"/>
                  </v:shape>
                  <v:shape id="Freeform 10" o:spid="_x0000_s1033" style="position:absolute;left:4006;top:50577;width:21584;height:40818;visibility:visible;mso-wrap-style:square;v-text-anchor:top" coordsize="3399,64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LY9sQA&#10;AADbAAAADwAAAGRycy9kb3ducmV2LnhtbESPQWvCQBCF7wX/wzKFXkQ3qVhMdBURhF61SuhtyI5J&#10;aHY2Zrcm/fedQ6G3Gd6b977Z7EbXqgf1ofFsIJ0noIhLbxuuDFw+jrMVqBCRLbaeycAPBdhtJ08b&#10;zK0f+ESPc6yUhHDI0UAdY5drHcqaHIa574hFu/neYZS1r7TtcZBw1+rXJHnTDhuWhho7OtRUfp2/&#10;nYFpwX66XGb37PNSDDq7Hot0kRrz8jzu16AijfHf/Hf9bgVf6OUXGUB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jC2PbEAAAA2wAAAA8AAAAAAAAAAAAAAAAAmAIAAGRycy9k&#10;b3ducmV2LnhtbFBLBQYAAAAABAAEAPUAAACJAwAAAAA=&#10;" path="m3399,l1156,6428,,6428,3399,xe" filled="f" stroked="f" strokeweight="0">
                    <v:path arrowok="t" o:connecttype="custom" o:connectlocs="2158365,0;734060,4081780;0,4081780;2158365,0" o:connectangles="0,0,0,0"/>
                  </v:shape>
                  <v:shape id="Freeform 11" o:spid="_x0000_s1034" style="position:absolute;left:25533;top:50577;width:19507;height:40818;visibility:visible;mso-wrap-style:square;v-text-anchor:top" coordsize="3072,64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aK/cEA&#10;AADbAAAADwAAAGRycy9kb3ducmV2LnhtbERPS4vCMBC+C/6HMII3TdVlkWqUqgheFnz04m1sxqbY&#10;TEoTtfvvNwsLe5uP7znLdWdr8aLWV44VTMYJCOLC6YpLBfllP5qD8AFZY+2YFHyTh/Wq31tiqt2b&#10;T/Q6h1LEEPYpKjAhNKmUvjBk0Y9dQxy5u2sthgjbUuoW3zHc1nKaJJ/SYsWxwWBDW0PF4/y0Cj7y&#10;+S2ffR2z/W56DPfrbHOizCg1HHTZAkSgLvyL/9wHHedP4PeXeIBc/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KGiv3BAAAA2wAAAA8AAAAAAAAAAAAAAAAAmAIAAGRycy9kb3du&#10;cmV2LnhtbFBLBQYAAAAABAAEAPUAAACGAwAAAAA=&#10;" path="m,l3072,6428r-1711,l,xe" filled="f" stroked="f" strokeweight="0">
                    <v:path arrowok="t" o:connecttype="custom" o:connectlocs="0,0;1950720,4081780;864235,4081780;0,0" o:connectangles="0,0,0,0"/>
                  </v:shape>
                  <v:shape id="Freeform 12" o:spid="_x0000_s1035" style="position:absolute;left:6;top:50577;width:25546;height:6268;visibility:visible;mso-wrap-style:square;v-text-anchor:top" coordsize="4023,9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N2OL4A&#10;AADbAAAADwAAAGRycy9kb3ducmV2LnhtbERP3WrCMBS+H/gO4QjeDE3XFZXOKCIr7HbdHuDQHJuy&#10;5qQkUdu3N4Kwu/Px/Z7dYbS9uJIPnWMFb6sMBHHjdMetgt+farkFESKyxt4xKZgowGE/e9lhqd2N&#10;v+lax1akEA4lKjAxDqWUoTFkMazcQJy4s/MWY4K+ldrjLYXbXuZZtpYWO04NBgc6GWr+6otVoAvc&#10;Vlxv/KsJ/XthmxN9dpNSi/l4/AARaYz/4qf7S6f5OTx+SQfI/R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kzdji+AAAA2wAAAA8AAAAAAAAAAAAAAAAAmAIAAGRycy9kb3ducmV2&#10;LnhtbFBLBQYAAAAABAAEAPUAAACDAwAAAAA=&#10;" path="m4023,l,987,,13,4023,xe" filled="f" stroked="f" strokeweight="0">
                    <v:path arrowok="t" o:connecttype="custom" o:connectlocs="2554605,0;0,626745;0,8255;2554605,0" o:connectangles="0,0,0,0"/>
                  </v:shape>
                  <v:shape id="Freeform 13" o:spid="_x0000_s1036" style="position:absolute;left:6;top:50577;width:25546;height:18403;visibility:visible;mso-wrap-style:square;v-text-anchor:top" coordsize="4023,28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MiVr4A&#10;AADbAAAADwAAAGRycy9kb3ducmV2LnhtbERP24rCMBB9X/Afwgi+rakriNs1iohC38TLBwzN2BQ7&#10;k9pktf69WVjwbQ7nOotVz426UxdqLwYm4wwUSeltLZWB82n3OQcVIorFxgsZeFKA1XLwscDc+occ&#10;6H6MlUohEnI04GJsc61D6YgxjH1LkriL7xhjgl2lbYePFM6N/sqymWasJTU4bGnjqLwef9mA3++Z&#10;dwXfrhfrQl19n7fzYmvMaNivf0BF6uNb/O8ubJo/hb9f0gF6+Q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QjIla+AAAA2wAAAA8AAAAAAAAAAAAAAAAAmAIAAGRycy9kb3ducmV2&#10;LnhtbFBLBQYAAAAABAAEAPUAAACDAwAAAAA=&#10;" path="m4023,l,2898,,1920,4023,xe" filled="f" stroked="f" strokeweight="0">
                    <v:path arrowok="t" o:connecttype="custom" o:connectlocs="2554605,0;0,1840230;0,1219200;2554605,0" o:connectangles="0,0,0,0"/>
                  </v:shape>
                  <v:shape id="Freeform 14" o:spid="_x0000_s1037" style="position:absolute;left:6;top:50577;width:25546;height:34722;visibility:visible;mso-wrap-style:square;v-text-anchor:top" coordsize="4023,54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KZYcMA&#10;AADbAAAADwAAAGRycy9kb3ducmV2LnhtbERPTWvCQBC9C/6HZYTedNNQikRXkZYUyaHQ2IPHMTsm&#10;wexsurs1aX99VxB6m8f7nPV2NJ24kvOtZQWPiwQEcWV1y7WCz0M+X4LwAVljZ5kU/JCH7WY6WWOm&#10;7cAfdC1DLWII+wwVNCH0mZS+asigX9ieOHJn6wyGCF0ttcMhhptOpknyLA22HBsa7OmloepSfhsF&#10;xfj2e3pf5oW7HLhPy6+jez3ulXqYjbsViEBj+Bff3Xsd5z/B7Zd4gN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WKZYcMAAADbAAAADwAAAAAAAAAAAAAAAACYAgAAZHJzL2Rv&#10;d25yZXYueG1sUEsFBgAAAAAEAAQA9QAAAIgDAAAAAA==&#10;" path="m4023,l,5468,,4024,4023,xe" filled="f" stroked="f" strokeweight="0">
                    <v:path arrowok="t" o:connecttype="custom" o:connectlocs="2554605,0;0,3472180;0,2555240;2554605,0" o:connectangles="0,0,0,0"/>
                  </v:shape>
                  <v:shape id="Freeform 15" o:spid="_x0000_s1038" style="position:absolute;left:25533;width:37293;height:50622;visibility:visible;mso-wrap-style:square;v-text-anchor:top" coordsize="5873,79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eOR70A&#10;AADbAAAADwAAAGRycy9kb3ducmV2LnhtbERPSwrCMBDdC94hjOBOUwVFqlFEVAR14Xc9NGNbbCal&#10;iVpvbwTB3Tzedyaz2hTiSZXLLSvodSMQxInVOacKzqdVZwTCeWSNhWVS8CYHs2mzMcFY2xcf6Hn0&#10;qQgh7GJUkHlfxlK6JCODrmtL4sDdbGXQB1ilUlf4CuGmkP0oGkqDOYeGDEtaZJTcjw+jYLsbvq+X&#10;Oa9v0SY9uX2yXFxGZ6XarXo+BuGp9n/xz73RYf4Avr+EA+T0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KleOR70AAADbAAAADwAAAAAAAAAAAAAAAACYAgAAZHJzL2Rvd25yZXYu&#10;eG1sUEsFBgAAAAAEAAQA9QAAAIIDAAAAAA==&#10;" path="m4224,l5873,,,7972,4224,xe" filled="f" stroked="f" strokeweight="0">
                    <v:path arrowok="t" o:connecttype="custom" o:connectlocs="2682240,0;3729355,0;0,5062220;2682240,0" o:connectangles="0,0,0,0"/>
                  </v:shape>
                  <v:shape id="Freeform 16" o:spid="_x0000_s1039" style="position:absolute;left:6;top:34575;width:25546;height:16040;visibility:visible;mso-wrap-style:square;v-text-anchor:top" coordsize="4023,25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6BQMMA&#10;AADbAAAADwAAAGRycy9kb3ducmV2LnhtbERPTWvCQBC9F/wPywi9NRtLCSF1lVAtiNLQpB48Dtkx&#10;Cc3Ohuyq8d93C4Xe5vE+Z7meTC+uNLrOsoJFFIMgrq3uuFFw/Hp/SkE4j6yxt0wK7uRgvZo9LDHT&#10;9sYlXSvfiBDCLkMFrfdDJqWrWzLoIjsQB+5sR4M+wLGResRbCDe9fI7jRBrsODS0ONBbS/V3dTEK&#10;Dvn9ZTNUn9t0f1wU9UeO5alIlHqcT/krCE+T/xf/uXc6zE/g95dwgF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d6BQMMAAADbAAAADwAAAAAAAAAAAAAAAACYAgAAZHJzL2Rv&#10;d25yZXYueG1sUEsFBgAAAAAEAAQA9QAAAIgDAAAAAA==&#10;" path="m,l4023,2526,,1427,,xe" filled="f" stroked="f" strokeweight="0">
                    <v:path arrowok="t" o:connecttype="custom" o:connectlocs="0,0;2554605,1604010;0,906145;0,0" o:connectangles="0,0,0,0"/>
                  </v:shape>
                  <v:shape id="Freeform 17" o:spid="_x0000_s1040" style="position:absolute;left:25533;width:17704;height:50622;visibility:visible;mso-wrap-style:square;v-text-anchor:top" coordsize="2788,79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H1m8MA&#10;AADbAAAADwAAAGRycy9kb3ducmV2LnhtbERPS4vCMBC+L/gfwix4kTXVgyvVVBZBEURZH4c9Ds30&#10;oc2kNFGrv94Iwt7m43vOdNaaSlypcaVlBYN+BII4tbrkXMHxsPgag3AeWWNlmRTcycEs6XxMMdb2&#10;xju67n0uQgi7GBUU3texlC4tyKDr25o4cJltDPoAm1zqBm8h3FRyGEUjabDk0FBgTfOC0vP+YhRc&#10;5Pl33dscFitzPz2W2d92OF+SUt3P9mcCwlPr/8Vv90qH+d/w+iUcIJ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H1m8MAAADbAAAADwAAAAAAAAAAAAAAAACYAgAAZHJzL2Rv&#10;d25yZXYueG1sUEsFBgAAAAAEAAQA9QAAAIgDAAAAAA==&#10;" path="m1409,l2788,,,7972,1409,xe" filled="f" stroked="f" strokeweight="0">
                    <v:path arrowok="t" o:connecttype="custom" o:connectlocs="894715,0;1770380,0;0,5062220;894715,0" o:connectangles="0,0,0,0"/>
                  </v:shape>
                  <v:shape id="Freeform 18" o:spid="_x0000_s1041" style="position:absolute;left:6;width:25546;height:50622;visibility:visible;mso-wrap-style:square;v-text-anchor:top" coordsize="4023,79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e9ucMA&#10;AADbAAAADwAAAGRycy9kb3ducmV2LnhtbESPT2vCQBDF7wW/wzJCb3Vji1JSVwmCUOjJf/Q6zY5J&#10;SHY2ZFfd+umdg+BtHvN+b94sVsl16kJDaDwbmE4yUMSltw1XBg77zdsnqBCRLXaeycA/BVgtRy8L&#10;zK2/8pYuu1gpCeGQo4E6xj7XOpQ1OQwT3xPL7uQHh1HkUGk74FXCXaffs2yuHTYsF2rsaV1T2e7O&#10;Tmrsb75Zp/Z8/EjZ7PT7V/y0rjDmdZyKL1CRUnyaH/S3FU7Kyi8ygF7e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Ce9ucMAAADbAAAADwAAAAAAAAAAAAAAAACYAgAAZHJzL2Rv&#10;d25yZXYueG1sUEsFBgAAAAAEAAQA9QAAAIgDAAAAAA==&#10;" path="m,l213,,4023,7972,,3356,,xe" filled="f" stroked="f" strokeweight="0">
                    <v:path arrowok="t" o:connecttype="custom" o:connectlocs="0,0;135255,0;2554605,5062220;0,2131060;0,0" o:connectangles="0,0,0,0,0"/>
                  </v:shape>
                  <v:shape id="Freeform 19" o:spid="_x0000_s1042" style="position:absolute;left:14865;width:10693;height:50622;visibility:visible;mso-wrap-style:square;v-text-anchor:top" coordsize="1684,79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g0dMAA&#10;AADbAAAADwAAAGRycy9kb3ducmV2LnhtbERPTWsCMRC9F/wPYYTe6qylSN0aRQqFHnqo1t6Hzexm&#10;3c1ku0k1/feNIHibx/uc1Sa5Xp14DK0XDfNZAYql8qaVRsPh6+3hGVSIJIZ6L6zhjwNs1pO7FZXG&#10;n2XHp31sVA6RUJIGG+NQIobKsqMw8wNL5mo/OooZjg2akc453PX4WBQLdNRKbrA08Kvlqtv/Og2f&#10;353fInJ97J7wx370qd4tk9b307R9ARU5xZv46n43ef4SLr/kA3D9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mg0dMAAAADbAAAADwAAAAAAAAAAAAAAAACYAgAAZHJzL2Rvd25y&#10;ZXYueG1sUEsFBgAAAAAEAAQA9QAAAIUDAAAAAA==&#10;" path="m,l1653,r31,7972l,xe" filled="f" stroked="f" strokeweight="0">
                    <v:path arrowok="t" o:connecttype="custom" o:connectlocs="0,0;1049655,0;1069340,5062220;0,0" o:connectangles="0,0,0,0"/>
                  </v:shape>
                  <v:shape id="Freeform 7" o:spid="_x0000_s1043" style="position:absolute;left:25533;top:50577;width:43059;height:40818;visibility:visible;mso-wrap-style:square;v-text-anchor:top" coordsize="6781,64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JS8sQA&#10;AADaAAAADwAAAGRycy9kb3ducmV2LnhtbESPT2vCQBTE7wW/w/IKvUjdWGwr0VVEUukpolbPj+wz&#10;Cc2+jdlt/nz7bkHocZiZ3zDLdW8q0VLjSssKppMIBHFmdcm5gq/Tx/MchPPIGivLpGAgB+vV6GGJ&#10;sbYdH6g9+lwECLsYFRTe17GULivIoJvYmjh4V9sY9EE2udQNdgFuKvkSRW/SYMlhocCatgVl38cf&#10;o2Acncr90PlknqSpuV1m52z3OlXq6bHfLEB46v1/+N7+1Are4e9KuAF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iUvLEAAAA2gAAAA8AAAAAAAAAAAAAAAAAmAIAAGRycy9k&#10;b3ducmV2LnhtbFBLBQYAAAAABAAEAPUAAACJAwAAAAA=&#10;" path="m,l6781,4259r,2169l5598,6428,,xe" filled="f" stroked="f" strokeweight="0">
                    <v:path arrowok="t" o:connecttype="custom" o:connectlocs="0,0;4305935,2704465;4305935,4081780;3554730,4081780;0,0" o:connectangles="0,0,0,0,0"/>
                  </v:shape>
                </v:group>
                <w10:wrap anchorx="page" anchory="page"/>
              </v:group>
            </w:pict>
          </mc:Fallback>
        </mc:AlternateContent>
      </w:r>
    </w:p>
    <w:sectPr w:rsidR="00790730" w:rsidSect="00A413C1">
      <w:pgSz w:w="15840" w:h="12240" w:orient="landscape"/>
      <w:pgMar w:top="720" w:right="0" w:bottom="720" w:left="630" w:header="720" w:footer="0" w:gutter="0"/>
      <w:cols w:space="720"/>
      <w:docGrid w:linePitch="4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14E73E" w14:textId="77777777" w:rsidR="001101B0" w:rsidRDefault="001101B0" w:rsidP="009C0E7A">
      <w:r>
        <w:separator/>
      </w:r>
    </w:p>
  </w:endnote>
  <w:endnote w:type="continuationSeparator" w:id="0">
    <w:p w14:paraId="62C2B0D6" w14:textId="77777777" w:rsidR="001101B0" w:rsidRDefault="001101B0" w:rsidP="009C0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62204B" w14:textId="77777777" w:rsidR="001101B0" w:rsidRDefault="001101B0" w:rsidP="009C0E7A">
      <w:r>
        <w:separator/>
      </w:r>
    </w:p>
  </w:footnote>
  <w:footnote w:type="continuationSeparator" w:id="0">
    <w:p w14:paraId="196F7DF4" w14:textId="77777777" w:rsidR="001101B0" w:rsidRDefault="001101B0" w:rsidP="009C0E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312090"/>
    <w:multiLevelType w:val="hybridMultilevel"/>
    <w:tmpl w:val="EFD2F5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5A3AD3"/>
    <w:multiLevelType w:val="hybridMultilevel"/>
    <w:tmpl w:val="ECA638C4"/>
    <w:lvl w:ilvl="0" w:tplc="04090001">
      <w:start w:val="1"/>
      <w:numFmt w:val="bullet"/>
      <w:lvlText w:val=""/>
      <w:lvlJc w:val="left"/>
      <w:pPr>
        <w:ind w:left="-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C08"/>
    <w:rsid w:val="00030C88"/>
    <w:rsid w:val="00031C08"/>
    <w:rsid w:val="000A6C8C"/>
    <w:rsid w:val="001101B0"/>
    <w:rsid w:val="00151552"/>
    <w:rsid w:val="00184CAB"/>
    <w:rsid w:val="002454A6"/>
    <w:rsid w:val="00260922"/>
    <w:rsid w:val="002C6E9B"/>
    <w:rsid w:val="0031463A"/>
    <w:rsid w:val="003371DB"/>
    <w:rsid w:val="00350E2E"/>
    <w:rsid w:val="00351DAE"/>
    <w:rsid w:val="003639D7"/>
    <w:rsid w:val="003862C3"/>
    <w:rsid w:val="003B7D34"/>
    <w:rsid w:val="003C6BAA"/>
    <w:rsid w:val="004063EA"/>
    <w:rsid w:val="00453F0F"/>
    <w:rsid w:val="00623E42"/>
    <w:rsid w:val="00643DAC"/>
    <w:rsid w:val="00790730"/>
    <w:rsid w:val="00792040"/>
    <w:rsid w:val="007C66A0"/>
    <w:rsid w:val="00810DCA"/>
    <w:rsid w:val="00943FD4"/>
    <w:rsid w:val="009C0E7A"/>
    <w:rsid w:val="00A1286A"/>
    <w:rsid w:val="00A160DB"/>
    <w:rsid w:val="00A413C1"/>
    <w:rsid w:val="00A82F6F"/>
    <w:rsid w:val="00A94DAC"/>
    <w:rsid w:val="00AB18D8"/>
    <w:rsid w:val="00AB7496"/>
    <w:rsid w:val="00AC3865"/>
    <w:rsid w:val="00AF5D62"/>
    <w:rsid w:val="00B10359"/>
    <w:rsid w:val="00B57847"/>
    <w:rsid w:val="00C0344C"/>
    <w:rsid w:val="00C0391F"/>
    <w:rsid w:val="00C11DD9"/>
    <w:rsid w:val="00C401BA"/>
    <w:rsid w:val="00C56978"/>
    <w:rsid w:val="00CA20AA"/>
    <w:rsid w:val="00D02A3C"/>
    <w:rsid w:val="00D4634E"/>
    <w:rsid w:val="00D92210"/>
    <w:rsid w:val="00DA0990"/>
    <w:rsid w:val="00E178A8"/>
    <w:rsid w:val="00E84EF4"/>
    <w:rsid w:val="00E9764C"/>
    <w:rsid w:val="00EC728B"/>
    <w:rsid w:val="00F27809"/>
    <w:rsid w:val="00F56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6E5ECE"/>
  <w15:chartTrackingRefBased/>
  <w15:docId w15:val="{C1FEE6E7-752E-41E0-854E-8BCC8B778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color w:val="297FD5" w:themeColor="accent3"/>
        <w:sz w:val="36"/>
        <w:szCs w:val="36"/>
        <w:lang w:val="en-US" w:eastAsia="ja-JP" w:bidi="ar-SA"/>
      </w:rPr>
    </w:rPrDefault>
    <w:pPrDefault>
      <w:pPr>
        <w:ind w:left="720" w:right="7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2" w:unhideWhenUsed="1" w:qFormat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0344C"/>
    <w:pPr>
      <w:ind w:left="0" w:right="0"/>
      <w:outlineLvl w:val="0"/>
    </w:pPr>
    <w:rPr>
      <w:rFonts w:asciiTheme="majorHAnsi" w:eastAsiaTheme="minorHAnsi" w:hAnsiTheme="majorHAnsi" w:cstheme="majorHAnsi"/>
      <w:color w:val="9BC7CE" w:themeColor="accent5" w:themeTint="99"/>
      <w:sz w:val="48"/>
      <w:szCs w:val="2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C66A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74C80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Subtitle">
    <w:name w:val="Subtitle"/>
    <w:basedOn w:val="Normal"/>
    <w:next w:val="Normal"/>
    <w:link w:val="SubtitleChar"/>
    <w:uiPriority w:val="1"/>
    <w:qFormat/>
    <w:pPr>
      <w:numPr>
        <w:ilvl w:val="1"/>
      </w:numPr>
      <w:spacing w:line="216" w:lineRule="auto"/>
      <w:ind w:left="720"/>
    </w:pPr>
    <w:rPr>
      <w:caps/>
      <w:color w:val="FFFFFF" w:themeColor="background1"/>
      <w:sz w:val="110"/>
      <w:szCs w:val="110"/>
    </w:rPr>
  </w:style>
  <w:style w:type="character" w:styleId="Hyperlink">
    <w:name w:val="Hyperlink"/>
    <w:basedOn w:val="DefaultParagraphFont"/>
    <w:uiPriority w:val="99"/>
    <w:unhideWhenUsed/>
    <w:rPr>
      <w:color w:val="9454C3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3EBBF0" w:themeColor="followedHyperlink"/>
      <w:u w:val="none"/>
    </w:rPr>
  </w:style>
  <w:style w:type="character" w:customStyle="1" w:styleId="SubtitleChar">
    <w:name w:val="Subtitle Char"/>
    <w:basedOn w:val="DefaultParagraphFont"/>
    <w:link w:val="Subtitle"/>
    <w:uiPriority w:val="1"/>
    <w:rPr>
      <w:caps/>
      <w:color w:val="FFFFFF" w:themeColor="background1"/>
      <w:sz w:val="110"/>
      <w:szCs w:val="110"/>
    </w:rPr>
  </w:style>
  <w:style w:type="paragraph" w:styleId="Title">
    <w:name w:val="Title"/>
    <w:basedOn w:val="Normal"/>
    <w:next w:val="Normal"/>
    <w:link w:val="TitleChar"/>
    <w:uiPriority w:val="10"/>
    <w:qFormat/>
    <w:pPr>
      <w:spacing w:line="216" w:lineRule="auto"/>
      <w:contextualSpacing/>
    </w:pPr>
    <w:rPr>
      <w:rFonts w:asciiTheme="majorHAnsi" w:eastAsiaTheme="majorEastAsia" w:hAnsiTheme="majorHAnsi" w:cstheme="majorBidi"/>
      <w:caps/>
      <w:color w:val="FFFFFF" w:themeColor="background1"/>
      <w:kern w:val="28"/>
      <w:sz w:val="168"/>
      <w:szCs w:val="16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aps/>
      <w:color w:val="FFFFFF" w:themeColor="background1"/>
      <w:kern w:val="28"/>
      <w:sz w:val="168"/>
      <w:szCs w:val="168"/>
    </w:rPr>
  </w:style>
  <w:style w:type="paragraph" w:customStyle="1" w:styleId="Age">
    <w:name w:val="Age"/>
    <w:basedOn w:val="Normal"/>
    <w:uiPriority w:val="1"/>
    <w:qFormat/>
    <w:pPr>
      <w:spacing w:line="192" w:lineRule="auto"/>
      <w:ind w:left="634"/>
    </w:pPr>
    <w:rPr>
      <w:color w:val="FFFFFF" w:themeColor="background1"/>
      <w:sz w:val="490"/>
      <w:szCs w:val="490"/>
    </w:rPr>
  </w:style>
  <w:style w:type="paragraph" w:styleId="NoSpacing">
    <w:name w:val="No Spacing"/>
    <w:uiPriority w:val="99"/>
    <w:semiHidden/>
    <w:unhideWhenUsed/>
    <w:qFormat/>
    <w:rPr>
      <w:sz w:val="16"/>
      <w:szCs w:val="16"/>
    </w:rPr>
  </w:style>
  <w:style w:type="paragraph" w:styleId="BlockText">
    <w:name w:val="Block Text"/>
    <w:basedOn w:val="Normal"/>
    <w:uiPriority w:val="2"/>
    <w:unhideWhenUsed/>
    <w:qFormat/>
    <w:pPr>
      <w:spacing w:after="40" w:line="216" w:lineRule="auto"/>
      <w:contextualSpacing/>
    </w:pPr>
    <w:rPr>
      <w:rFonts w:asciiTheme="majorHAnsi" w:eastAsiaTheme="majorEastAsia" w:hAnsiTheme="majorHAnsi" w:cstheme="majorBidi"/>
      <w:color w:val="FFFFFF" w:themeColor="background1"/>
      <w:sz w:val="60"/>
      <w:szCs w:val="60"/>
    </w:rPr>
  </w:style>
  <w:style w:type="paragraph" w:customStyle="1" w:styleId="RSVP">
    <w:name w:val="RSVP"/>
    <w:basedOn w:val="Normal"/>
    <w:uiPriority w:val="2"/>
    <w:qFormat/>
    <w:rPr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C0344C"/>
    <w:rPr>
      <w:rFonts w:asciiTheme="majorHAnsi" w:eastAsiaTheme="minorHAnsi" w:hAnsiTheme="majorHAnsi" w:cstheme="majorHAnsi"/>
      <w:color w:val="9BC7CE" w:themeColor="accent5" w:themeTint="99"/>
      <w:sz w:val="48"/>
      <w:szCs w:val="22"/>
      <w:lang w:eastAsia="en-US"/>
    </w:rPr>
  </w:style>
  <w:style w:type="character" w:customStyle="1" w:styleId="fsize30">
    <w:name w:val="fsize30"/>
    <w:basedOn w:val="DefaultParagraphFont"/>
    <w:rsid w:val="00C0344C"/>
  </w:style>
  <w:style w:type="paragraph" w:styleId="NormalWeb">
    <w:name w:val="Normal (Web)"/>
    <w:basedOn w:val="Normal"/>
    <w:uiPriority w:val="99"/>
    <w:semiHidden/>
    <w:unhideWhenUsed/>
    <w:rsid w:val="00C0344C"/>
    <w:pPr>
      <w:spacing w:before="100" w:beforeAutospacing="1" w:after="100" w:afterAutospacing="1"/>
      <w:ind w:left="0" w:right="0"/>
    </w:pPr>
    <w:rPr>
      <w:rFonts w:ascii="Times New Roman" w:eastAsia="Times New Roman" w:hAnsi="Times New Roman" w:cs="Times New Roman"/>
      <w:color w:val="auto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C0344C"/>
    <w:pPr>
      <w:spacing w:after="200" w:line="276" w:lineRule="auto"/>
      <w:ind w:right="0"/>
      <w:contextualSpacing/>
    </w:pPr>
    <w:rPr>
      <w:rFonts w:eastAsiaTheme="minorHAnsi"/>
      <w:color w:val="auto"/>
      <w:sz w:val="22"/>
      <w:szCs w:val="22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F562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628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628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62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628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C0E7A"/>
    <w:pPr>
      <w:ind w:left="0" w:right="0"/>
    </w:pPr>
  </w:style>
  <w:style w:type="paragraph" w:styleId="FootnoteText">
    <w:name w:val="footnote text"/>
    <w:basedOn w:val="Normal"/>
    <w:link w:val="FootnoteTextChar"/>
    <w:uiPriority w:val="99"/>
    <w:unhideWhenUsed/>
    <w:rsid w:val="009C0E7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C0E7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C0E7A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151552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51552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15155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15155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1552"/>
  </w:style>
  <w:style w:type="paragraph" w:styleId="Footer">
    <w:name w:val="footer"/>
    <w:basedOn w:val="Normal"/>
    <w:link w:val="FooterChar"/>
    <w:uiPriority w:val="99"/>
    <w:unhideWhenUsed/>
    <w:rsid w:val="0015155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1552"/>
  </w:style>
  <w:style w:type="character" w:customStyle="1" w:styleId="Heading2Char">
    <w:name w:val="Heading 2 Char"/>
    <w:basedOn w:val="DefaultParagraphFont"/>
    <w:link w:val="Heading2"/>
    <w:uiPriority w:val="9"/>
    <w:semiHidden/>
    <w:rsid w:val="007C66A0"/>
    <w:rPr>
      <w:rFonts w:asciiTheme="majorHAnsi" w:eastAsiaTheme="majorEastAsia" w:hAnsiTheme="majorHAnsi" w:cstheme="majorBidi"/>
      <w:color w:val="374C80" w:themeColor="accent1" w:themeShade="BF"/>
      <w:sz w:val="26"/>
      <w:szCs w:val="26"/>
    </w:rPr>
  </w:style>
  <w:style w:type="character" w:customStyle="1" w:styleId="u-linkcomplex-target">
    <w:name w:val="u-linkcomplex-target"/>
    <w:basedOn w:val="DefaultParagraphFont"/>
    <w:rsid w:val="007C66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1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46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81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8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04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1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35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10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28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5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2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5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8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34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555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642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742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644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085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00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833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9753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075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013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4578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7551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99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openxmlformats.org/officeDocument/2006/relationships/hyperlink" Target="https://twitter.com/johnsoncontrols" TargetMode="External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7" Type="http://schemas.openxmlformats.org/officeDocument/2006/relationships/hyperlink" Target="https://twitter.com/johnsoncontrols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vsu.edu/erp" TargetMode="External"/><Relationship Id="rId20" Type="http://schemas.openxmlformats.org/officeDocument/2006/relationships/hyperlink" Target="http://www.gvsu.edu/erp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5" Type="http://schemas.openxmlformats.org/officeDocument/2006/relationships/hyperlink" Target="http://www.gvsu.edu/erp" TargetMode="External"/><Relationship Id="rId19" Type="http://schemas.openxmlformats.org/officeDocument/2006/relationships/hyperlink" Target="http://www.gvsu.edu/erp" TargetMode="External"/><Relationship Id="rId4" Type="http://schemas.openxmlformats.org/officeDocument/2006/relationships/styles" Target="styles.xml"/><Relationship Id="rId9" Type="http://schemas.openxmlformats.org/officeDocument/2006/relationships/hyperlink" Target="https://twitter.com/johnsoncontrols" TargetMode="External"/><Relationship Id="rId14" Type="http://schemas.openxmlformats.org/officeDocument/2006/relationships/hyperlink" Target="https://twitter.com/johnsoncontrols" TargetMode="Externa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eagan\AppData\Roaming\Microsoft\Templates\Birthday%20poster.dotx" TargetMode="External"/></Relationships>
</file>

<file path=word/theme/theme1.xml><?xml version="1.0" encoding="utf-8"?>
<a:theme xmlns:a="http://schemas.openxmlformats.org/drawingml/2006/main" name="Office Theme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Birthday Flyer">
      <a:majorFont>
        <a:latin typeface="Franklin Gothic Medium"/>
        <a:ea typeface=""/>
        <a:cs typeface=""/>
      </a:majorFont>
      <a:minorFont>
        <a:latin typeface="Franklin Gothic Medium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F2711B-BB1C-4379-98AA-1FB82571C7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A828DA-D611-4DE0-A8D5-190E12BAE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Birthday poster.dotx</Template>
  <TotalTime>108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Meagan Knoll</dc:creator>
  <cp:keywords/>
  <cp:lastModifiedBy>Meagan Knoll</cp:lastModifiedBy>
  <cp:revision>14</cp:revision>
  <cp:lastPrinted>2015-12-14T17:12:00Z</cp:lastPrinted>
  <dcterms:created xsi:type="dcterms:W3CDTF">2015-12-09T21:55:00Z</dcterms:created>
  <dcterms:modified xsi:type="dcterms:W3CDTF">2016-02-26T17:51:00Z</dcterms:modified>
  <cp:contentStatus>An SAP Young Thinkers Program</cp:contentStatus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TC034248919991</vt:lpwstr>
  </property>
</Properties>
</file>